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10CB2" w14:textId="2ABFEC76" w:rsidR="00437456" w:rsidRPr="00A37364" w:rsidRDefault="00A302D5">
      <w:pPr>
        <w:rPr>
          <w:sz w:val="2"/>
        </w:rPr>
      </w:pP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16FD1C" wp14:editId="4C651EEE">
                <wp:simplePos x="0" y="0"/>
                <wp:positionH relativeFrom="column">
                  <wp:posOffset>892175</wp:posOffset>
                </wp:positionH>
                <wp:positionV relativeFrom="paragraph">
                  <wp:posOffset>3973763</wp:posOffset>
                </wp:positionV>
                <wp:extent cx="1625600" cy="261257"/>
                <wp:effectExtent l="0" t="0" r="12700" b="5715"/>
                <wp:wrapNone/>
                <wp:docPr id="39987165" name="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2612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14:paraId="4ED96650" w14:textId="77777777" w:rsidR="00A37364" w:rsidRPr="00C823E7" w:rsidRDefault="00A37364" w:rsidP="00A37364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  <w:r w:rsidRPr="00C823E7"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  <w:t>カフェ・サリー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6FD1C" id="_x0000_t202" coordsize="21600,21600" o:spt="202" path="m,l,21600r21600,l21600,xe">
                <v:stroke joinstyle="miter"/>
                <v:path gradientshapeok="t" o:connecttype="rect"/>
              </v:shapetype>
              <v:shape id="Name" o:spid="_x0000_s1026" type="#_x0000_t202" style="position:absolute;left:0;text-align:left;margin-left:70.25pt;margin-top:312.9pt;width:128pt;height:20.5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" filled="f" stroked="f" strokeweight=".5pt">
                <v:textbox inset="0,0,0,0">
                  <w:txbxContent>
                    <w:p w14:paraId="4ED96650" w14:textId="77777777" w:rsidR="00A37364" w:rsidRPr="00C823E7" w:rsidRDefault="00A37364" w:rsidP="00A37364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sz w:val="32"/>
                        </w:rPr>
                      </w:pPr>
                      <w:r w:rsidRPr="00C823E7">
                        <w:rPr>
                          <w:rFonts w:ascii="HG丸ｺﾞｼｯｸM-PRO" w:eastAsia="HG丸ｺﾞｼｯｸM-PRO" w:hAnsi="HG丸ｺﾞｼｯｸM-PRO"/>
                          <w:sz w:val="32"/>
                        </w:rPr>
                        <w:t>カフェ・サリー</w:t>
                      </w:r>
                    </w:p>
                  </w:txbxContent>
                </v:textbox>
              </v:shape>
            </w:pict>
          </mc:Fallback>
        </mc:AlternateContent>
      </w:r>
      <w:r w:rsidR="00C823E7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20DBAF" wp14:editId="4DFF884D">
                <wp:simplePos x="0" y="0"/>
                <wp:positionH relativeFrom="column">
                  <wp:posOffset>285617</wp:posOffset>
                </wp:positionH>
                <wp:positionV relativeFrom="paragraph">
                  <wp:posOffset>3755390</wp:posOffset>
                </wp:positionV>
                <wp:extent cx="1379621" cy="176463"/>
                <wp:effectExtent l="0" t="0" r="11430" b="14605"/>
                <wp:wrapNone/>
                <wp:docPr id="476632022" name="Inf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621" cy="1764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14:paraId="249C733E" w14:textId="1AEE6B24" w:rsidR="00A37364" w:rsidRPr="00C823E7" w:rsidRDefault="00C823E7" w:rsidP="00A37364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 w:rsidRPr="00C823E7"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  <w:sym w:font="Wingdings" w:char="F028"/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:</w:t>
                            </w:r>
                            <w:r w:rsidR="00A37364" w:rsidRPr="00C823E7"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  <w:t>***-****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0DBAF" id="Info" o:spid="_x0000_s1027" type="#_x0000_t202" style="position:absolute;left:0;text-align:left;margin-left:22.5pt;margin-top:295.7pt;width:108.65pt;height:1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" filled="f" stroked="f" strokeweight=".5pt">
                <v:textbox inset="0,0,0,0">
                  <w:txbxContent>
                    <w:p w14:paraId="249C733E" w14:textId="1AEE6B24" w:rsidR="00A37364" w:rsidRPr="00C823E7" w:rsidRDefault="00C823E7" w:rsidP="00A37364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 w:rsidRPr="00C823E7"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  <w:sym w:font="Wingdings" w:char="F028"/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:</w:t>
                      </w:r>
                      <w:r w:rsidR="00A37364" w:rsidRPr="00C823E7"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  <w:t>***-****</w:t>
                      </w:r>
                    </w:p>
                  </w:txbxContent>
                </v:textbox>
              </v:shape>
            </w:pict>
          </mc:Fallback>
        </mc:AlternateContent>
      </w:r>
      <w:r w:rsidR="00C823E7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C2926F" wp14:editId="2BB43E0D">
                <wp:simplePos x="0" y="0"/>
                <wp:positionH relativeFrom="column">
                  <wp:posOffset>285616</wp:posOffset>
                </wp:positionH>
                <wp:positionV relativeFrom="paragraph">
                  <wp:posOffset>3544537</wp:posOffset>
                </wp:positionV>
                <wp:extent cx="2261937" cy="213130"/>
                <wp:effectExtent l="0" t="0" r="5080" b="0"/>
                <wp:wrapNone/>
                <wp:docPr id="1870323224" name="Addres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1937" cy="213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14:paraId="6C8CA899" w14:textId="77777777" w:rsidR="00A37364" w:rsidRPr="00C823E7" w:rsidRDefault="00A37364" w:rsidP="00A373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 w:rsidRPr="00C823E7"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  <w:t>東京都町田市東町田１－２－３</w:t>
                            </w:r>
                          </w:p>
                          <w:p w14:paraId="6B2CDEB4" w14:textId="77777777" w:rsidR="00A37364" w:rsidRPr="00C823E7" w:rsidRDefault="00A37364" w:rsidP="00A37364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2926F" id="Address" o:spid="_x0000_s1028" type="#_x0000_t202" style="position:absolute;left:0;text-align:left;margin-left:22.5pt;margin-top:279.1pt;width:178.1pt;height:1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" filled="f" stroked="f" strokeweight=".5pt">
                <v:textbox inset="0,0,0,0">
                  <w:txbxContent>
                    <w:p w14:paraId="6C8CA899" w14:textId="77777777" w:rsidR="00A37364" w:rsidRPr="00C823E7" w:rsidRDefault="00A37364" w:rsidP="00A373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 w:rsidRPr="00C823E7"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  <w:t>東京都町田市東町田１－２－３</w:t>
                      </w:r>
                    </w:p>
                    <w:p w14:paraId="6B2CDEB4" w14:textId="77777777" w:rsidR="00A37364" w:rsidRPr="00C823E7" w:rsidRDefault="00A37364" w:rsidP="00A37364">
                      <w:pPr>
                        <w:jc w:val="right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23E7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B6A8C9" wp14:editId="7AB4AE09">
                <wp:simplePos x="0" y="0"/>
                <wp:positionH relativeFrom="column">
                  <wp:posOffset>58922</wp:posOffset>
                </wp:positionH>
                <wp:positionV relativeFrom="paragraph">
                  <wp:posOffset>3335220</wp:posOffset>
                </wp:positionV>
                <wp:extent cx="1388788" cy="226881"/>
                <wp:effectExtent l="0" t="0" r="1905" b="1905"/>
                <wp:wrapNone/>
                <wp:docPr id="1931101942" name="Z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88" cy="226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14:paraId="49F90740" w14:textId="73C63188" w:rsidR="00A37364" w:rsidRPr="00C823E7" w:rsidRDefault="00A37364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 w:rsidRPr="00C823E7"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  <w:t>〒</w:t>
                            </w:r>
                            <w:r w:rsidR="00C823E7" w:rsidRPr="00C823E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＊＊＊－＊＊＊＊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6A8C9" id="Zip" o:spid="_x0000_s1029" type="#_x0000_t202" style="position:absolute;left:0;text-align:left;margin-left:4.65pt;margin-top:262.6pt;width:109.35pt;height:1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" filled="f" stroked="f" strokeweight=".5pt">
                <v:textbox inset="0,0,0,0">
                  <w:txbxContent>
                    <w:p w14:paraId="49F90740" w14:textId="73C63188" w:rsidR="00A37364" w:rsidRPr="00C823E7" w:rsidRDefault="00A37364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 w:rsidRPr="00C823E7"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  <w:t>〒</w:t>
                      </w:r>
                      <w:r w:rsidR="00C823E7" w:rsidRPr="00C823E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＊＊＊－＊＊＊＊</w:t>
                      </w:r>
                    </w:p>
                  </w:txbxContent>
                </v:textbox>
              </v:shape>
            </w:pict>
          </mc:Fallback>
        </mc:AlternateContent>
      </w:r>
      <w:r w:rsidR="00C823E7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3FB280" wp14:editId="0A968BF1">
                <wp:simplePos x="0" y="0"/>
                <wp:positionH relativeFrom="column">
                  <wp:posOffset>71516</wp:posOffset>
                </wp:positionH>
                <wp:positionV relativeFrom="paragraph">
                  <wp:posOffset>1858116</wp:posOffset>
                </wp:positionV>
                <wp:extent cx="2770701" cy="1321612"/>
                <wp:effectExtent l="19050" t="19050" r="29845" b="31115"/>
                <wp:wrapNone/>
                <wp:docPr id="1703907603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0701" cy="1321612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9FC548" id="正方形/長方形 8" o:spid="_x0000_s1026" style="position:absolute;margin-left:5.65pt;margin-top:146.3pt;width:218.15pt;height:104.0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" filled="f" strokecolor="yellow" strokeweight="4.5pt"/>
            </w:pict>
          </mc:Fallback>
        </mc:AlternateContent>
      </w:r>
      <w:r w:rsidR="00C823E7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96007" wp14:editId="76AF2A4C">
                <wp:simplePos x="0" y="0"/>
                <wp:positionH relativeFrom="margin">
                  <wp:align>center</wp:align>
                </wp:positionH>
                <wp:positionV relativeFrom="paragraph">
                  <wp:posOffset>1942150</wp:posOffset>
                </wp:positionV>
                <wp:extent cx="2540306" cy="1223783"/>
                <wp:effectExtent l="0" t="0" r="12700" b="14605"/>
                <wp:wrapNone/>
                <wp:docPr id="2027610229" name="Gree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306" cy="12237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14:paraId="7AC5307C" w14:textId="77777777" w:rsidR="00C823E7" w:rsidRPr="00C855A7" w:rsidRDefault="00C823E7" w:rsidP="00C823E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855A7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0"/>
                                <w:szCs w:val="20"/>
                              </w:rPr>
                              <w:t>このたび</w:t>
                            </w:r>
                            <w:r w:rsidRPr="00C855A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移転し</w:t>
                            </w:r>
                            <w:r w:rsidRPr="00C855A7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0"/>
                                <w:szCs w:val="20"/>
                              </w:rPr>
                              <w:t>ましたのでお知らせします。</w:t>
                            </w:r>
                          </w:p>
                          <w:p w14:paraId="79E20313" w14:textId="77777777" w:rsidR="00C823E7" w:rsidRPr="00D04E57" w:rsidRDefault="00C823E7" w:rsidP="00C823E7">
                            <w:pPr>
                              <w:rPr>
                                <w:rFonts w:ascii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平素より当店をごひいき預かりありがとうございます。</w:t>
                            </w:r>
                            <w:r w:rsidRPr="007639B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おかげさまで、お店を大きくできました。メニューも増え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、</w:t>
                            </w:r>
                            <w:r w:rsidRPr="007639B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スタッフ一同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より一層ご満足いただけるよう、精進して</w:t>
                            </w:r>
                            <w:r w:rsidRPr="007639B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お待ちしております。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近々のご来店をお待ちしております。</w:t>
                            </w:r>
                          </w:p>
                          <w:p w14:paraId="25CE72C0" w14:textId="77777777" w:rsidR="00A37364" w:rsidRPr="00A37364" w:rsidRDefault="00A37364" w:rsidP="00C823E7">
                            <w:pPr>
                              <w:rPr>
                                <w:rFonts w:ascii="ＭＳ 明朝" w:hAnsi="ＭＳ 明朝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96007" id="Greet" o:spid="_x0000_s1030" type="#_x0000_t202" style="position:absolute;left:0;text-align:left;margin-left:0;margin-top:152.95pt;width:200pt;height:96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" filled="f" stroked="f" strokeweight=".5pt">
                <v:textbox inset="0,0,0,0">
                  <w:txbxContent>
                    <w:p w14:paraId="7AC5307C" w14:textId="77777777" w:rsidR="00C823E7" w:rsidRPr="00C855A7" w:rsidRDefault="00C823E7" w:rsidP="00C823E7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0"/>
                          <w:szCs w:val="20"/>
                        </w:rPr>
                      </w:pPr>
                      <w:r w:rsidRPr="00C855A7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0"/>
                          <w:szCs w:val="20"/>
                        </w:rPr>
                        <w:t>このたび</w:t>
                      </w:r>
                      <w:r w:rsidRPr="00C855A7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0"/>
                          <w:szCs w:val="20"/>
                        </w:rPr>
                        <w:t>移転し</w:t>
                      </w:r>
                      <w:r w:rsidRPr="00C855A7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0"/>
                          <w:szCs w:val="20"/>
                        </w:rPr>
                        <w:t>ましたのでお知らせします。</w:t>
                      </w:r>
                    </w:p>
                    <w:p w14:paraId="79E20313" w14:textId="77777777" w:rsidR="00C823E7" w:rsidRPr="00D04E57" w:rsidRDefault="00C823E7" w:rsidP="00C823E7">
                      <w:pPr>
                        <w:rPr>
                          <w:rFonts w:ascii="ＭＳ 明朝" w:hAnsi="ＭＳ 明朝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0"/>
                          <w:szCs w:val="20"/>
                        </w:rPr>
                        <w:t>平素より当店をごひいき預かりありがとうございます。</w:t>
                      </w:r>
                      <w:r w:rsidRPr="007639B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0"/>
                          <w:szCs w:val="20"/>
                        </w:rPr>
                        <w:t>おかげさまで、お店を大きくできました。メニューも増え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0"/>
                          <w:szCs w:val="20"/>
                        </w:rPr>
                        <w:t>、</w:t>
                      </w:r>
                      <w:r w:rsidRPr="007639B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0"/>
                          <w:szCs w:val="20"/>
                        </w:rPr>
                        <w:t>スタッフ一同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0"/>
                          <w:szCs w:val="20"/>
                        </w:rPr>
                        <w:t>より一層ご満足いただけるよう、精進して</w:t>
                      </w:r>
                      <w:r w:rsidRPr="007639B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0"/>
                          <w:szCs w:val="20"/>
                        </w:rPr>
                        <w:t>お待ちしております。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0"/>
                          <w:szCs w:val="20"/>
                        </w:rPr>
                        <w:t>近々のご来店をお待ちしております。</w:t>
                      </w:r>
                    </w:p>
                    <w:p w14:paraId="25CE72C0" w14:textId="77777777" w:rsidR="00A37364" w:rsidRPr="00A37364" w:rsidRDefault="00A37364" w:rsidP="00C823E7">
                      <w:pPr>
                        <w:rPr>
                          <w:rFonts w:ascii="ＭＳ 明朝" w:hAnsi="ＭＳ 明朝"/>
                          <w:sz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823E7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38D854" wp14:editId="28582B75">
                <wp:simplePos x="0" y="0"/>
                <wp:positionH relativeFrom="column">
                  <wp:posOffset>870585</wp:posOffset>
                </wp:positionH>
                <wp:positionV relativeFrom="paragraph">
                  <wp:posOffset>1067325</wp:posOffset>
                </wp:positionV>
                <wp:extent cx="350954" cy="323134"/>
                <wp:effectExtent l="0" t="19050" r="30480" b="39370"/>
                <wp:wrapNone/>
                <wp:docPr id="1183450138" name="矢印: 右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954" cy="323134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108DF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7" o:spid="_x0000_s1026" type="#_x0000_t13" style="position:absolute;margin-left:68.55pt;margin-top:84.05pt;width:27.65pt;height:25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" adj="11656" fillcolor="yellow" strokecolor="red" strokeweight="1pt"/>
            </w:pict>
          </mc:Fallback>
        </mc:AlternateContent>
      </w:r>
      <w:r w:rsidR="00C823E7">
        <w:rPr>
          <w:noProof/>
          <w:sz w:val="2"/>
        </w:rPr>
        <w:drawing>
          <wp:anchor distT="0" distB="0" distL="114300" distR="114300" simplePos="0" relativeHeight="251665408" behindDoc="0" locked="0" layoutInCell="1" allowOverlap="1" wp14:anchorId="3DDA28BE" wp14:editId="116619E1">
            <wp:simplePos x="0" y="0"/>
            <wp:positionH relativeFrom="margin">
              <wp:align>right</wp:align>
            </wp:positionH>
            <wp:positionV relativeFrom="page">
              <wp:posOffset>1319530</wp:posOffset>
            </wp:positionV>
            <wp:extent cx="1527175" cy="850265"/>
            <wp:effectExtent l="0" t="0" r="0" b="6985"/>
            <wp:wrapNone/>
            <wp:docPr id="1079320882" name="Ill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320882" name="Illus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619" cy="850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23E7">
        <w:rPr>
          <w:noProof/>
          <w:sz w:val="2"/>
        </w:rPr>
        <w:drawing>
          <wp:anchor distT="0" distB="0" distL="114300" distR="114300" simplePos="0" relativeHeight="251656190" behindDoc="0" locked="0" layoutInCell="1" allowOverlap="1" wp14:anchorId="4014A7C1" wp14:editId="6EE63AAE">
            <wp:simplePos x="0" y="0"/>
            <wp:positionH relativeFrom="margin">
              <wp:align>left</wp:align>
            </wp:positionH>
            <wp:positionV relativeFrom="page">
              <wp:posOffset>1436518</wp:posOffset>
            </wp:positionV>
            <wp:extent cx="687519" cy="691585"/>
            <wp:effectExtent l="0" t="0" r="0" b="0"/>
            <wp:wrapNone/>
            <wp:docPr id="539600637" name="Ill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600637" name="Illus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519" cy="691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23E7">
        <w:rPr>
          <w:noProof/>
          <w:sz w:val="2"/>
        </w:rPr>
        <w:drawing>
          <wp:anchor distT="0" distB="0" distL="114300" distR="114300" simplePos="0" relativeHeight="251657215" behindDoc="0" locked="0" layoutInCell="1" allowOverlap="1" wp14:anchorId="4251A01F" wp14:editId="5F1CCCB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148156" cy="846601"/>
            <wp:effectExtent l="0" t="0" r="0" b="0"/>
            <wp:wrapNone/>
            <wp:docPr id="1812396526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396526" name="Logo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8156" cy="8466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364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 wp14:anchorId="4DC14AF3" wp14:editId="1477456E">
                <wp:simplePos x="0" y="0"/>
                <wp:positionH relativeFrom="column">
                  <wp:posOffset>179955</wp:posOffset>
                </wp:positionH>
                <wp:positionV relativeFrom="paragraph">
                  <wp:posOffset>250</wp:posOffset>
                </wp:positionV>
                <wp:extent cx="2520000" cy="2520000"/>
                <wp:effectExtent l="0" t="0" r="0" b="0"/>
                <wp:wrapNone/>
                <wp:docPr id="1847221366" name="Auto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252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8FFDD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  <a:tileRect/>
                        </a:gra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cap="flat" cmpd="sng" algn="ctr">
                              <a:solidFill>
                                <a:schemeClr val="accent1">
                                  <a:shade val="15000"/>
                                </a:schemeClr>
                              </a:solidFill>
                              <a:prstDash val="solid"/>
                              <a:miter lim="800000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5F9AC9" id="AutoShape" o:spid="_x0000_s1026" style="position:absolute;margin-left:14.15pt;margin-top:0;width:198.45pt;height:198.45pt;z-index:2516551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" fillcolor="#d8ffdd" stroked="f" strokecolor="#030e13 [484]" strokeweight="1pt">
                <v:fill rotate="t" focus="100%" type="gradient"/>
              </v:rect>
            </w:pict>
          </mc:Fallback>
        </mc:AlternateContent>
      </w:r>
    </w:p>
    <w:sectPr w:rsidR="00437456" w:rsidRPr="00A37364" w:rsidSect="00A37364">
      <w:pgSz w:w="5669" w:h="8391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693D2" w14:textId="77777777" w:rsidR="00A10E9D" w:rsidRDefault="00A10E9D" w:rsidP="008A33F6">
      <w:r>
        <w:separator/>
      </w:r>
    </w:p>
  </w:endnote>
  <w:endnote w:type="continuationSeparator" w:id="0">
    <w:p w14:paraId="09A09A2D" w14:textId="77777777" w:rsidR="00A10E9D" w:rsidRDefault="00A10E9D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A588B" w14:textId="77777777" w:rsidR="00A10E9D" w:rsidRDefault="00A10E9D" w:rsidP="008A33F6">
      <w:r>
        <w:separator/>
      </w:r>
    </w:p>
  </w:footnote>
  <w:footnote w:type="continuationSeparator" w:id="0">
    <w:p w14:paraId="135CD345" w14:textId="77777777" w:rsidR="00A10E9D" w:rsidRDefault="00A10E9D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364"/>
    <w:rsid w:val="00070D27"/>
    <w:rsid w:val="00077DB1"/>
    <w:rsid w:val="002E6EB7"/>
    <w:rsid w:val="003C7FF6"/>
    <w:rsid w:val="00437456"/>
    <w:rsid w:val="007865D9"/>
    <w:rsid w:val="008435BB"/>
    <w:rsid w:val="00855306"/>
    <w:rsid w:val="00883C01"/>
    <w:rsid w:val="00897E00"/>
    <w:rsid w:val="008A33F6"/>
    <w:rsid w:val="00A10E9D"/>
    <w:rsid w:val="00A302D5"/>
    <w:rsid w:val="00A37364"/>
    <w:rsid w:val="00AA7492"/>
    <w:rsid w:val="00B50C4B"/>
    <w:rsid w:val="00C60BE2"/>
    <w:rsid w:val="00C823E7"/>
    <w:rsid w:val="00E21115"/>
    <w:rsid w:val="00F1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2B81A9"/>
  <w15:chartTrackingRefBased/>
  <w15:docId w15:val="{7F970B03-1CDD-4458-813E-2AE92101A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36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A3736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73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736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736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7364"/>
    <w:pPr>
      <w:keepNext/>
      <w:keepLines/>
      <w:spacing w:before="80" w:after="4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7364"/>
    <w:pPr>
      <w:keepNext/>
      <w:keepLines/>
      <w:spacing w:before="80" w:after="4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7364"/>
    <w:pPr>
      <w:keepNext/>
      <w:keepLines/>
      <w:spacing w:before="80" w:after="4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7364"/>
    <w:pPr>
      <w:keepNext/>
      <w:keepLines/>
      <w:spacing w:before="80" w:after="4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7364"/>
    <w:pPr>
      <w:keepNext/>
      <w:keepLines/>
      <w:spacing w:before="80" w:after="4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373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3736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A373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37364"/>
    <w:rPr>
      <w:rFonts w:ascii="Century" w:eastAsia="ＭＳ 明朝" w:hAnsi="Century" w:cs="Times New Roman"/>
      <w:szCs w:val="24"/>
    </w:rPr>
  </w:style>
  <w:style w:type="character" w:customStyle="1" w:styleId="10">
    <w:name w:val="見出し 1 (文字)"/>
    <w:basedOn w:val="a0"/>
    <w:link w:val="1"/>
    <w:uiPriority w:val="9"/>
    <w:rsid w:val="00A3736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3736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3736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373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373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373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373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373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37364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A3736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表題 (文字)"/>
    <w:basedOn w:val="a0"/>
    <w:link w:val="a7"/>
    <w:uiPriority w:val="10"/>
    <w:rsid w:val="00A373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A3736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副題 (文字)"/>
    <w:basedOn w:val="a0"/>
    <w:link w:val="a9"/>
    <w:uiPriority w:val="11"/>
    <w:rsid w:val="00A3736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A373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A37364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A3736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3736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373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3736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37364"/>
    <w:rPr>
      <w:b/>
      <w:bCs/>
      <w:smallCaps/>
      <w:color w:val="0F4761" w:themeColor="accent1" w:themeShade="BF"/>
      <w:spacing w:val="5"/>
    </w:rPr>
  </w:style>
  <w:style w:type="paragraph" w:styleId="ae">
    <w:name w:val="Balloon Text"/>
    <w:basedOn w:val="a"/>
    <w:link w:val="af"/>
    <w:semiHidden/>
    <w:rsid w:val="00A37364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A3736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1</Words>
  <Characters>11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2025-01-20T06:46:00Z</dcterms:created>
  <dcterms:modified xsi:type="dcterms:W3CDTF">2025-04-08T00:28:00Z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rdType">
    <vt:i4>4</vt:i4>
  </property>
  <property fmtid="{D5CDD505-2E9C-101B-9397-08002B2CF9AE}" pid="3" name="Nengo">
    <vt:i4>1</vt:i4>
  </property>
  <property fmtid="{D5CDD505-2E9C-101B-9397-08002B2CF9AE}" pid="4" name="WizardSucceeded">
    <vt:i4>1</vt:i4>
  </property>
  <property fmtid="{D5CDD505-2E9C-101B-9397-08002B2CF9AE}" pid="5" name="Layout">
    <vt:i4>45</vt:i4>
  </property>
</Properties>
</file>