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55EB5" w14:textId="23722F7F" w:rsidR="0025621B" w:rsidRDefault="00086F2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9FF747" wp14:editId="7BD6D478">
                <wp:simplePos x="0" y="0"/>
                <wp:positionH relativeFrom="column">
                  <wp:posOffset>1248410</wp:posOffset>
                </wp:positionH>
                <wp:positionV relativeFrom="paragraph">
                  <wp:posOffset>975360</wp:posOffset>
                </wp:positionV>
                <wp:extent cx="922655" cy="3408947"/>
                <wp:effectExtent l="0" t="0" r="0" b="1270"/>
                <wp:wrapNone/>
                <wp:docPr id="23611107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655" cy="34089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658B7" w14:textId="165FAFA4" w:rsidR="00086F2D" w:rsidRPr="00086F2D" w:rsidRDefault="00377B6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安藤</w:t>
                            </w:r>
                            <w:r w:rsidR="00086F2D" w:rsidRPr="00086F2D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 xml:space="preserve">　幸子　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FF7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98.3pt;margin-top:76.8pt;width:72.65pt;height:26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" fillcolor="white [3201]" stroked="f" strokeweight=".5pt">
                <v:textbox style="layout-flow:vertical-ideographic">
                  <w:txbxContent>
                    <w:p w14:paraId="15B658B7" w14:textId="165FAFA4" w:rsidR="00086F2D" w:rsidRPr="00086F2D" w:rsidRDefault="00377B6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安藤</w:t>
                      </w:r>
                      <w:r w:rsidR="00086F2D" w:rsidRPr="00086F2D">
                        <w:rPr>
                          <w:rFonts w:hint="eastAsia"/>
                          <w:sz w:val="72"/>
                          <w:szCs w:val="72"/>
                        </w:rPr>
                        <w:t xml:space="preserve">　幸子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6EA8AE" wp14:editId="0345AC06">
                <wp:simplePos x="0" y="0"/>
                <wp:positionH relativeFrom="column">
                  <wp:posOffset>2438868</wp:posOffset>
                </wp:positionH>
                <wp:positionV relativeFrom="paragraph">
                  <wp:posOffset>726707</wp:posOffset>
                </wp:positionV>
                <wp:extent cx="585537" cy="3713748"/>
                <wp:effectExtent l="0" t="0" r="5080" b="1270"/>
                <wp:wrapNone/>
                <wp:docPr id="70081898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7" cy="37137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B91C4" w14:textId="4EE16EBD" w:rsidR="00086F2D" w:rsidRPr="00086F2D" w:rsidRDefault="00086F2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86F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調布市小島町３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の</w:t>
                            </w:r>
                            <w:r w:rsidRPr="00086F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２１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の</w:t>
                            </w:r>
                            <w:r w:rsidRPr="00086F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１００８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EA8AE" id="テキスト ボックス 3" o:spid="_x0000_s1027" type="#_x0000_t202" style="position:absolute;left:0;text-align:left;margin-left:192.05pt;margin-top:57.2pt;width:46.1pt;height:292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" fillcolor="white [3201]" stroked="f" strokeweight=".5pt">
                <v:textbox style="layout-flow:vertical-ideographic">
                  <w:txbxContent>
                    <w:p w14:paraId="1B9B91C4" w14:textId="4EE16EBD" w:rsidR="00086F2D" w:rsidRPr="00086F2D" w:rsidRDefault="00086F2D">
                      <w:pPr>
                        <w:rPr>
                          <w:sz w:val="36"/>
                          <w:szCs w:val="36"/>
                        </w:rPr>
                      </w:pPr>
                      <w:r w:rsidRPr="00086F2D">
                        <w:rPr>
                          <w:rFonts w:hint="eastAsia"/>
                          <w:sz w:val="36"/>
                          <w:szCs w:val="36"/>
                        </w:rPr>
                        <w:t>調布市小島町３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の</w:t>
                      </w:r>
                      <w:r w:rsidRPr="00086F2D">
                        <w:rPr>
                          <w:rFonts w:hint="eastAsia"/>
                          <w:sz w:val="36"/>
                          <w:szCs w:val="36"/>
                        </w:rPr>
                        <w:t>２１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の</w:t>
                      </w:r>
                      <w:r w:rsidRPr="00086F2D">
                        <w:rPr>
                          <w:rFonts w:hint="eastAsia"/>
                          <w:sz w:val="36"/>
                          <w:szCs w:val="36"/>
                        </w:rPr>
                        <w:t>１００８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3B289C" wp14:editId="39236B9A">
                <wp:simplePos x="0" y="0"/>
                <wp:positionH relativeFrom="column">
                  <wp:posOffset>1290721</wp:posOffset>
                </wp:positionH>
                <wp:positionV relativeFrom="paragraph">
                  <wp:posOffset>-50800</wp:posOffset>
                </wp:positionV>
                <wp:extent cx="1900990" cy="505327"/>
                <wp:effectExtent l="0" t="0" r="0" b="0"/>
                <wp:wrapNone/>
                <wp:docPr id="24505045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990" cy="5053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8F4560" w14:textId="3151C840" w:rsidR="00086F2D" w:rsidRPr="00086F2D" w:rsidRDefault="00086F2D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086F2D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000 0002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B289C" id="テキスト ボックス 2" o:spid="_x0000_s1028" type="#_x0000_t202" style="position:absolute;left:0;text-align:left;margin-left:101.65pt;margin-top:-4pt;width:149.7pt;height:39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" filled="f" stroked="f" strokeweight=".5pt">
                <v:textbox>
                  <w:txbxContent>
                    <w:p w14:paraId="158F4560" w14:textId="3151C840" w:rsidR="00086F2D" w:rsidRPr="00086F2D" w:rsidRDefault="00086F2D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086F2D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000 0002</w:t>
                      </w:r>
                    </w:p>
                  </w:txbxContent>
                </v:textbox>
              </v:shape>
            </w:pict>
          </mc:Fallback>
        </mc:AlternateContent>
      </w:r>
      <w:r w:rsidR="0025621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DCAEAE" wp14:editId="35DF85DD">
                <wp:simplePos x="0" y="0"/>
                <wp:positionH relativeFrom="margin">
                  <wp:align>right</wp:align>
                </wp:positionH>
                <wp:positionV relativeFrom="paragraph">
                  <wp:posOffset>15407</wp:posOffset>
                </wp:positionV>
                <wp:extent cx="1828800" cy="1828800"/>
                <wp:effectExtent l="0" t="0" r="0" b="0"/>
                <wp:wrapNone/>
                <wp:docPr id="1742093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DA637D" w14:textId="77777777" w:rsidR="0025621B" w:rsidRPr="005F5697" w:rsidRDefault="0025621B" w:rsidP="0025621B">
                            <w:pPr>
                              <w:rPr>
                                <w:rFonts w:ascii="HGS創英丸ﾎﾟｯﾌﾟ体" w:eastAsia="HGS創英丸ﾎﾟｯﾌﾟ体" w:hAnsi="ＭＳ 明朝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丸ﾎﾟｯﾌﾟ体" w:eastAsia="HGS創英丸ﾎﾟｯﾌﾟ体" w:hAnsi="ＭＳ 明朝"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若葉中56期</w:t>
                            </w:r>
                            <w:r w:rsidRPr="005F5697">
                              <w:rPr>
                                <w:rFonts w:ascii="HGS創英丸ﾎﾟｯﾌﾟ体" w:eastAsia="HGS創英丸ﾎﾟｯﾌﾟ体" w:hAnsi="ＭＳ 明朝" w:hint="eastAsia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同窓会のご案内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CAEAE" id="テキスト ボックス 1" o:spid="_x0000_s1029" type="#_x0000_t202" style="position:absolute;left:0;text-align:left;margin-left:92.8pt;margin-top:1.2pt;width:2in;height:2in;z-index:25167052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" filled="f" stroked="f">
                <v:textbox style="mso-fit-shape-to-text:t" inset="5.85pt,.7pt,5.85pt,.7pt">
                  <w:txbxContent>
                    <w:p w14:paraId="29DA637D" w14:textId="77777777" w:rsidR="0025621B" w:rsidRPr="005F5697" w:rsidRDefault="0025621B" w:rsidP="0025621B">
                      <w:pPr>
                        <w:rPr>
                          <w:rFonts w:ascii="HGS創英丸ﾎﾟｯﾌﾟ体" w:eastAsia="HGS創英丸ﾎﾟｯﾌﾟ体" w:hAnsi="ＭＳ 明朝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丸ﾎﾟｯﾌﾟ体" w:eastAsia="HGS創英丸ﾎﾟｯﾌﾟ体" w:hAnsi="ＭＳ 明朝"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若葉中56期</w:t>
                      </w:r>
                      <w:r w:rsidRPr="005F5697">
                        <w:rPr>
                          <w:rFonts w:ascii="HGS創英丸ﾎﾟｯﾌﾟ体" w:eastAsia="HGS創英丸ﾎﾟｯﾌﾟ体" w:hAnsi="ＭＳ 明朝" w:hint="eastAsia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同窓会のご案内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621B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02FAF2E0" wp14:editId="10A638A8">
                <wp:simplePos x="0" y="0"/>
                <wp:positionH relativeFrom="column">
                  <wp:posOffset>3633470</wp:posOffset>
                </wp:positionH>
                <wp:positionV relativeFrom="paragraph">
                  <wp:posOffset>2206859</wp:posOffset>
                </wp:positionV>
                <wp:extent cx="2798445" cy="1555750"/>
                <wp:effectExtent l="0" t="0" r="20955" b="25400"/>
                <wp:wrapNone/>
                <wp:docPr id="183528508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155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3E461B" id="正方形/長方形 1" o:spid="_x0000_s1026" style="position:absolute;left:0;text-align:left;margin-left:286.1pt;margin-top:173.75pt;width:220.35pt;height:122.5pt;z-index:2516674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" fillcolor="#4472c4 [3204]" strokecolor="#09101d [484]" strokeweight="1pt"/>
            </w:pict>
          </mc:Fallback>
        </mc:AlternateContent>
      </w:r>
      <w:r w:rsidR="0025621B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244AF0" wp14:editId="3F96AE3D">
                <wp:simplePos x="0" y="0"/>
                <wp:positionH relativeFrom="column">
                  <wp:posOffset>3497079</wp:posOffset>
                </wp:positionH>
                <wp:positionV relativeFrom="paragraph">
                  <wp:posOffset>592889</wp:posOffset>
                </wp:positionV>
                <wp:extent cx="3023870" cy="3913973"/>
                <wp:effectExtent l="0" t="0" r="0" b="0"/>
                <wp:wrapNone/>
                <wp:docPr id="1276777656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3913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FDDA0" w14:textId="77777777" w:rsidR="0025621B" w:rsidRDefault="0025621B" w:rsidP="0025621B">
                            <w:pPr>
                              <w:pStyle w:val="a9"/>
                            </w:pPr>
                            <w:r>
                              <w:rPr>
                                <w:rFonts w:hint="eastAsia"/>
                              </w:rPr>
                              <w:t>前略</w:t>
                            </w:r>
                          </w:p>
                          <w:p w14:paraId="19061420" w14:textId="7D9D0CF8" w:rsidR="0025621B" w:rsidRDefault="0025621B" w:rsidP="0025621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このたび、久しぶりに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若葉中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期の同窓会を下記の通り、開くことになりました。あっという間の</w:t>
                            </w:r>
                            <w:r w:rsidR="001D703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○○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/>
                              </w:rPr>
                              <w:t>年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間で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/>
                              </w:rPr>
                              <w:t>したが、お互いの近況などを心ゆくまで話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せれば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/>
                              </w:rPr>
                              <w:t>と思います。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皆さんお誘い合わせの上、ぜひ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/>
                              </w:rPr>
                              <w:t>ご出席</w:t>
                            </w:r>
                            <w:r w:rsidRPr="005F56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ください</w:t>
                            </w:r>
                          </w:p>
                          <w:p w14:paraId="193ED0AA" w14:textId="77777777" w:rsidR="0025621B" w:rsidRPr="00EC0FB5" w:rsidRDefault="0025621B" w:rsidP="0025621B"/>
                          <w:p w14:paraId="19D7D6B6" w14:textId="77777777" w:rsidR="0025621B" w:rsidRPr="005F5697" w:rsidRDefault="0025621B" w:rsidP="0025621B">
                            <w:pPr>
                              <w:pStyle w:val="ab"/>
                            </w:pPr>
                            <w:r>
                              <w:rPr>
                                <w:rFonts w:hint="eastAsia"/>
                              </w:rPr>
                              <w:t>草々</w:t>
                            </w:r>
                          </w:p>
                          <w:p w14:paraId="0854CC80" w14:textId="77777777" w:rsidR="0025621B" w:rsidRDefault="0025621B" w:rsidP="0025621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38360FCF" w14:textId="77777777" w:rsidR="0025621B" w:rsidRPr="000467B9" w:rsidRDefault="0025621B" w:rsidP="0025621B">
                            <w:pPr>
                              <w:spacing w:line="3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</w:p>
                          <w:p w14:paraId="0D0952B7" w14:textId="438960FA" w:rsidR="0025621B" w:rsidRPr="000467B9" w:rsidRDefault="0025621B" w:rsidP="0025621B">
                            <w:pPr>
                              <w:spacing w:line="380" w:lineRule="exact"/>
                              <w:ind w:firstLineChars="100" w:firstLine="1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日　時：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〇〇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月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○○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日（日）1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：00～18：30</w:t>
                            </w:r>
                          </w:p>
                          <w:p w14:paraId="39B6FA24" w14:textId="7F9D13FE" w:rsidR="0025621B" w:rsidRPr="000467B9" w:rsidRDefault="0025621B" w:rsidP="0025621B">
                            <w:pPr>
                              <w:spacing w:line="380" w:lineRule="exact"/>
                              <w:ind w:firstLineChars="100" w:firstLine="1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場　所：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新宿ホテル（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１階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バンケットルーム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  <w:p w14:paraId="3BA711BE" w14:textId="77777777" w:rsidR="0025621B" w:rsidRPr="000467B9" w:rsidRDefault="0025621B" w:rsidP="0025621B">
                            <w:pPr>
                              <w:spacing w:line="3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67B9">
                              <w:rPr>
                                <w:rFonts w:ascii="HG丸ｺﾞｼｯｸM-PRO" w:eastAsia="HG丸ｺﾞｼｯｸM-PRO" w:hAnsi="HG丸ｺﾞｼｯｸM-PRO" w:cs="Segoe UI Emoj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☎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：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043-xxx-xxxx</w:t>
                            </w:r>
                          </w:p>
                          <w:p w14:paraId="136077A0" w14:textId="44F49098" w:rsidR="0025621B" w:rsidRPr="000467B9" w:rsidRDefault="0025621B" w:rsidP="0025621B">
                            <w:pPr>
                              <w:spacing w:line="380" w:lineRule="exact"/>
                              <w:ind w:firstLineChars="100" w:firstLine="1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　費：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,000円</w:t>
                            </w:r>
                          </w:p>
                          <w:p w14:paraId="76D9E12E" w14:textId="754004E7" w:rsidR="0025621B" w:rsidRPr="000467B9" w:rsidRDefault="0025621B" w:rsidP="0025621B">
                            <w:pPr>
                              <w:spacing w:line="380" w:lineRule="exact"/>
                              <w:ind w:firstLineChars="100" w:firstLine="18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幹　事：</w:t>
                            </w:r>
                            <w:r w:rsidR="00D42B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安藤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幸子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（TEL：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04</w:t>
                            </w:r>
                            <w:r w:rsidR="00086F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-4xx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Pr="000467B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xx）</w:t>
                            </w:r>
                          </w:p>
                          <w:p w14:paraId="1FA09A6C" w14:textId="77777777" w:rsidR="0025621B" w:rsidRDefault="0025621B" w:rsidP="0025621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F6FB7F3" w14:textId="77777777" w:rsidR="00086F2D" w:rsidRDefault="00086F2D" w:rsidP="0025621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61224E24" w14:textId="516EF6AF" w:rsidR="00086F2D" w:rsidRPr="00086F2D" w:rsidRDefault="00086F2D" w:rsidP="00086F2D">
                            <w:pPr>
                              <w:pStyle w:val="ad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○○</w:t>
                            </w:r>
                            <w:r w:rsidRPr="00086F2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○○</w:t>
                            </w:r>
                            <w:r w:rsidRPr="00086F2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日までに返信願います。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44AF0" id="テキスト ボックス 13" o:spid="_x0000_s1030" type="#_x0000_t202" style="position:absolute;left:0;text-align:left;margin-left:275.35pt;margin-top:46.7pt;width:238.1pt;height:30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" filled="f" stroked="f">
                <v:textbox>
                  <w:txbxContent>
                    <w:p w14:paraId="1D9FDDA0" w14:textId="77777777" w:rsidR="0025621B" w:rsidRDefault="0025621B" w:rsidP="0025621B">
                      <w:pPr>
                        <w:pStyle w:val="a9"/>
                      </w:pPr>
                      <w:r>
                        <w:rPr>
                          <w:rFonts w:hint="eastAsia"/>
                        </w:rPr>
                        <w:t>前略</w:t>
                      </w:r>
                    </w:p>
                    <w:p w14:paraId="19061420" w14:textId="7D9D0CF8" w:rsidR="0025621B" w:rsidRDefault="0025621B" w:rsidP="0025621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このたび、久しぶりに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若葉中</w:t>
                      </w: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６</w:t>
                      </w: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期の同窓会を下記の通り、開くことになりました。あっという間の</w:t>
                      </w:r>
                      <w:r w:rsidR="001D7032">
                        <w:rPr>
                          <w:rFonts w:ascii="HG丸ｺﾞｼｯｸM-PRO" w:eastAsia="HG丸ｺﾞｼｯｸM-PRO" w:hAnsi="HG丸ｺﾞｼｯｸM-PRO" w:hint="eastAsia"/>
                        </w:rPr>
                        <w:t>○○</w:t>
                      </w:r>
                      <w:r w:rsidRPr="005F5697">
                        <w:rPr>
                          <w:rFonts w:ascii="HG丸ｺﾞｼｯｸM-PRO" w:eastAsia="HG丸ｺﾞｼｯｸM-PRO" w:hAnsi="HG丸ｺﾞｼｯｸM-PRO"/>
                        </w:rPr>
                        <w:t>年</w:t>
                      </w: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間で</w:t>
                      </w:r>
                      <w:r w:rsidRPr="005F5697">
                        <w:rPr>
                          <w:rFonts w:ascii="HG丸ｺﾞｼｯｸM-PRO" w:eastAsia="HG丸ｺﾞｼｯｸM-PRO" w:hAnsi="HG丸ｺﾞｼｯｸM-PRO"/>
                        </w:rPr>
                        <w:t>したが、お互いの近況などを心ゆくまで話</w:t>
                      </w: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せれば</w:t>
                      </w:r>
                      <w:r w:rsidRPr="005F5697">
                        <w:rPr>
                          <w:rFonts w:ascii="HG丸ｺﾞｼｯｸM-PRO" w:eastAsia="HG丸ｺﾞｼｯｸM-PRO" w:hAnsi="HG丸ｺﾞｼｯｸM-PRO"/>
                        </w:rPr>
                        <w:t>と思います。</w:t>
                      </w: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皆さんお誘い合わせの上、ぜひ</w:t>
                      </w:r>
                      <w:r w:rsidRPr="005F5697">
                        <w:rPr>
                          <w:rFonts w:ascii="HG丸ｺﾞｼｯｸM-PRO" w:eastAsia="HG丸ｺﾞｼｯｸM-PRO" w:hAnsi="HG丸ｺﾞｼｯｸM-PRO"/>
                        </w:rPr>
                        <w:t>ご出席</w:t>
                      </w:r>
                      <w:r w:rsidRPr="005F5697">
                        <w:rPr>
                          <w:rFonts w:ascii="HG丸ｺﾞｼｯｸM-PRO" w:eastAsia="HG丸ｺﾞｼｯｸM-PRO" w:hAnsi="HG丸ｺﾞｼｯｸM-PRO" w:hint="eastAsia"/>
                        </w:rPr>
                        <w:t>ください</w:t>
                      </w:r>
                    </w:p>
                    <w:p w14:paraId="193ED0AA" w14:textId="77777777" w:rsidR="0025621B" w:rsidRPr="00EC0FB5" w:rsidRDefault="0025621B" w:rsidP="0025621B"/>
                    <w:p w14:paraId="19D7D6B6" w14:textId="77777777" w:rsidR="0025621B" w:rsidRPr="005F5697" w:rsidRDefault="0025621B" w:rsidP="0025621B">
                      <w:pPr>
                        <w:pStyle w:val="ab"/>
                      </w:pPr>
                      <w:r>
                        <w:rPr>
                          <w:rFonts w:hint="eastAsia"/>
                        </w:rPr>
                        <w:t>草々</w:t>
                      </w:r>
                    </w:p>
                    <w:p w14:paraId="0854CC80" w14:textId="77777777" w:rsidR="0025621B" w:rsidRDefault="0025621B" w:rsidP="0025621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38360FCF" w14:textId="77777777" w:rsidR="0025621B" w:rsidRPr="000467B9" w:rsidRDefault="0025621B" w:rsidP="0025621B">
                      <w:pPr>
                        <w:spacing w:line="3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記</w:t>
                      </w:r>
                    </w:p>
                    <w:p w14:paraId="0D0952B7" w14:textId="438960FA" w:rsidR="0025621B" w:rsidRPr="000467B9" w:rsidRDefault="0025621B" w:rsidP="0025621B">
                      <w:pPr>
                        <w:spacing w:line="380" w:lineRule="exact"/>
                        <w:ind w:firstLineChars="100" w:firstLine="18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日　時：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〇〇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月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○○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日（日）1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：00～18：30</w:t>
                      </w:r>
                    </w:p>
                    <w:p w14:paraId="39B6FA24" w14:textId="7F9D13FE" w:rsidR="0025621B" w:rsidRPr="000467B9" w:rsidRDefault="0025621B" w:rsidP="0025621B">
                      <w:pPr>
                        <w:spacing w:line="380" w:lineRule="exact"/>
                        <w:ind w:firstLineChars="100" w:firstLine="18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場　所：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新宿ホテル（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１階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バンケットルーム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  <w:p w14:paraId="3BA711BE" w14:textId="77777777" w:rsidR="0025621B" w:rsidRPr="000467B9" w:rsidRDefault="0025621B" w:rsidP="0025621B">
                      <w:pPr>
                        <w:spacing w:line="3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67B9">
                        <w:rPr>
                          <w:rFonts w:ascii="HG丸ｺﾞｼｯｸM-PRO" w:eastAsia="HG丸ｺﾞｼｯｸM-PRO" w:hAnsi="HG丸ｺﾞｼｯｸM-PRO" w:cs="Segoe UI Emoj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☎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：</w:t>
                      </w:r>
                      <w:r w:rsidRPr="000467B9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043-xxx-xxxx</w:t>
                      </w:r>
                    </w:p>
                    <w:p w14:paraId="136077A0" w14:textId="44F49098" w:rsidR="0025621B" w:rsidRPr="000467B9" w:rsidRDefault="0025621B" w:rsidP="0025621B">
                      <w:pPr>
                        <w:spacing w:line="380" w:lineRule="exact"/>
                        <w:ind w:firstLineChars="100" w:firstLine="18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　費：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,000円</w:t>
                      </w:r>
                    </w:p>
                    <w:p w14:paraId="76D9E12E" w14:textId="754004E7" w:rsidR="0025621B" w:rsidRPr="000467B9" w:rsidRDefault="0025621B" w:rsidP="0025621B">
                      <w:pPr>
                        <w:spacing w:line="380" w:lineRule="exact"/>
                        <w:ind w:firstLineChars="100" w:firstLine="18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幹　事：</w:t>
                      </w:r>
                      <w:r w:rsidR="00D42BF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安藤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幸子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（TEL：</w:t>
                      </w:r>
                      <w:r w:rsidRPr="000467B9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04</w:t>
                      </w:r>
                      <w:r w:rsidR="00086F2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0467B9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-4xx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0467B9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Pr="000467B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18"/>
                          <w:szCs w:val="1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xx）</w:t>
                      </w:r>
                    </w:p>
                    <w:p w14:paraId="1FA09A6C" w14:textId="77777777" w:rsidR="0025621B" w:rsidRDefault="0025621B" w:rsidP="0025621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F6FB7F3" w14:textId="77777777" w:rsidR="00086F2D" w:rsidRDefault="00086F2D" w:rsidP="0025621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61224E24" w14:textId="516EF6AF" w:rsidR="00086F2D" w:rsidRPr="00086F2D" w:rsidRDefault="00086F2D" w:rsidP="00086F2D">
                      <w:pPr>
                        <w:pStyle w:val="ad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○○</w:t>
                      </w:r>
                      <w:r w:rsidRPr="00086F2D">
                        <w:rPr>
                          <w:rFonts w:ascii="HG丸ｺﾞｼｯｸM-PRO" w:eastAsia="HG丸ｺﾞｼｯｸM-PRO" w:hAnsi="HG丸ｺﾞｼｯｸM-PRO" w:hint="eastAsia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○○</w:t>
                      </w:r>
                      <w:r w:rsidRPr="00086F2D">
                        <w:rPr>
                          <w:rFonts w:ascii="HG丸ｺﾞｼｯｸM-PRO" w:eastAsia="HG丸ｺﾞｼｯｸM-PRO" w:hAnsi="HG丸ｺﾞｼｯｸM-PRO" w:hint="eastAsia"/>
                        </w:rPr>
                        <w:t>日までに返信願います。</w:t>
                      </w:r>
                    </w:p>
                  </w:txbxContent>
                </v:textbox>
              </v:shape>
            </w:pict>
          </mc:Fallback>
        </mc:AlternateContent>
      </w:r>
      <w:r w:rsidR="0025621B">
        <w:br w:type="page"/>
      </w:r>
    </w:p>
    <w:p w14:paraId="37CBB338" w14:textId="78BC150D" w:rsidR="00437456" w:rsidRDefault="002E2A67"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A74C27" wp14:editId="592141B8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5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6"/>
                            </w:tblGrid>
                            <w:tr w:rsidR="002E2A67" w14:paraId="35980E37" w14:textId="77777777" w:rsidTr="002E2A67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0" w:name="rcvName"/>
                                <w:p w14:paraId="46DE87D2" w14:textId="174DCBDC" w:rsidR="002E2A67" w:rsidRDefault="002E2A67" w:rsidP="002E2A67">
                                  <w:pPr>
                                    <w:pStyle w:val="R0"/>
                                  </w:pPr>
                                  <w:r w:rsidRPr="002E2A67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2E2A67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2E2A67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3951CF">
                                      <w:rPr>
                                        <w:noProof/>
                                      </w:rPr>
                                      <w:t>相川　薫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620D5C3A" w14:textId="77777777" w:rsidR="002E2A67" w:rsidRDefault="002E2A67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</w:tr>
                            <w:tr w:rsidR="002E2A67" w14:paraId="57D112CF" w14:textId="77777777" w:rsidTr="002E2A67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25661219" w14:textId="77777777" w:rsidR="002E2A67" w:rsidRDefault="002E2A67">
                                  <w:pPr>
                                    <w:pStyle w:val="R0"/>
                                    <w:jc w:val="center"/>
                                  </w:pPr>
                                  <w:bookmarkStart w:id="2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0ACB8537" w14:textId="77777777" w:rsidR="002E2A67" w:rsidRDefault="002E2A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74C27" id="テキスト ボックス 17" o:spid="_x0000_s1031" type="#_x0000_t202" style="position:absolute;left:0;text-align:left;margin-left:68pt;margin-top:51.05pt;width:90.65pt;height:30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6"/>
                      </w:tblGrid>
                      <w:tr w:rsidR="002E2A67" w14:paraId="35980E37" w14:textId="77777777" w:rsidTr="002E2A67">
                        <w:trPr>
                          <w:cantSplit/>
                          <w:trHeight w:val="4962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3" w:name="rcvName"/>
                          <w:p w14:paraId="46DE87D2" w14:textId="174DCBDC" w:rsidR="002E2A67" w:rsidRDefault="002E2A67" w:rsidP="002E2A67">
                            <w:pPr>
                              <w:pStyle w:val="R0"/>
                            </w:pPr>
                            <w:r w:rsidRPr="002E2A67">
                              <w:rPr>
                                <w:sz w:val="34"/>
                              </w:rPr>
                              <w:fldChar w:fldCharType="begin"/>
                            </w:r>
                            <w:r w:rsidRPr="002E2A67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2E2A67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3951CF">
                                <w:rPr>
                                  <w:noProof/>
                                </w:rPr>
                                <w:t>相川　薫</w:t>
                              </w:r>
                            </w:fldSimple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end"/>
                            </w:r>
                          </w:p>
                          <w:p w14:paraId="620D5C3A" w14:textId="77777777" w:rsidR="002E2A67" w:rsidRDefault="002E2A67">
                            <w:pPr>
                              <w:pStyle w:val="R0"/>
                              <w:jc w:val="right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</w:tr>
                      <w:tr w:rsidR="002E2A67" w14:paraId="57D112CF" w14:textId="77777777" w:rsidTr="002E2A67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25661219" w14:textId="77777777" w:rsidR="002E2A67" w:rsidRDefault="002E2A67">
                            <w:pPr>
                              <w:pStyle w:val="R0"/>
                              <w:jc w:val="center"/>
                            </w:pPr>
                            <w:bookmarkStart w:id="5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5"/>
                          </w:p>
                        </w:tc>
                      </w:tr>
                    </w:tbl>
                    <w:p w14:paraId="0ACB8537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E3099B" wp14:editId="7FF4705F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1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2E2A67" w14:paraId="1A24689B" w14:textId="77777777" w:rsidTr="002E2A67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6" w:name="rcvAddress" w:colFirst="0" w:colLast="0"/>
                                <w:p w14:paraId="03F7EE9E" w14:textId="75333841" w:rsidR="002E2A67" w:rsidRDefault="002E2A67" w:rsidP="002E2A67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3951CF">
                                    <w:rPr>
                                      <w:noProof/>
                                    </w:rPr>
                                    <w:t>調布市入間町三-二-五二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5989E509" w14:textId="6E4B58D8" w:rsidR="002E2A67" w:rsidRDefault="002E2A67" w:rsidP="002E2A67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6"/>
                          </w:tbl>
                          <w:p w14:paraId="01CDD017" w14:textId="77777777" w:rsidR="002E2A67" w:rsidRDefault="002E2A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3099B" id="テキスト ボックス 16" o:spid="_x0000_s1032" type="#_x0000_t202" style="position:absolute;left:0;text-align:left;margin-left:190.7pt;margin-top:51.05pt;width:52.6pt;height:29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2E2A67" w14:paraId="1A24689B" w14:textId="77777777" w:rsidTr="002E2A67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7" w:name="rcvAddress" w:colFirst="0" w:colLast="0"/>
                          <w:p w14:paraId="03F7EE9E" w14:textId="75333841" w:rsidR="002E2A67" w:rsidRDefault="002E2A67" w:rsidP="002E2A67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3951CF">
                              <w:rPr>
                                <w:noProof/>
                              </w:rPr>
                              <w:t>調布市入間町三-二-五二</w:t>
                            </w:r>
                            <w:r>
                              <w:fldChar w:fldCharType="end"/>
                            </w:r>
                          </w:p>
                          <w:p w14:paraId="5989E509" w14:textId="6E4B58D8" w:rsidR="002E2A67" w:rsidRDefault="002E2A67" w:rsidP="002E2A67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7"/>
                    </w:tbl>
                    <w:p w14:paraId="01CDD017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87F075" wp14:editId="7D20B3C2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50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2E2A67" w14:paraId="5001BD56" w14:textId="77777777" w:rsidTr="002E2A67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349194AF" w14:textId="77777777" w:rsidR="002E2A67" w:rsidRDefault="002E2A67" w:rsidP="002E2A67">
                                  <w:pPr>
                                    <w:pStyle w:val="S3"/>
                                  </w:pPr>
                                  <w:bookmarkStart w:id="8" w:name="sndAddress" w:colFirst="0" w:colLast="0"/>
                                </w:p>
                              </w:tc>
                            </w:tr>
                            <w:bookmarkEnd w:id="8"/>
                          </w:tbl>
                          <w:p w14:paraId="6DC97C2F" w14:textId="77777777" w:rsidR="002E2A67" w:rsidRDefault="002E2A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7F075" id="テキスト ボックス 18" o:spid="_x0000_s1033" type="#_x0000_t202" style="position:absolute;left:0;text-align:left;margin-left:-14pt;margin-top:191.35pt;width:87.4pt;height:16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2E2A67" w14:paraId="5001BD56" w14:textId="77777777" w:rsidTr="002E2A67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349194AF" w14:textId="77777777" w:rsidR="002E2A67" w:rsidRDefault="002E2A67" w:rsidP="002E2A67">
                            <w:pPr>
                              <w:pStyle w:val="S3"/>
                            </w:pPr>
                            <w:bookmarkStart w:id="9" w:name="sndAddress" w:colFirst="0" w:colLast="0"/>
                          </w:p>
                        </w:tc>
                      </w:tr>
                      <w:bookmarkEnd w:id="9"/>
                    </w:tbl>
                    <w:p w14:paraId="6DC97C2F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D11F5" wp14:editId="26C6E735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49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2E2A67" w14:paraId="3F1EEDB3" w14:textId="77777777" w:rsidTr="002E2A67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5F223A2E" w14:textId="77777777" w:rsidR="002E2A67" w:rsidRPr="002E2A67" w:rsidRDefault="002E2A67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0" w:name="sndZipC" w:colFirst="0" w:colLast="0"/>
                                </w:p>
                              </w:tc>
                            </w:tr>
                            <w:bookmarkEnd w:id="10"/>
                          </w:tbl>
                          <w:p w14:paraId="2091B097" w14:textId="77777777" w:rsidR="002E2A67" w:rsidRDefault="002E2A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D11F5" id="テキスト ボックス 20" o:spid="_x0000_s1034" type="#_x0000_t202" style="position:absolute;left:0;text-align:left;margin-left:-13.15pt;margin-top:177.75pt;width:87.4pt;height: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2E2A67" w14:paraId="3F1EEDB3" w14:textId="77777777" w:rsidTr="002E2A67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5F223A2E" w14:textId="77777777" w:rsidR="002E2A67" w:rsidRPr="002E2A67" w:rsidRDefault="002E2A67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1" w:name="sndZipC" w:colFirst="0" w:colLast="0"/>
                          </w:p>
                        </w:tc>
                      </w:tr>
                      <w:bookmarkEnd w:id="11"/>
                    </w:tbl>
                    <w:p w14:paraId="2091B097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091C1" wp14:editId="2604671E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4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7"/>
                            </w:tblGrid>
                            <w:tr w:rsidR="002E2A67" w14:paraId="7E443E24" w14:textId="77777777" w:rsidTr="002E2A67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2" w:name="rcvOffice" w:colFirst="0" w:colLast="0"/>
                                <w:p w14:paraId="27E2553B" w14:textId="174B7B18" w:rsidR="002E2A67" w:rsidRDefault="002E2A67" w:rsidP="002E2A67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30EC8F5A" w14:textId="263A893E" w:rsidR="002E2A67" w:rsidRDefault="002E2A67" w:rsidP="002E2A67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</w:tbl>
                          <w:p w14:paraId="1B10F21A" w14:textId="77777777" w:rsidR="002E2A67" w:rsidRDefault="002E2A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091C1" id="テキスト ボックス 19" o:spid="_x0000_s1035" type="#_x0000_t202" style="position:absolute;left:0;text-align:left;margin-left:151.55pt;margin-top:51.05pt;width:45.6pt;height:2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7"/>
                      </w:tblGrid>
                      <w:tr w:rsidR="002E2A67" w14:paraId="7E443E24" w14:textId="77777777" w:rsidTr="002E2A67">
                        <w:trPr>
                          <w:cantSplit/>
                          <w:trHeight w:val="5954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3" w:name="rcvOffice" w:colFirst="0" w:colLast="0"/>
                          <w:p w14:paraId="27E2553B" w14:textId="174B7B18" w:rsidR="002E2A67" w:rsidRDefault="002E2A67" w:rsidP="002E2A67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14:paraId="30EC8F5A" w14:textId="263A893E" w:rsidR="002E2A67" w:rsidRDefault="002E2A67" w:rsidP="002E2A67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3"/>
                    </w:tbl>
                    <w:p w14:paraId="1B10F21A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4A0C0" wp14:editId="70C797B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2E2A67" w14:paraId="36994B35" w14:textId="77777777" w:rsidTr="002E2A67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4" w:name="rcvZipA" w:colFirst="0" w:colLast="0"/>
                                <w:bookmarkStart w:id="15" w:name="rcvZipB" w:colFirst="1" w:colLast="1"/>
                                <w:p w14:paraId="3996D433" w14:textId="1B67DFAC" w:rsidR="002E2A67" w:rsidRPr="002E2A67" w:rsidRDefault="002E2A67" w:rsidP="002E2A67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2E2A67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3951CF">
                                    <w:rPr>
                                      <w:rFonts w:ascii="OCRB"/>
                                      <w:noProof/>
                                    </w:rPr>
                                    <w:t>000-0000</w: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6A576A63" w14:textId="7E86CBA8" w:rsidR="002E2A67" w:rsidRPr="002E2A67" w:rsidRDefault="002E2A67" w:rsidP="002E2A67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2E2A67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3951CF">
                                    <w:rPr>
                                      <w:rFonts w:ascii="OCRB"/>
                                      <w:noProof/>
                                    </w:rPr>
                                    <w:t>000-0000</w:t>
                                  </w:r>
                                  <w:r w:rsidRPr="002E2A67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4"/>
                            <w:bookmarkEnd w:id="15"/>
                          </w:tbl>
                          <w:p w14:paraId="31E6F1AB" w14:textId="77777777" w:rsidR="002E2A67" w:rsidRDefault="002E2A6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4A0C0" id="テキスト ボックス 14" o:spid="_x0000_s1036" type="#_x0000_t202" style="position:absolute;left:0;text-align:left;margin-left:98pt;margin-top:-4.25pt;width:150.6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2E2A67" w14:paraId="36994B35" w14:textId="77777777" w:rsidTr="002E2A67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6" w:name="rcvZipA" w:colFirst="0" w:colLast="0"/>
                          <w:bookmarkStart w:id="17" w:name="rcvZipB" w:colFirst="1" w:colLast="1"/>
                          <w:p w14:paraId="3996D433" w14:textId="1B67DFAC" w:rsidR="002E2A67" w:rsidRPr="002E2A67" w:rsidRDefault="002E2A67" w:rsidP="002E2A67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2E2A67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E2A67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E2A67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E2A67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E2A67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3951CF">
                              <w:rPr>
                                <w:rFonts w:ascii="OCRB"/>
                                <w:noProof/>
                              </w:rPr>
                              <w:t>000-0000</w:t>
                            </w:r>
                            <w:r w:rsidRPr="002E2A67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6A576A63" w14:textId="7E86CBA8" w:rsidR="002E2A67" w:rsidRPr="002E2A67" w:rsidRDefault="002E2A67" w:rsidP="002E2A67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2E2A67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E2A67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E2A67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E2A67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E2A67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3951CF">
                              <w:rPr>
                                <w:rFonts w:ascii="OCRB"/>
                                <w:noProof/>
                              </w:rPr>
                              <w:t>000-0000</w:t>
                            </w:r>
                            <w:r w:rsidRPr="002E2A67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6"/>
                      <w:bookmarkEnd w:id="17"/>
                    </w:tbl>
                    <w:p w14:paraId="31E6F1AB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149A54" wp14:editId="7F7CB278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6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0"/>
                              <w:gridCol w:w="820"/>
                            </w:tblGrid>
                            <w:tr w:rsidR="002E2A67" w14:paraId="7130F1FF" w14:textId="77777777" w:rsidTr="002E2A67">
                              <w:trPr>
                                <w:trHeight w:val="479"/>
                              </w:trPr>
                              <w:tc>
                                <w:tcPr>
                                  <w:tcW w:w="600" w:type="dxa"/>
                                </w:tcPr>
                                <w:p w14:paraId="28EC595D" w14:textId="3B063111" w:rsidR="002E2A67" w:rsidRDefault="002E2A67" w:rsidP="002E2A67">
                                  <w:pPr>
                                    <w:pStyle w:val="SA"/>
                                  </w:pPr>
                                  <w:bookmarkStart w:id="18" w:name="sndZipColumn" w:colFirst="0" w:colLast="1"/>
                                  <w:bookmarkStart w:id="19" w:name="sndZipA" w:colFirst="0" w:colLast="0"/>
                                  <w:bookmarkStart w:id="20" w:name="sndZipB" w:colFirst="1" w:colLast="1"/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 w14:paraId="0E2D0BF8" w14:textId="42600A84" w:rsidR="002E2A67" w:rsidRDefault="002E2A67" w:rsidP="002E2A67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8"/>
                            <w:bookmarkEnd w:id="19"/>
                            <w:bookmarkEnd w:id="20"/>
                          </w:tbl>
                          <w:p w14:paraId="7DC0B9B8" w14:textId="77777777" w:rsidR="002E2A67" w:rsidRDefault="002E2A67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49A54" id="テキスト ボックス 15" o:spid="_x0000_s1037" type="#_x0000_t202" style="position:absolute;left:0;text-align:left;margin-left:-16.85pt;margin-top:357.5pt;width:99.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mB4wEAAKE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0"/>
                        <w:gridCol w:w="820"/>
                      </w:tblGrid>
                      <w:tr w:rsidR="002E2A67" w14:paraId="7130F1FF" w14:textId="77777777" w:rsidTr="002E2A67">
                        <w:trPr>
                          <w:trHeight w:val="479"/>
                        </w:trPr>
                        <w:tc>
                          <w:tcPr>
                            <w:tcW w:w="600" w:type="dxa"/>
                          </w:tcPr>
                          <w:p w14:paraId="28EC595D" w14:textId="3B063111" w:rsidR="002E2A67" w:rsidRDefault="002E2A67" w:rsidP="002E2A67">
                            <w:pPr>
                              <w:pStyle w:val="SA"/>
                            </w:pPr>
                            <w:bookmarkStart w:id="21" w:name="sndZipColumn" w:colFirst="0" w:colLast="1"/>
                            <w:bookmarkStart w:id="22" w:name="sndZipA" w:colFirst="0" w:colLast="0"/>
                            <w:bookmarkStart w:id="23" w:name="sndZipB" w:colFirst="1" w:colLast="1"/>
                          </w:p>
                        </w:tc>
                        <w:tc>
                          <w:tcPr>
                            <w:tcW w:w="820" w:type="dxa"/>
                          </w:tcPr>
                          <w:p w14:paraId="0E2D0BF8" w14:textId="42600A84" w:rsidR="002E2A67" w:rsidRDefault="002E2A67" w:rsidP="002E2A67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1"/>
                      <w:bookmarkEnd w:id="22"/>
                      <w:bookmarkEnd w:id="23"/>
                    </w:tbl>
                    <w:p w14:paraId="7DC0B9B8" w14:textId="77777777" w:rsidR="002E2A67" w:rsidRDefault="002E2A67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6056B" wp14:editId="0DDF9F30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45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2B799" w14:textId="77777777" w:rsidR="0025621B" w:rsidRDefault="0025621B" w:rsidP="002E2A6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  <w:p w14:paraId="0C0B3485" w14:textId="7828B488" w:rsidR="002E2A67" w:rsidRDefault="002E2A67" w:rsidP="002E2A6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いずれかに〇をつけて返信ください。</w:t>
                            </w:r>
                          </w:p>
                          <w:p w14:paraId="52D58FDB" w14:textId="77777777" w:rsidR="002E2A67" w:rsidRDefault="002E2A67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  <w:p w14:paraId="29B40571" w14:textId="6B99B093" w:rsidR="002E2A67" w:rsidRPr="002E2A67" w:rsidRDefault="002E2A67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ご出席・ご欠席</w:t>
                            </w:r>
                          </w:p>
                          <w:p w14:paraId="6935AD13" w14:textId="77777777" w:rsidR="002E2A67" w:rsidRDefault="002E2A67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  <w:p w14:paraId="2D5D00D0" w14:textId="0257A82F" w:rsidR="002E2A67" w:rsidRPr="002E2A67" w:rsidRDefault="002E2A67" w:rsidP="002E2A67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ご芳名</w:t>
                            </w:r>
                          </w:p>
                          <w:p w14:paraId="4285A19E" w14:textId="44D38D20" w:rsidR="002E2A67" w:rsidRPr="002E2A67" w:rsidRDefault="002E2A67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14:paraId="78586E02" w14:textId="614EC7A2" w:rsidR="002E2A67" w:rsidRPr="002E2A67" w:rsidRDefault="002E2A67" w:rsidP="002E2A67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ご住所</w:t>
                            </w:r>
                          </w:p>
                          <w:p w14:paraId="06737115" w14:textId="7ABCD38A" w:rsidR="002E2A67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〒</w:t>
                            </w: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41CFED9C" w14:textId="12507FD1" w:rsidR="002E2A67" w:rsidRPr="0025621B" w:rsidRDefault="002E2A67" w:rsidP="002E2A67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5621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　　　　　　　　　　　　</w:t>
                            </w:r>
                          </w:p>
                          <w:p w14:paraId="11A99649" w14:textId="2D98A5A8" w:rsidR="002E2A67" w:rsidRPr="002E2A67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E2A6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お電話</w:t>
                            </w:r>
                          </w:p>
                          <w:p w14:paraId="36845813" w14:textId="3A8E975C" w:rsidR="002E2A67" w:rsidRPr="0025621B" w:rsidRDefault="002E2A67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5621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14:paraId="4E2F5B7D" w14:textId="77777777" w:rsidR="002E2A67" w:rsidRDefault="002E2A67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  <w:p w14:paraId="64E852F6" w14:textId="339FF587" w:rsidR="002E2A67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よろしければ近況をお知らせください</w:t>
                            </w:r>
                          </w:p>
                          <w:p w14:paraId="4B4A0946" w14:textId="4646CB95" w:rsidR="002E2A67" w:rsidRPr="0025621B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5621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</w:p>
                          <w:p w14:paraId="16B1310B" w14:textId="3F7279EC" w:rsidR="002E2A67" w:rsidRPr="0025621B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5621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</w:p>
                          <w:p w14:paraId="407F6422" w14:textId="69EBF16C" w:rsidR="002E2A67" w:rsidRPr="0025621B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5621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</w:p>
                          <w:p w14:paraId="5426B154" w14:textId="6B6DBCFA" w:rsidR="002E2A67" w:rsidRPr="0025621B" w:rsidRDefault="002E2A67" w:rsidP="0025621B">
                            <w:pPr>
                              <w:spacing w:afterLines="50" w:after="1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  <w:u w:val="single"/>
                              </w:rPr>
                            </w:pPr>
                            <w:r w:rsidRPr="0025621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6056B" id="_x0000_s1038" type="#_x0000_t202" style="position:absolute;left:0;text-align:left;margin-left:284.05pt;margin-top:1.05pt;width:238.1pt;height:3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" filled="f" stroked="f">
                <v:textbox>
                  <w:txbxContent>
                    <w:p w14:paraId="4CA2B799" w14:textId="77777777" w:rsidR="0025621B" w:rsidRDefault="0025621B" w:rsidP="002E2A6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  <w:p w14:paraId="0C0B3485" w14:textId="7828B488" w:rsidR="002E2A67" w:rsidRDefault="002E2A67" w:rsidP="002E2A6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いずれかに〇をつけて返信ください。</w:t>
                      </w:r>
                    </w:p>
                    <w:p w14:paraId="52D58FDB" w14:textId="77777777" w:rsidR="002E2A67" w:rsidRDefault="002E2A67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  <w:p w14:paraId="29B40571" w14:textId="6B99B093" w:rsidR="002E2A67" w:rsidRPr="002E2A67" w:rsidRDefault="002E2A67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ご出席・ご欠席</w:t>
                      </w:r>
                    </w:p>
                    <w:p w14:paraId="6935AD13" w14:textId="77777777" w:rsidR="002E2A67" w:rsidRDefault="002E2A67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  <w:p w14:paraId="2D5D00D0" w14:textId="0257A82F" w:rsidR="002E2A67" w:rsidRPr="002E2A67" w:rsidRDefault="002E2A67" w:rsidP="002E2A67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ご芳名</w:t>
                      </w:r>
                    </w:p>
                    <w:p w14:paraId="4285A19E" w14:textId="44D38D20" w:rsidR="002E2A67" w:rsidRPr="002E2A67" w:rsidRDefault="002E2A67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　　　　　　　　</w:t>
                      </w:r>
                    </w:p>
                    <w:p w14:paraId="78586E02" w14:textId="614EC7A2" w:rsidR="002E2A67" w:rsidRPr="002E2A67" w:rsidRDefault="002E2A67" w:rsidP="002E2A67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ご住所</w:t>
                      </w:r>
                    </w:p>
                    <w:p w14:paraId="06737115" w14:textId="7ABCD38A" w:rsidR="002E2A67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〒</w:t>
                      </w: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</w:t>
                      </w:r>
                    </w:p>
                    <w:p w14:paraId="41CFED9C" w14:textId="12507FD1" w:rsidR="002E2A67" w:rsidRPr="0025621B" w:rsidRDefault="002E2A67" w:rsidP="002E2A67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5621B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　　　　　　　　　　　　</w:t>
                      </w:r>
                    </w:p>
                    <w:p w14:paraId="11A99649" w14:textId="2D98A5A8" w:rsidR="002E2A67" w:rsidRPr="002E2A67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E2A67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お電話</w:t>
                      </w:r>
                    </w:p>
                    <w:p w14:paraId="36845813" w14:textId="3A8E975C" w:rsidR="002E2A67" w:rsidRPr="0025621B" w:rsidRDefault="002E2A67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5621B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</w:t>
                      </w:r>
                    </w:p>
                    <w:p w14:paraId="4E2F5B7D" w14:textId="77777777" w:rsidR="002E2A67" w:rsidRDefault="002E2A67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  <w:p w14:paraId="64E852F6" w14:textId="339FF587" w:rsidR="002E2A67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よろしければ近況をお知らせください</w:t>
                      </w:r>
                    </w:p>
                    <w:p w14:paraId="4B4A0946" w14:textId="4646CB95" w:rsidR="002E2A67" w:rsidRPr="0025621B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5621B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　　　　　　　　　　　</w:t>
                      </w:r>
                    </w:p>
                    <w:p w14:paraId="16B1310B" w14:textId="3F7279EC" w:rsidR="002E2A67" w:rsidRPr="0025621B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5621B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　　　　　　　　　　　</w:t>
                      </w:r>
                    </w:p>
                    <w:p w14:paraId="407F6422" w14:textId="69EBF16C" w:rsidR="002E2A67" w:rsidRPr="0025621B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5621B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　　　　　　　　　　　</w:t>
                      </w:r>
                    </w:p>
                    <w:p w14:paraId="5426B154" w14:textId="6B6DBCFA" w:rsidR="002E2A67" w:rsidRPr="0025621B" w:rsidRDefault="002E2A67" w:rsidP="0025621B">
                      <w:pPr>
                        <w:spacing w:afterLines="50" w:after="120"/>
                        <w:rPr>
                          <w:rFonts w:ascii="HG丸ｺﾞｼｯｸM-PRO" w:eastAsia="HG丸ｺﾞｼｯｸM-PRO" w:hAnsi="HG丸ｺﾞｼｯｸM-PRO"/>
                          <w:szCs w:val="21"/>
                          <w:u w:val="single"/>
                        </w:rPr>
                      </w:pPr>
                      <w:r w:rsidRPr="0025621B">
                        <w:rPr>
                          <w:rFonts w:ascii="HG丸ｺﾞｼｯｸM-PRO" w:eastAsia="HG丸ｺﾞｼｯｸM-PRO" w:hAnsi="HG丸ｺﾞｼｯｸM-PRO" w:hint="eastAsia"/>
                          <w:szCs w:val="21"/>
                          <w:u w:val="single"/>
                        </w:rPr>
                        <w:t xml:space="preserve">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7456" w:rsidSect="0025621B">
      <w:headerReference w:type="default" r:id="rId7"/>
      <w:pgSz w:w="11339" w:h="8391"/>
      <w:pgMar w:top="624" w:right="454" w:bottom="113" w:left="454" w:header="0" w:footer="0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BE56A" w14:textId="77777777" w:rsidR="002E2A67" w:rsidRDefault="002E2A67" w:rsidP="008A33F6">
      <w:r>
        <w:separator/>
      </w:r>
    </w:p>
  </w:endnote>
  <w:endnote w:type="continuationSeparator" w:id="0">
    <w:p w14:paraId="1EE2643D" w14:textId="77777777" w:rsidR="002E2A67" w:rsidRDefault="002E2A67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行書体B04">
    <w:altName w:val="游ゴシック"/>
    <w:charset w:val="80"/>
    <w:family w:val="script"/>
    <w:pitch w:val="fixed"/>
    <w:sig w:usb0="80000283" w:usb1="28C76CFA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丸ﾎﾟｯﾌﾟ体">
    <w:altName w:val="游ゴシック"/>
    <w:charset w:val="80"/>
    <w:family w:val="modern"/>
    <w:pitch w:val="variable"/>
    <w:sig w:usb0="80000281" w:usb1="28C76CF8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BA884" w14:textId="77777777" w:rsidR="002E2A67" w:rsidRDefault="002E2A67" w:rsidP="008A33F6">
      <w:r>
        <w:separator/>
      </w:r>
    </w:p>
  </w:footnote>
  <w:footnote w:type="continuationSeparator" w:id="0">
    <w:p w14:paraId="767FF655" w14:textId="77777777" w:rsidR="002E2A67" w:rsidRDefault="002E2A67" w:rsidP="008A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9145" w14:textId="77777777" w:rsidR="002E2A67" w:rsidRDefault="002E2A67">
    <w:pPr>
      <w:pStyle w:val="a3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DB2BF7" wp14:editId="6D3289D4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42EE1" w14:textId="77777777" w:rsidR="002E2A67" w:rsidRDefault="002E2A67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6A59E816" wp14:editId="16297567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B2BF7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" o:allowincell="f" stroked="f">
              <v:textbox>
                <w:txbxContent>
                  <w:p w14:paraId="61242EE1" w14:textId="77777777" w:rsidR="002E2A67" w:rsidRDefault="002E2A67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6A59E816" wp14:editId="16297567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3F02"/>
    <w:multiLevelType w:val="hybridMultilevel"/>
    <w:tmpl w:val="8EC8F176"/>
    <w:lvl w:ilvl="0" w:tplc="680E758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97187064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2093779655"/>
  </wne:recipientData>
  <wne:recipientData>
    <wne:active wne:val="1"/>
    <wne:hash wne:val="452715660"/>
  </wne:recipientData>
  <wne:recipientData>
    <wne:active wne:val="0"/>
    <wne:hash wne:val="-575477312"/>
  </wne:recipientData>
  <wne:recipientData>
    <wne:active wne:val="1"/>
    <wne:hash wne:val="-813481413"/>
  </wne:recipientData>
  <wne:recipientData>
    <wne:active wne:val="1"/>
    <wne:hash wne:val="1547519461"/>
  </wne:recipientData>
  <wne:recipientData>
    <wne:active wne:val="1"/>
    <wne:hash wne:val="-786856505"/>
  </wne:recipientData>
  <wne:recipientData>
    <wne:active wne:val="1"/>
    <wne:hash wne:val="1732348124"/>
  </wne:recipientData>
  <wne:recipientData>
    <wne:active wne:val="1"/>
    <wne:hash wne:val="-1201232638"/>
  </wne:recipientData>
  <wne:recipientData>
    <wne:active wne:val="1"/>
    <wne:hash wne:val="-1445074809"/>
  </wne:recipientData>
  <wne:recipientData>
    <wne:active wne:val="1"/>
    <wne:hash wne:val="-105238544"/>
  </wne:recipientData>
  <wne:recipientData>
    <wne:active wne:val="1"/>
    <wne:hash wne:val="623995740"/>
  </wne:recipientData>
  <wne:recipientData>
    <wne:active wne:val="1"/>
    <wne:hash wne:val="-392484489"/>
  </wne:recipientData>
  <wne:recipientData>
    <wne:active wne:val="1"/>
    <wne:hash wne:val="-125779799"/>
  </wne:recipientData>
  <wne:recipientData>
    <wne:active wne:val="1"/>
    <wne:hash wne:val="676566081"/>
  </wne:recipientData>
  <wne:recipientData>
    <wne:active wne:val="1"/>
    <wne:hash wne:val="1688602072"/>
  </wne:recipientData>
  <wne:recipientData>
    <wne:active wne:val="1"/>
    <wne:hash wne:val="185959446"/>
  </wne:recipientData>
  <wne:recipientData>
    <wne:active wne:val="1"/>
    <wne:hash wne:val="105360053"/>
  </wne:recipientData>
  <wne:recipientData>
    <wne:active wne:val="1"/>
    <wne:hash wne:val="-797131821"/>
  </wne:recipientData>
  <wne:recipientData>
    <wne:active wne:val="1"/>
    <wne:hash wne:val="-1159035612"/>
  </wne:recipientData>
  <wne:recipientData>
    <wne:active wne:val="1"/>
    <wne:hash wne:val="-882355764"/>
  </wne:recipientData>
  <wne:recipientData>
    <wne:active wne:val="1"/>
    <wne:hash wne:val="1914482924"/>
  </wne:recipientData>
  <wne:recipientData>
    <wne:active wne:val="1"/>
    <wne:hash wne:val="-834625878"/>
  </wne:recipientData>
  <wne:recipientData>
    <wne:active wne:val="1"/>
    <wne:hash wne:val="839265688"/>
  </wne:recipientData>
  <wne:recipientData>
    <wne:active wne:val="1"/>
    <wne:hash wne:val="483049141"/>
  </wne:recipientData>
  <wne:recipientData>
    <wne:active wne:val="1"/>
    <wne:hash wne:val="652794685"/>
  </wne:recipientData>
  <wne:recipientData>
    <wne:active wne:val="1"/>
    <wne:hash wne:val="-1997942954"/>
  </wne:recipientData>
  <wne:recipientData>
    <wne:active wne:val="1"/>
    <wne:hash wne:val="1920888203"/>
  </wne:recipientData>
  <wne:recipientData>
    <wne:active wne:val="1"/>
    <wne:hash wne:val="-369605392"/>
  </wne:recipientData>
  <wne:recipientData>
    <wne:active wne:val="1"/>
    <wne:hash wne:val="-1263588412"/>
  </wne:recipientData>
  <wne:recipientData>
    <wne:active wne:val="1"/>
    <wne:hash wne:val="904605083"/>
  </wne:recipientData>
  <wne:recipientData>
    <wne:active wne:val="1"/>
    <wne:hash wne:val="778946398"/>
  </wne:recipientData>
  <wne:recipientData>
    <wne:active wne:val="1"/>
    <wne:hash wne:val="1843053551"/>
  </wne:recipientData>
  <wne:recipientData>
    <wne:active wne:val="1"/>
    <wne:hash wne:val="1908782029"/>
  </wne:recipientData>
  <wne:recipientData>
    <wne:active wne:val="1"/>
    <wne:hash wne:val="1646074193"/>
  </wne:recipientData>
  <wne:recipientData>
    <wne:active wne:val="1"/>
    <wne:hash wne:val="-1131520522"/>
  </wne:recipientData>
  <wne:recipientData>
    <wne:active wne:val="1"/>
    <wne:hash wne:val="-1004805331"/>
  </wne:recipientData>
  <wne:recipientData>
    <wne:active wne:val="1"/>
    <wne:hash wne:val="-1395061142"/>
  </wne:recipientData>
  <wne:recipientData>
    <wne:active wne:val="1"/>
    <wne:hash wne:val="1131058384"/>
  </wne:recipientData>
  <wne:recipientData>
    <wne:active wne:val="1"/>
    <wne:hash wne:val="1420201366"/>
  </wne:recipientData>
  <wne:recipientData>
    <wne:active wne:val="1"/>
    <wne:hash wne:val="2018319896"/>
  </wne:recipientData>
  <wne:recipientData>
    <wne:active wne:val="1"/>
    <wne:hash wne:val="-299140978"/>
  </wne:recipientData>
  <wne:recipientData>
    <wne:active wne:val="1"/>
    <wne:hash wne:val="-434606553"/>
  </wne:recipientData>
  <wne:recipientData>
    <wne:active wne:val="1"/>
    <wne:hash wne:val="893384725"/>
  </wne:recipientData>
  <wne:recipientData>
    <wne:active wne:val="1"/>
    <wne:hash wne:val="-775911633"/>
  </wne:recipientData>
  <wne:recipientData>
    <wne:active wne:val="1"/>
    <wne:hash wne:val="-1446971374"/>
  </wne:recipientData>
  <wne:recipientData>
    <wne:active wne:val="1"/>
    <wne:hash wne:val="-969381293"/>
  </wne:recipientData>
  <wne:recipientData>
    <wne:active wne:val="1"/>
    <wne:hash wne:val="-168758999"/>
  </wne:recipientData>
  <wne:recipientData>
    <wne:active wne:val="1"/>
    <wne:hash wne:val="-2011968459"/>
  </wne:recipientData>
  <wne:recipientData>
    <wne:active wne:val="1"/>
    <wne:hash wne:val="-1431913625"/>
  </wne:recipientData>
  <wne:recipientData>
    <wne:active wne:val="1"/>
    <wne:hash wne:val="-1068046174"/>
  </wne:recipientData>
  <wne:recipientData>
    <wne:active wne:val="1"/>
    <wne:hash wne:val="1533806605"/>
  </wne:recipientData>
  <wne:recipientData>
    <wne:active wne:val="1"/>
    <wne:hash wne:val="-1629737500"/>
  </wne:recipientData>
  <wne:recipientData>
    <wne:active wne:val="1"/>
    <wne:hash wne:val="43440523"/>
  </wne:recipientData>
  <wne:recipientData>
    <wne:active wne:val="1"/>
    <wne:hash wne:val="618443013"/>
  </wne:recipientData>
  <wne:recipientData>
    <wne:active wne:val="1"/>
    <wne:hash wne:val="-2068676639"/>
  </wne:recipientData>
  <wne:recipientData>
    <wne:active wne:val="1"/>
    <wne:hash wne:val="1151401140"/>
  </wne:recipientData>
  <wne:recipientData>
    <wne:active wne:val="1"/>
    <wne:hash wne:val="-398129809"/>
  </wne:recipientData>
  <wne:recipientData>
    <wne:active wne:val="1"/>
    <wne:hash wne:val="1772111019"/>
  </wne:recipientData>
  <wne:recipientData>
    <wne:active wne:val="1"/>
    <wne:hash wne:val="-1009807727"/>
  </wne:recipientData>
  <wne:recipientData>
    <wne:active wne:val="1"/>
    <wne:hash wne:val="-1258502679"/>
  </wne:recipientData>
  <wne:recipientData>
    <wne:active wne:val="1"/>
    <wne:hash wne:val="185750546"/>
  </wne:recipientData>
  <wne:recipientData>
    <wne:active wne:val="1"/>
    <wne:hash wne:val="-863616814"/>
  </wne:recipientData>
  <wne:recipientData>
    <wne:active wne:val="1"/>
    <wne:hash wne:val="1128085192"/>
  </wne:recipientData>
  <wne:recipientData>
    <wne:active wne:val="1"/>
    <wne:hash wne:val="-2074433744"/>
  </wne:recipientData>
  <wne:recipientData>
    <wne:active wne:val="1"/>
    <wne:hash wne:val="486027844"/>
  </wne:recipientData>
  <wne:recipientData>
    <wne:active wne:val="1"/>
    <wne:hash wne:val="-1710579942"/>
  </wne:recipientData>
  <wne:recipientData>
    <wne:active wne:val="1"/>
    <wne:hash wne:val="-803972321"/>
  </wne:recipientData>
  <wne:recipientData>
    <wne:active wne:val="1"/>
    <wne:hash wne:val="299504495"/>
  </wne:recipientData>
  <wne:recipientData>
    <wne:active wne:val="1"/>
    <wne:hash wne:val="-640861122"/>
  </wne:recipientData>
  <wne:recipientData>
    <wne:active wne:val="1"/>
    <wne:hash wne:val="-872546176"/>
  </wne:recipientData>
  <wne:recipientData>
    <wne:active wne:val="1"/>
    <wne:hash wne:val="-56460829"/>
  </wne:recipientData>
  <wne:recipientData>
    <wne:active wne:val="1"/>
    <wne:hash wne:val="-1560584704"/>
  </wne:recipientData>
  <wne:recipientData>
    <wne:active wne:val="1"/>
    <wne:hash wne:val="354807235"/>
  </wne:recipientData>
  <wne:recipientData>
    <wne:active wne:val="1"/>
    <wne:hash wne:val="1454578527"/>
  </wne:recipientData>
  <wne:recipientData>
    <wne:active wne:val="1"/>
    <wne:hash wne:val="-309188116"/>
  </wne:recipientData>
  <wne:recipientData>
    <wne:active wne:val="1"/>
    <wne:hash wne:val="-1570021898"/>
  </wne:recipientData>
  <wne:recipientData>
    <wne:active wne:val="1"/>
    <wne:hash wne:val="1991084450"/>
  </wne:recipientData>
  <wne:recipientData>
    <wne:active wne:val="1"/>
    <wne:hash wne:val="262665134"/>
  </wne:recipientData>
  <wne:recipientData>
    <wne:active wne:val="1"/>
    <wne:hash wne:val="-332808985"/>
  </wne:recipientData>
  <wne:recipientData>
    <wne:active wne:val="1"/>
    <wne:hash wne:val="1352981058"/>
  </wne:recipientData>
  <wne:recipientData>
    <wne:active wne:val="1"/>
    <wne:hash wne:val="2017356380"/>
  </wne:recipientData>
  <wne:recipientData>
    <wne:active wne:val="1"/>
    <wne:hash wne:val="1973548557"/>
  </wne:recipientData>
  <wne:recipientData>
    <wne:active wne:val="1"/>
    <wne:hash wne:val="-1913907688"/>
  </wne:recipientData>
  <wne:recipientData>
    <wne:active wne:val="1"/>
    <wne:hash wne:val="-1641649664"/>
  </wne:recipientData>
  <wne:recipientData>
    <wne:active wne:val="1"/>
    <wne:hash wne:val="-770593878"/>
  </wne:recipientData>
  <wne:recipientData>
    <wne:active wne:val="1"/>
    <wne:hash wne:val="-1799173522"/>
  </wne:recipientData>
  <wne:recipientData>
    <wne:active wne:val="1"/>
    <wne:hash wne:val="-1361057497"/>
  </wne:recipientData>
  <wne:recipientData>
    <wne:active wne:val="1"/>
    <wne:hash wne:val="-1610093965"/>
  </wne:recipientData>
  <wne:recipientData>
    <wne:active wne:val="1"/>
    <wne:hash wne:val="128739076"/>
  </wne:recipientData>
  <wne:recipientData>
    <wne:active wne:val="1"/>
    <wne:hash wne:val="-1851260793"/>
  </wne:recipientData>
  <wne:recipientData>
    <wne:active wne:val="1"/>
    <wne:hash wne:val="-948236886"/>
  </wne:recipientData>
  <wne:recipientData>
    <wne:active wne:val="1"/>
    <wne:hash wne:val="-1544879864"/>
  </wne:recipientData>
  <wne:recipientData>
    <wne:active wne:val="1"/>
    <wne:hash wne:val="-481973041"/>
  </wne:recipientData>
  <wne:recipientData>
    <wne:active wne:val="1"/>
    <wne:hash wne:val="1061097834"/>
  </wne:recipientData>
  <wne:recipientData>
    <wne:active wne:val="1"/>
    <wne:hash wne:val="-1727653672"/>
  </wne:recipientData>
  <wne:recipientData>
    <wne:active wne:val="1"/>
    <wne:hash wne:val="1328580436"/>
  </wne:recipientData>
  <wne:recipientData>
    <wne:active wne:val="1"/>
    <wne:hash wne:val="-116692981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hachi\Desktop\2024実例満載\Part3\Part3作例（案）\●P3-03 住所録（差し込み印刷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C:\Users\90liz\Desktop\Work\実例満載\JITSUREI_POP\作例\Chap3\03_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１"/>
        <w:mappedName w:val="住所 1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〒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フリガナ"/>
        <w:mappedName w:val="ふりがな (姓)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67"/>
    <w:rsid w:val="00086F2D"/>
    <w:rsid w:val="000E4198"/>
    <w:rsid w:val="00116F28"/>
    <w:rsid w:val="001D7032"/>
    <w:rsid w:val="00232FEE"/>
    <w:rsid w:val="0025621B"/>
    <w:rsid w:val="002E2A67"/>
    <w:rsid w:val="003148D0"/>
    <w:rsid w:val="00377B64"/>
    <w:rsid w:val="003951CF"/>
    <w:rsid w:val="00437456"/>
    <w:rsid w:val="004D1106"/>
    <w:rsid w:val="00721147"/>
    <w:rsid w:val="007236DE"/>
    <w:rsid w:val="007F099B"/>
    <w:rsid w:val="0082447A"/>
    <w:rsid w:val="008A33F6"/>
    <w:rsid w:val="00927754"/>
    <w:rsid w:val="009D5B55"/>
    <w:rsid w:val="00AE60DE"/>
    <w:rsid w:val="00AF7C95"/>
    <w:rsid w:val="00B67B1B"/>
    <w:rsid w:val="00B7538A"/>
    <w:rsid w:val="00BA1650"/>
    <w:rsid w:val="00D2251E"/>
    <w:rsid w:val="00D42BFD"/>
    <w:rsid w:val="00E21115"/>
    <w:rsid w:val="00F1000D"/>
    <w:rsid w:val="00F6416A"/>
    <w:rsid w:val="00FA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ECA4F0"/>
  <w15:chartTrackingRefBased/>
  <w15:docId w15:val="{32E0E1AB-7935-42A4-B165-0E6C8F41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A67"/>
    <w:pPr>
      <w:widowControl w:val="0"/>
      <w:jc w:val="both"/>
    </w:pPr>
    <w:rPr>
      <w:rFonts w:ascii="AR行書体B04" w:eastAsia="AR行書体B04" w:hAnsi="AR行書体B04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2A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E2A6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2E2A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E2A67"/>
    <w:rPr>
      <w:rFonts w:ascii="Century" w:eastAsia="ＭＳ 明朝" w:hAnsi="Century" w:cs="Times New Roman"/>
      <w:szCs w:val="24"/>
    </w:rPr>
  </w:style>
  <w:style w:type="paragraph" w:customStyle="1" w:styleId="R">
    <w:name w:val="R会社"/>
    <w:basedOn w:val="a"/>
    <w:rsid w:val="002E2A67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2E2A67"/>
    <w:pPr>
      <w:ind w:left="0"/>
    </w:pPr>
    <w:rPr>
      <w:noProof/>
      <w:sz w:val="22"/>
    </w:rPr>
  </w:style>
  <w:style w:type="paragraph" w:customStyle="1" w:styleId="R0">
    <w:name w:val="R氏名"/>
    <w:basedOn w:val="a"/>
    <w:rsid w:val="002E2A67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2E2A67"/>
    <w:rPr>
      <w:noProof/>
      <w:sz w:val="44"/>
    </w:rPr>
  </w:style>
  <w:style w:type="paragraph" w:customStyle="1" w:styleId="R1">
    <w:name w:val="R住所_1"/>
    <w:basedOn w:val="a"/>
    <w:rsid w:val="002E2A67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2E2A67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2E2A67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2E2A67"/>
    <w:pPr>
      <w:ind w:left="0"/>
    </w:pPr>
    <w:rPr>
      <w:noProof/>
      <w:sz w:val="21"/>
    </w:rPr>
  </w:style>
  <w:style w:type="paragraph" w:customStyle="1" w:styleId="R3">
    <w:name w:val="R部署"/>
    <w:basedOn w:val="a"/>
    <w:rsid w:val="002E2A67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2E2A67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2E2A67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2E2A67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2E2A67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2E2A67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2E2A67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2E2A67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2E2A67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2E2A67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2E2A67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2E2A67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2E2A67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7">
    <w:name w:val="Balloon Text"/>
    <w:basedOn w:val="a"/>
    <w:link w:val="a8"/>
    <w:semiHidden/>
    <w:rsid w:val="002E2A6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E2A67"/>
    <w:rPr>
      <w:rFonts w:ascii="Arial" w:eastAsia="ＭＳ ゴシック" w:hAnsi="Arial" w:cs="Times New Roman"/>
      <w:sz w:val="18"/>
      <w:szCs w:val="18"/>
    </w:rPr>
  </w:style>
  <w:style w:type="paragraph" w:styleId="a9">
    <w:name w:val="Salutation"/>
    <w:basedOn w:val="a"/>
    <w:next w:val="a"/>
    <w:link w:val="aa"/>
    <w:uiPriority w:val="99"/>
    <w:unhideWhenUsed/>
    <w:rsid w:val="0025621B"/>
    <w:rPr>
      <w:rFonts w:ascii="HG丸ｺﾞｼｯｸM-PRO" w:eastAsia="HG丸ｺﾞｼｯｸM-PRO" w:hAnsi="HG丸ｺﾞｼｯｸM-PRO"/>
    </w:rPr>
  </w:style>
  <w:style w:type="character" w:customStyle="1" w:styleId="aa">
    <w:name w:val="挨拶文 (文字)"/>
    <w:basedOn w:val="a0"/>
    <w:link w:val="a9"/>
    <w:uiPriority w:val="99"/>
    <w:rsid w:val="0025621B"/>
    <w:rPr>
      <w:rFonts w:ascii="HG丸ｺﾞｼｯｸM-PRO" w:eastAsia="HG丸ｺﾞｼｯｸM-PRO" w:hAnsi="HG丸ｺﾞｼｯｸM-PRO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5621B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uiPriority w:val="99"/>
    <w:rsid w:val="0025621B"/>
    <w:rPr>
      <w:rFonts w:ascii="HG丸ｺﾞｼｯｸM-PRO" w:eastAsia="HG丸ｺﾞｼｯｸM-PRO" w:hAnsi="HG丸ｺﾞｼｯｸM-PRO" w:cs="Times New Roman"/>
      <w:szCs w:val="24"/>
    </w:rPr>
  </w:style>
  <w:style w:type="paragraph" w:styleId="ad">
    <w:name w:val="List Paragraph"/>
    <w:basedOn w:val="a"/>
    <w:uiPriority w:val="34"/>
    <w:qFormat/>
    <w:rsid w:val="00086F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90liz\Desktop\Work\&#23455;&#20363;&#28288;&#36617;\JITSUREI_POP\&#20316;&#20363;\Chap3\03_&#20303;&#25152;&#37682;.xlsx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0</TotalTime>
  <Pages>2</Pages>
  <Words>2</Words>
  <Characters>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2025-04-20T07:52:00Z</dcterms:created>
  <dcterms:modified xsi:type="dcterms:W3CDTF">2025-04-21T00:29:00Z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