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e"/>
        <w:tblW w:w="5000" w:type="pct"/>
        <w:tblLayout w:type="fixed"/>
        <w:tblLook w:val="04A0" w:firstRow="1" w:lastRow="0" w:firstColumn="1" w:lastColumn="0" w:noHBand="0" w:noVBand="1"/>
        <w:tblCaption w:val="カレンダーのレイアウト テーブル"/>
        <w:tblDescription w:val="カレンダーのレイアウト テーブル"/>
      </w:tblPr>
      <w:tblGrid>
        <w:gridCol w:w="4685"/>
        <w:gridCol w:w="577"/>
        <w:gridCol w:w="8580"/>
      </w:tblGrid>
      <w:tr w:rsidR="00F93E3B" w14:paraId="3C02D9FF" w14:textId="77777777">
        <w:tc>
          <w:tcPr>
            <w:tcW w:w="4680" w:type="dxa"/>
          </w:tcPr>
          <w:tbl>
            <w:tblPr>
              <w:tblStyle w:val="ae"/>
              <w:tblW w:w="5000" w:type="pct"/>
              <w:tblLayout w:type="fixed"/>
              <w:tblLook w:val="04A0" w:firstRow="1" w:lastRow="0" w:firstColumn="1" w:lastColumn="0" w:noHBand="0" w:noVBand="1"/>
              <w:tblCaption w:val="写真のレイアウト テーブル"/>
            </w:tblPr>
            <w:tblGrid>
              <w:gridCol w:w="4685"/>
            </w:tblGrid>
            <w:tr w:rsidR="00F93E3B" w14:paraId="53B19732" w14:textId="77777777">
              <w:trPr>
                <w:trHeight w:hRule="exact" w:val="3528"/>
              </w:trPr>
              <w:tc>
                <w:tcPr>
                  <w:tcW w:w="4680" w:type="dxa"/>
                  <w:tcMar>
                    <w:top w:w="288" w:type="dxa"/>
                  </w:tcMar>
                </w:tcPr>
                <w:p w14:paraId="523EF108" w14:textId="77777777" w:rsidR="00F93E3B" w:rsidRDefault="00A14581">
                  <w:pPr>
                    <w:pStyle w:val="a5"/>
                    <w:rPr>
                      <w:noProof/>
                    </w:rPr>
                  </w:pPr>
                  <w:r>
                    <w:rPr>
                      <w:rFonts w:hint="eastAsia"/>
                      <w:noProof/>
                      <w:lang w:val="ja-JP" w:bidi="ja-JP"/>
                    </w:rPr>
                    <w:drawing>
                      <wp:inline distT="0" distB="0" distL="0" distR="0" wp14:anchorId="2CC5D5CD" wp14:editId="3CA7E1DB">
                        <wp:extent cx="2970766" cy="1996354"/>
                        <wp:effectExtent l="0" t="0" r="1270" b="4445"/>
                        <wp:docPr id="4" name="写真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写真 4"/>
                                <pic:cNvPicPr preferRelativeResize="0"/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t="5183" b="5183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970766" cy="1996354"/>
                                </a:xfrm>
                                <a:prstGeom prst="roundRect">
                                  <a:avLst>
                                    <a:gd name="adj" fmla="val 7138"/>
                                  </a:avLst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F93E3B" w14:paraId="75EF368E" w14:textId="77777777">
              <w:trPr>
                <w:trHeight w:hRule="exact" w:val="288"/>
              </w:trPr>
              <w:tc>
                <w:tcPr>
                  <w:tcW w:w="4680" w:type="dxa"/>
                </w:tcPr>
                <w:p w14:paraId="5F024A74" w14:textId="77777777" w:rsidR="00F93E3B" w:rsidRDefault="00F93E3B">
                  <w:pPr>
                    <w:rPr>
                      <w:noProof/>
                    </w:rPr>
                  </w:pPr>
                </w:p>
              </w:tc>
            </w:tr>
            <w:tr w:rsidR="00F93E3B" w14:paraId="0732123D" w14:textId="77777777">
              <w:trPr>
                <w:trHeight w:hRule="exact" w:val="6840"/>
              </w:trPr>
              <w:tc>
                <w:tcPr>
                  <w:tcW w:w="4680" w:type="dxa"/>
                </w:tcPr>
                <w:p w14:paraId="750CCD6F" w14:textId="77777777" w:rsidR="00F93E3B" w:rsidRDefault="00A14581">
                  <w:pPr>
                    <w:pStyle w:val="a5"/>
                    <w:rPr>
                      <w:noProof/>
                    </w:rPr>
                  </w:pPr>
                  <w:r>
                    <w:rPr>
                      <w:rFonts w:hint="eastAsia"/>
                      <w:noProof/>
                      <w:lang w:val="ja-JP" w:bidi="ja-JP"/>
                    </w:rPr>
                    <w:drawing>
                      <wp:inline distT="0" distB="0" distL="0" distR="0" wp14:anchorId="0F9053DF" wp14:editId="2EEE462A">
                        <wp:extent cx="2971800" cy="4352544"/>
                        <wp:effectExtent l="0" t="0" r="0" b="0"/>
                        <wp:docPr id="1" name="写真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写真 1"/>
                                <pic:cNvPicPr preferRelativeResize="0"/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4573" r="4573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971800" cy="4352544"/>
                                </a:xfrm>
                                <a:prstGeom prst="roundRect">
                                  <a:avLst>
                                    <a:gd name="adj" fmla="val 7138"/>
                                  </a:avLst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26F26BD4" w14:textId="77777777" w:rsidR="00F93E3B" w:rsidRDefault="00F93E3B">
            <w:pPr>
              <w:rPr>
                <w:noProof/>
              </w:rPr>
            </w:pPr>
          </w:p>
        </w:tc>
        <w:tc>
          <w:tcPr>
            <w:tcW w:w="576" w:type="dxa"/>
          </w:tcPr>
          <w:p w14:paraId="3D1F6A4D" w14:textId="77777777" w:rsidR="00F93E3B" w:rsidRDefault="00F93E3B">
            <w:pPr>
              <w:rPr>
                <w:noProof/>
              </w:rPr>
            </w:pPr>
          </w:p>
        </w:tc>
        <w:tc>
          <w:tcPr>
            <w:tcW w:w="8571" w:type="dxa"/>
          </w:tcPr>
          <w:p w14:paraId="793DCDFB" w14:textId="77777777" w:rsidR="00F93E3B" w:rsidRDefault="00A14581">
            <w:pPr>
              <w:pStyle w:val="ad"/>
              <w:rPr>
                <w:noProof/>
                <w:spacing w:val="-40"/>
              </w:rPr>
            </w:pPr>
            <w:r>
              <w:rPr>
                <w:rFonts w:hint="eastAsia"/>
                <w:noProof/>
                <w:lang w:val="ja-JP" w:bidi="ja-JP"/>
              </w:rPr>
              <w:fldChar w:fldCharType="begin"/>
            </w:r>
            <w:r>
              <w:rPr>
                <w:rFonts w:hint="eastAsia"/>
                <w:noProof/>
                <w:lang w:val="ja-JP" w:bidi="ja-JP"/>
              </w:rPr>
              <w:instrText xml:space="preserve"> DOCVARIABLE  MonthStart1 \@  yyyy   \* MERGEFORMAT </w:instrText>
            </w:r>
            <w:r>
              <w:rPr>
                <w:rFonts w:hint="eastAsia"/>
                <w:noProof/>
                <w:lang w:val="ja-JP" w:bidi="ja-JP"/>
              </w:rPr>
              <w:fldChar w:fldCharType="separate"/>
            </w:r>
            <w:r w:rsidR="00B17876">
              <w:rPr>
                <w:noProof/>
                <w:lang w:val="ja-JP" w:bidi="ja-JP"/>
              </w:rPr>
              <w:t>2025</w:t>
            </w:r>
            <w:r>
              <w:rPr>
                <w:rFonts w:hint="eastAsia"/>
                <w:noProof/>
                <w:lang w:val="ja-JP" w:bidi="ja-JP"/>
              </w:rPr>
              <w:fldChar w:fldCharType="end"/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  <w:tblCaption w:val="日曜日開始のカレンダー テーブル"/>
              <w:tblDescription w:val="日曜日開始のカレンダー テーブル"/>
            </w:tblPr>
            <w:tblGrid>
              <w:gridCol w:w="2469"/>
              <w:gridCol w:w="583"/>
              <w:gridCol w:w="2468"/>
              <w:gridCol w:w="583"/>
              <w:gridCol w:w="2468"/>
            </w:tblGrid>
            <w:tr w:rsidR="00FE2FC0" w14:paraId="4B62BC82" w14:textId="77777777">
              <w:tc>
                <w:tcPr>
                  <w:tcW w:w="2469" w:type="dxa"/>
                </w:tcPr>
                <w:p w14:paraId="5314175C" w14:textId="77777777" w:rsidR="00FE2FC0" w:rsidRDefault="00FE2FC0">
                  <w:pPr>
                    <w:pStyle w:val="ab"/>
                  </w:pPr>
                  <w:bookmarkStart w:id="0" w:name="_Calendar"/>
                  <w:bookmarkEnd w:id="0"/>
                  <w:r>
                    <w:rPr>
                      <w:lang w:val="ja-JP" w:bidi="ja-JP"/>
                    </w:rPr>
                    <w:t>1 月</w:t>
                  </w:r>
                </w:p>
                <w:tbl>
                  <w:tblPr>
                    <w:tblW w:w="5000" w:type="pct"/>
                    <w:tblLayout w:type="fixed"/>
                    <w:tblLook w:val="04A0" w:firstRow="1" w:lastRow="0" w:firstColumn="1" w:lastColumn="0" w:noHBand="0" w:noVBand="1"/>
                    <w:tblCaption w:val="カレンダー コンテンツ テーブル"/>
                  </w:tblPr>
                  <w:tblGrid>
                    <w:gridCol w:w="321"/>
                    <w:gridCol w:w="322"/>
                    <w:gridCol w:w="322"/>
                    <w:gridCol w:w="322"/>
                    <w:gridCol w:w="322"/>
                    <w:gridCol w:w="322"/>
                    <w:gridCol w:w="322"/>
                  </w:tblGrid>
                  <w:tr w:rsidR="00FE2FC0" w14:paraId="22B30C0F" w14:textId="77777777" w:rsidTr="006379C4">
                    <w:tc>
                      <w:tcPr>
                        <w:tcW w:w="714" w:type="pct"/>
                        <w:tcMar>
                          <w:left w:w="0" w:type="dxa"/>
                          <w:right w:w="0" w:type="dxa"/>
                        </w:tcMar>
                      </w:tcPr>
                      <w:p w14:paraId="44D103F5" w14:textId="77777777" w:rsidR="00FE2FC0" w:rsidRPr="00A70974" w:rsidRDefault="00FE2FC0">
                        <w:pPr>
                          <w:pStyle w:val="a6"/>
                          <w:rPr>
                            <w:color w:val="FF0000"/>
                          </w:rPr>
                        </w:pPr>
                        <w:r w:rsidRPr="00A70974">
                          <w:rPr>
                            <w:color w:val="FF0000"/>
                            <w:lang w:val="ja-JP" w:bidi="ja-JP"/>
                          </w:rPr>
                          <w:t>日</w:t>
                        </w:r>
                      </w:p>
                    </w:tc>
                    <w:tc>
                      <w:tcPr>
                        <w:tcW w:w="714" w:type="pct"/>
                        <w:tcMar>
                          <w:left w:w="0" w:type="dxa"/>
                          <w:right w:w="0" w:type="dxa"/>
                        </w:tcMar>
                      </w:tcPr>
                      <w:p w14:paraId="2191982F" w14:textId="77777777" w:rsidR="00FE2FC0" w:rsidRDefault="00FE2FC0">
                        <w:pPr>
                          <w:pStyle w:val="a6"/>
                        </w:pPr>
                        <w:r>
                          <w:rPr>
                            <w:lang w:val="ja-JP" w:bidi="ja-JP"/>
                          </w:rPr>
                          <w:t>月</w:t>
                        </w:r>
                      </w:p>
                    </w:tc>
                    <w:tc>
                      <w:tcPr>
                        <w:tcW w:w="714" w:type="pct"/>
                        <w:tcMar>
                          <w:left w:w="0" w:type="dxa"/>
                          <w:right w:w="0" w:type="dxa"/>
                        </w:tcMar>
                      </w:tcPr>
                      <w:p w14:paraId="6988162B" w14:textId="77777777" w:rsidR="00FE2FC0" w:rsidRDefault="00FE2FC0">
                        <w:pPr>
                          <w:pStyle w:val="a6"/>
                        </w:pPr>
                        <w:r>
                          <w:rPr>
                            <w:lang w:val="ja-JP" w:bidi="ja-JP"/>
                          </w:rPr>
                          <w:t>火</w:t>
                        </w:r>
                      </w:p>
                    </w:tc>
                    <w:tc>
                      <w:tcPr>
                        <w:tcW w:w="714" w:type="pct"/>
                        <w:tcMar>
                          <w:left w:w="0" w:type="dxa"/>
                          <w:right w:w="0" w:type="dxa"/>
                        </w:tcMar>
                      </w:tcPr>
                      <w:p w14:paraId="24C75A52" w14:textId="77777777" w:rsidR="00FE2FC0" w:rsidRDefault="00FE2FC0">
                        <w:pPr>
                          <w:pStyle w:val="a6"/>
                        </w:pPr>
                        <w:r>
                          <w:rPr>
                            <w:lang w:val="ja-JP" w:bidi="ja-JP"/>
                          </w:rPr>
                          <w:t>水</w:t>
                        </w:r>
                      </w:p>
                    </w:tc>
                    <w:tc>
                      <w:tcPr>
                        <w:tcW w:w="714" w:type="pct"/>
                        <w:tcMar>
                          <w:left w:w="0" w:type="dxa"/>
                          <w:right w:w="0" w:type="dxa"/>
                        </w:tcMar>
                      </w:tcPr>
                      <w:p w14:paraId="0EE0C872" w14:textId="77777777" w:rsidR="00FE2FC0" w:rsidRDefault="00FE2FC0">
                        <w:pPr>
                          <w:pStyle w:val="a6"/>
                        </w:pPr>
                        <w:r>
                          <w:rPr>
                            <w:lang w:val="ja-JP" w:bidi="ja-JP"/>
                          </w:rPr>
                          <w:t>木</w:t>
                        </w:r>
                      </w:p>
                    </w:tc>
                    <w:tc>
                      <w:tcPr>
                        <w:tcW w:w="714" w:type="pct"/>
                        <w:tcMar>
                          <w:left w:w="0" w:type="dxa"/>
                          <w:right w:w="0" w:type="dxa"/>
                        </w:tcMar>
                      </w:tcPr>
                      <w:p w14:paraId="607669EB" w14:textId="77777777" w:rsidR="00FE2FC0" w:rsidRDefault="00FE2FC0">
                        <w:pPr>
                          <w:pStyle w:val="a6"/>
                        </w:pPr>
                        <w:r>
                          <w:rPr>
                            <w:lang w:val="ja-JP" w:bidi="ja-JP"/>
                          </w:rPr>
                          <w:t>金</w:t>
                        </w:r>
                      </w:p>
                    </w:tc>
                    <w:tc>
                      <w:tcPr>
                        <w:tcW w:w="714" w:type="pct"/>
                        <w:tcMar>
                          <w:left w:w="0" w:type="dxa"/>
                          <w:right w:w="0" w:type="dxa"/>
                        </w:tcMar>
                      </w:tcPr>
                      <w:p w14:paraId="39CA5887" w14:textId="77777777" w:rsidR="00FE2FC0" w:rsidRPr="00A70974" w:rsidRDefault="00FE2FC0">
                        <w:pPr>
                          <w:pStyle w:val="a6"/>
                          <w:rPr>
                            <w:color w:val="0070C0"/>
                          </w:rPr>
                        </w:pPr>
                        <w:r w:rsidRPr="00A70974">
                          <w:rPr>
                            <w:color w:val="0070C0"/>
                            <w:lang w:val="ja-JP" w:bidi="ja-JP"/>
                          </w:rPr>
                          <w:t>土</w:t>
                        </w:r>
                      </w:p>
                    </w:tc>
                  </w:tr>
                  <w:tr w:rsidR="00FE2FC0" w14:paraId="0E5F2FAB" w14:textId="77777777" w:rsidTr="006379C4">
                    <w:tc>
                      <w:tcPr>
                        <w:tcW w:w="714" w:type="pct"/>
                        <w:tcMar>
                          <w:left w:w="0" w:type="dxa"/>
                          <w:right w:w="0" w:type="dxa"/>
                        </w:tcMar>
                      </w:tcPr>
                      <w:p w14:paraId="49E26D32" w14:textId="77777777" w:rsidR="00FE2FC0" w:rsidRPr="00A70974" w:rsidRDefault="00FE2FC0">
                        <w:pPr>
                          <w:pStyle w:val="13"/>
                          <w:rPr>
                            <w:color w:val="FF0000"/>
                          </w:rPr>
                        </w:pP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IF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DocVariable MonthStart1 \@ dddd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color w:val="FF0000"/>
                            <w:lang w:val="ja-JP" w:eastAsia="ja-JP" w:bidi="ja-JP"/>
                          </w:rPr>
                          <w:instrText>水曜日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 “日曜日" 1 ""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4" w:type="pct"/>
                        <w:tcMar>
                          <w:left w:w="0" w:type="dxa"/>
                          <w:right w:w="0" w:type="dxa"/>
                        </w:tcMar>
                      </w:tcPr>
                      <w:p w14:paraId="0E83F786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MonthStart1 \@ dddd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lang w:val="ja-JP" w:eastAsia="ja-JP" w:bidi="ja-JP"/>
                          </w:rPr>
                          <w:instrText>水曜日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 “月曜日" 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=A2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&lt;&gt; 0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=A2+1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>
                          <w:rPr>
                            <w:noProof/>
                            <w:lang w:val="ja-JP" w:eastAsia="ja-JP" w:bidi="ja-JP"/>
                          </w:rPr>
                          <w:instrText>2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4" w:type="pct"/>
                        <w:tcMar>
                          <w:left w:w="0" w:type="dxa"/>
                          <w:right w:w="0" w:type="dxa"/>
                        </w:tcMar>
                      </w:tcPr>
                      <w:p w14:paraId="77BB99C8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MonthStart1 \@ dddd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lang w:val="ja-JP" w:eastAsia="ja-JP" w:bidi="ja-JP"/>
                          </w:rPr>
                          <w:instrText>水曜日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 “火曜日" 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=B2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&lt;&gt; 0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=B2+1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>
                          <w:rPr>
                            <w:noProof/>
                            <w:lang w:val="ja-JP" w:eastAsia="ja-JP" w:bidi="ja-JP"/>
                          </w:rPr>
                          <w:instrText>3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4" w:type="pct"/>
                        <w:tcMar>
                          <w:left w:w="0" w:type="dxa"/>
                          <w:right w:w="0" w:type="dxa"/>
                        </w:tcMar>
                      </w:tcPr>
                      <w:p w14:paraId="73078025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MonthStart1 \@ dddd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lang w:val="ja-JP" w:eastAsia="ja-JP" w:bidi="ja-JP"/>
                          </w:rPr>
                          <w:instrText>水曜日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 “水曜日" 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=C2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8F5933">
                          <w:rPr>
                            <w:noProof/>
                            <w:lang w:val="ja-JP" w:eastAsia="ja-JP" w:bidi="ja-JP"/>
                          </w:rPr>
                          <w:instrText>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&lt;&gt; 0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=C2+1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>
                          <w:rPr>
                            <w:noProof/>
                            <w:lang w:val="ja-JP" w:eastAsia="ja-JP" w:bidi="ja-JP"/>
                          </w:rPr>
                          <w:instrText>4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t>1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4" w:type="pct"/>
                        <w:tcMar>
                          <w:left w:w="0" w:type="dxa"/>
                          <w:right w:w="0" w:type="dxa"/>
                        </w:tcMar>
                      </w:tcPr>
                      <w:p w14:paraId="01CBFA44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MonthStart1 \@ dddd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lang w:val="ja-JP" w:eastAsia="ja-JP" w:bidi="ja-JP"/>
                          </w:rPr>
                          <w:instrText>水曜日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= “木曜日" 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=D2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1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&lt;&gt; 0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=D2+1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instrText>2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t>2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4" w:type="pct"/>
                        <w:tcMar>
                          <w:left w:w="0" w:type="dxa"/>
                          <w:right w:w="0" w:type="dxa"/>
                        </w:tcMar>
                      </w:tcPr>
                      <w:p w14:paraId="094CA8B2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MonthStart1 \@ dddd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lang w:val="ja-JP" w:eastAsia="ja-JP" w:bidi="ja-JP"/>
                          </w:rPr>
                          <w:instrText>水曜日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 “金曜日" 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=E2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&lt;&gt; 0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=E2+1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3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instrText>3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t>3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4" w:type="pct"/>
                        <w:tcMar>
                          <w:left w:w="0" w:type="dxa"/>
                          <w:right w:w="0" w:type="dxa"/>
                        </w:tcMar>
                      </w:tcPr>
                      <w:p w14:paraId="5CF06BAA" w14:textId="77777777" w:rsidR="00FE2FC0" w:rsidRPr="00A70974" w:rsidRDefault="00FE2FC0">
                        <w:pPr>
                          <w:pStyle w:val="13"/>
                          <w:rPr>
                            <w:color w:val="0070C0"/>
                          </w:rPr>
                        </w:pP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IF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DocVariable MonthStart1 \@ dddd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color w:val="0070C0"/>
                            <w:lang w:val="ja-JP" w:eastAsia="ja-JP" w:bidi="ja-JP"/>
                          </w:rPr>
                          <w:instrText>水曜日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= “土曜日" 1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IF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=F2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instrText>3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&lt;&gt; 0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=F2+1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instrText>4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""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B17876"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instrText>4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B17876"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t>4</w: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</w:tr>
                  <w:tr w:rsidR="00FE2FC0" w14:paraId="343FB4C6" w14:textId="77777777" w:rsidTr="006379C4">
                    <w:tc>
                      <w:tcPr>
                        <w:tcW w:w="714" w:type="pct"/>
                        <w:tcMar>
                          <w:left w:w="0" w:type="dxa"/>
                          <w:right w:w="0" w:type="dxa"/>
                        </w:tcMar>
                      </w:tcPr>
                      <w:p w14:paraId="74B47248" w14:textId="77777777" w:rsidR="00FE2FC0" w:rsidRPr="00A70974" w:rsidRDefault="00FE2FC0">
                        <w:pPr>
                          <w:pStyle w:val="13"/>
                          <w:rPr>
                            <w:color w:val="FF0000"/>
                          </w:rPr>
                        </w:pP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=G2+1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t>5</w: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4" w:type="pct"/>
                        <w:tcMar>
                          <w:left w:w="0" w:type="dxa"/>
                          <w:right w:w="0" w:type="dxa"/>
                        </w:tcMar>
                      </w:tcPr>
                      <w:p w14:paraId="49913914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=A3+1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6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4" w:type="pct"/>
                        <w:tcMar>
                          <w:left w:w="0" w:type="dxa"/>
                          <w:right w:w="0" w:type="dxa"/>
                        </w:tcMar>
                      </w:tcPr>
                      <w:p w14:paraId="63479718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=B3+1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7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4" w:type="pct"/>
                        <w:tcMar>
                          <w:left w:w="0" w:type="dxa"/>
                          <w:right w:w="0" w:type="dxa"/>
                        </w:tcMar>
                      </w:tcPr>
                      <w:p w14:paraId="4C7C63F6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=C3+1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8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4" w:type="pct"/>
                        <w:tcMar>
                          <w:left w:w="0" w:type="dxa"/>
                          <w:right w:w="0" w:type="dxa"/>
                        </w:tcMar>
                      </w:tcPr>
                      <w:p w14:paraId="5B13B1F4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=D3+1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9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4" w:type="pct"/>
                        <w:tcMar>
                          <w:left w:w="0" w:type="dxa"/>
                          <w:right w:w="0" w:type="dxa"/>
                        </w:tcMar>
                      </w:tcPr>
                      <w:p w14:paraId="1D9EB276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=E3+1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10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4" w:type="pct"/>
                        <w:tcMar>
                          <w:left w:w="0" w:type="dxa"/>
                          <w:right w:w="0" w:type="dxa"/>
                        </w:tcMar>
                      </w:tcPr>
                      <w:p w14:paraId="6C312405" w14:textId="77777777" w:rsidR="00FE2FC0" w:rsidRPr="00A70974" w:rsidRDefault="00FE2FC0">
                        <w:pPr>
                          <w:pStyle w:val="13"/>
                          <w:rPr>
                            <w:color w:val="0070C0"/>
                          </w:rPr>
                        </w:pP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=F3+1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t>11</w: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</w:tr>
                  <w:tr w:rsidR="00FE2FC0" w14:paraId="5C9D5BB8" w14:textId="77777777" w:rsidTr="006379C4">
                    <w:tc>
                      <w:tcPr>
                        <w:tcW w:w="714" w:type="pct"/>
                        <w:tcMar>
                          <w:left w:w="0" w:type="dxa"/>
                          <w:right w:w="0" w:type="dxa"/>
                        </w:tcMar>
                      </w:tcPr>
                      <w:p w14:paraId="0B06EB92" w14:textId="77777777" w:rsidR="00FE2FC0" w:rsidRPr="00A70974" w:rsidRDefault="00FE2FC0">
                        <w:pPr>
                          <w:pStyle w:val="13"/>
                          <w:rPr>
                            <w:color w:val="FF0000"/>
                          </w:rPr>
                        </w:pP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=G3+1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t>12</w: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4" w:type="pct"/>
                        <w:tcMar>
                          <w:left w:w="0" w:type="dxa"/>
                          <w:right w:w="0" w:type="dxa"/>
                        </w:tcMar>
                      </w:tcPr>
                      <w:p w14:paraId="2387F923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=A4+1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13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4" w:type="pct"/>
                        <w:tcMar>
                          <w:left w:w="0" w:type="dxa"/>
                          <w:right w:w="0" w:type="dxa"/>
                        </w:tcMar>
                      </w:tcPr>
                      <w:p w14:paraId="326D76ED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=B4+1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14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4" w:type="pct"/>
                        <w:tcMar>
                          <w:left w:w="0" w:type="dxa"/>
                          <w:right w:w="0" w:type="dxa"/>
                        </w:tcMar>
                      </w:tcPr>
                      <w:p w14:paraId="2C783951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=C4+1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15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4" w:type="pct"/>
                        <w:tcMar>
                          <w:left w:w="0" w:type="dxa"/>
                          <w:right w:w="0" w:type="dxa"/>
                        </w:tcMar>
                      </w:tcPr>
                      <w:p w14:paraId="1B3B9C63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=D4+1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16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4" w:type="pct"/>
                        <w:tcMar>
                          <w:left w:w="0" w:type="dxa"/>
                          <w:right w:w="0" w:type="dxa"/>
                        </w:tcMar>
                      </w:tcPr>
                      <w:p w14:paraId="58EB5223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=E4+1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17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4" w:type="pct"/>
                        <w:tcMar>
                          <w:left w:w="0" w:type="dxa"/>
                          <w:right w:w="0" w:type="dxa"/>
                        </w:tcMar>
                      </w:tcPr>
                      <w:p w14:paraId="56BAF031" w14:textId="77777777" w:rsidR="00FE2FC0" w:rsidRPr="00A70974" w:rsidRDefault="00FE2FC0">
                        <w:pPr>
                          <w:pStyle w:val="13"/>
                          <w:rPr>
                            <w:color w:val="0070C0"/>
                          </w:rPr>
                        </w:pP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=F4+1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t>18</w: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</w:tr>
                  <w:tr w:rsidR="00FE2FC0" w14:paraId="40C0A289" w14:textId="77777777" w:rsidTr="006379C4">
                    <w:tc>
                      <w:tcPr>
                        <w:tcW w:w="714" w:type="pct"/>
                        <w:tcMar>
                          <w:left w:w="0" w:type="dxa"/>
                          <w:right w:w="0" w:type="dxa"/>
                        </w:tcMar>
                      </w:tcPr>
                      <w:p w14:paraId="1BD48C78" w14:textId="77777777" w:rsidR="00FE2FC0" w:rsidRPr="00A70974" w:rsidRDefault="00FE2FC0">
                        <w:pPr>
                          <w:pStyle w:val="13"/>
                          <w:rPr>
                            <w:color w:val="FF0000"/>
                          </w:rPr>
                        </w:pP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=G4+1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t>19</w: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4" w:type="pct"/>
                        <w:tcMar>
                          <w:left w:w="0" w:type="dxa"/>
                          <w:right w:w="0" w:type="dxa"/>
                        </w:tcMar>
                      </w:tcPr>
                      <w:p w14:paraId="441D9D47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=A5+1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20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4" w:type="pct"/>
                        <w:tcMar>
                          <w:left w:w="0" w:type="dxa"/>
                          <w:right w:w="0" w:type="dxa"/>
                        </w:tcMar>
                      </w:tcPr>
                      <w:p w14:paraId="3F2783C9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=B5+1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21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4" w:type="pct"/>
                        <w:tcMar>
                          <w:left w:w="0" w:type="dxa"/>
                          <w:right w:w="0" w:type="dxa"/>
                        </w:tcMar>
                      </w:tcPr>
                      <w:p w14:paraId="69F78B70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=C5+1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22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4" w:type="pct"/>
                        <w:tcMar>
                          <w:left w:w="0" w:type="dxa"/>
                          <w:right w:w="0" w:type="dxa"/>
                        </w:tcMar>
                      </w:tcPr>
                      <w:p w14:paraId="58AD2439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=D5+1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23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4" w:type="pct"/>
                        <w:tcMar>
                          <w:left w:w="0" w:type="dxa"/>
                          <w:right w:w="0" w:type="dxa"/>
                        </w:tcMar>
                      </w:tcPr>
                      <w:p w14:paraId="05538510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=E5+1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24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4" w:type="pct"/>
                        <w:tcMar>
                          <w:left w:w="0" w:type="dxa"/>
                          <w:right w:w="0" w:type="dxa"/>
                        </w:tcMar>
                      </w:tcPr>
                      <w:p w14:paraId="70246EEE" w14:textId="77777777" w:rsidR="00FE2FC0" w:rsidRPr="00A70974" w:rsidRDefault="00FE2FC0">
                        <w:pPr>
                          <w:pStyle w:val="13"/>
                          <w:rPr>
                            <w:color w:val="0070C0"/>
                          </w:rPr>
                        </w:pP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=F5+1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t>25</w: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</w:tr>
                  <w:tr w:rsidR="00FE2FC0" w14:paraId="6F321A52" w14:textId="77777777" w:rsidTr="006379C4">
                    <w:tc>
                      <w:tcPr>
                        <w:tcW w:w="714" w:type="pct"/>
                        <w:tcMar>
                          <w:left w:w="0" w:type="dxa"/>
                          <w:right w:w="0" w:type="dxa"/>
                        </w:tcMar>
                      </w:tcPr>
                      <w:p w14:paraId="39284832" w14:textId="77777777" w:rsidR="00FE2FC0" w:rsidRPr="00A70974" w:rsidRDefault="00FE2FC0">
                        <w:pPr>
                          <w:pStyle w:val="13"/>
                          <w:rPr>
                            <w:color w:val="FF0000"/>
                          </w:rPr>
                        </w:pP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IF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=G5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instrText>25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 0,""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IF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=G5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instrText>25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 &lt;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DocVariable MonthEnd1 \@ d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color w:val="FF0000"/>
                            <w:lang w:val="ja-JP" w:eastAsia="ja-JP" w:bidi="ja-JP"/>
                          </w:rPr>
                          <w:instrText>31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=G5+1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instrText>26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""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B17876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instrText>26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B17876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t>26</w: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4" w:type="pct"/>
                        <w:tcMar>
                          <w:left w:w="0" w:type="dxa"/>
                          <w:right w:w="0" w:type="dxa"/>
                        </w:tcMar>
                      </w:tcPr>
                      <w:p w14:paraId="59668B9E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=A6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26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 0,""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=A6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26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&lt;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MonthEnd1 \@ 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lang w:val="ja-JP" w:eastAsia="ja-JP" w:bidi="ja-JP"/>
                          </w:rPr>
                          <w:instrText>31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=A6+1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27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instrText>27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t>27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4" w:type="pct"/>
                        <w:tcMar>
                          <w:left w:w="0" w:type="dxa"/>
                          <w:right w:w="0" w:type="dxa"/>
                        </w:tcMar>
                      </w:tcPr>
                      <w:p w14:paraId="4E0703FD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=B6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27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 0,""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=B6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27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&lt;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MonthEnd1 \@ 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lang w:val="ja-JP" w:eastAsia="ja-JP" w:bidi="ja-JP"/>
                          </w:rPr>
                          <w:instrText>31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=B6+1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28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instrText>28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t>28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4" w:type="pct"/>
                        <w:tcMar>
                          <w:left w:w="0" w:type="dxa"/>
                          <w:right w:w="0" w:type="dxa"/>
                        </w:tcMar>
                      </w:tcPr>
                      <w:p w14:paraId="7E30E7B5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=C6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28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 0,""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=C6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28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&lt;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MonthEnd1 \@ 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lang w:val="ja-JP" w:eastAsia="ja-JP" w:bidi="ja-JP"/>
                          </w:rPr>
                          <w:instrText>31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=C6+1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29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instrText>29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t>29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4" w:type="pct"/>
                        <w:tcMar>
                          <w:left w:w="0" w:type="dxa"/>
                          <w:right w:w="0" w:type="dxa"/>
                        </w:tcMar>
                      </w:tcPr>
                      <w:p w14:paraId="3536130D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=D6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29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 0,""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=D6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29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&lt;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MonthEnd1 \@ 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lang w:val="ja-JP" w:eastAsia="ja-JP" w:bidi="ja-JP"/>
                          </w:rPr>
                          <w:instrText>31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=D6+1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30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instrText>30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t>30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4" w:type="pct"/>
                        <w:tcMar>
                          <w:left w:w="0" w:type="dxa"/>
                          <w:right w:w="0" w:type="dxa"/>
                        </w:tcMar>
                      </w:tcPr>
                      <w:p w14:paraId="76859CC8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=E6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30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 0,""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=E6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30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&lt;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MonthEnd1 \@ 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lang w:val="ja-JP" w:eastAsia="ja-JP" w:bidi="ja-JP"/>
                          </w:rPr>
                          <w:instrText>31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=E6+1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31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instrText>31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t>31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4" w:type="pct"/>
                        <w:tcMar>
                          <w:left w:w="0" w:type="dxa"/>
                          <w:right w:w="0" w:type="dxa"/>
                        </w:tcMar>
                      </w:tcPr>
                      <w:p w14:paraId="7EDC944C" w14:textId="77777777" w:rsidR="00FE2FC0" w:rsidRPr="00A70974" w:rsidRDefault="00FE2FC0">
                        <w:pPr>
                          <w:pStyle w:val="13"/>
                          <w:rPr>
                            <w:color w:val="0070C0"/>
                          </w:rPr>
                        </w:pP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IF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=F6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instrText>31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= 0,""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IF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=F6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instrText>31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 &lt;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DocVariable MonthEnd1 \@ d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color w:val="0070C0"/>
                            <w:lang w:val="ja-JP" w:eastAsia="ja-JP" w:bidi="ja-JP"/>
                          </w:rPr>
                          <w:instrText>31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=F6+1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8F5933"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instrText>30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""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</w:tr>
                  <w:tr w:rsidR="00FE2FC0" w14:paraId="22B66AB0" w14:textId="77777777" w:rsidTr="006379C4">
                    <w:tc>
                      <w:tcPr>
                        <w:tcW w:w="714" w:type="pct"/>
                        <w:tcMar>
                          <w:left w:w="0" w:type="dxa"/>
                          <w:right w:w="0" w:type="dxa"/>
                        </w:tcMar>
                      </w:tcPr>
                      <w:p w14:paraId="7028BF96" w14:textId="77777777" w:rsidR="00FE2FC0" w:rsidRPr="00A70974" w:rsidRDefault="00FE2FC0">
                        <w:pPr>
                          <w:pStyle w:val="13"/>
                          <w:rPr>
                            <w:color w:val="FF0000"/>
                          </w:rPr>
                        </w:pP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IF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=G6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instrText>0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 0,""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IF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=G6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8F5933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instrText>30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 &lt;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DocVariable MonthEnd1 \@ d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color w:val="FF0000"/>
                            <w:lang w:val="ja-JP" w:eastAsia="ja-JP" w:bidi="ja-JP"/>
                          </w:rPr>
                          <w:instrText>31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=G6+1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8F5933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instrText>31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""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instrText>31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4" w:type="pct"/>
                        <w:tcMar>
                          <w:left w:w="0" w:type="dxa"/>
                          <w:right w:w="0" w:type="dxa"/>
                        </w:tcMar>
                      </w:tcPr>
                      <w:p w14:paraId="664ACAD0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=A7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 0,""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=A7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8F5933">
                          <w:rPr>
                            <w:noProof/>
                            <w:lang w:val="ja-JP" w:eastAsia="ja-JP" w:bidi="ja-JP"/>
                          </w:rPr>
                          <w:instrText>31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&lt;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MonthEnd1 \@ 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lang w:val="ja-JP" w:eastAsia="ja-JP" w:bidi="ja-JP"/>
                          </w:rPr>
                          <w:instrText>31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=A7+1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>
                          <w:rPr>
                            <w:noProof/>
                            <w:lang w:val="ja-JP" w:eastAsia="ja-JP" w:bidi="ja-JP"/>
                          </w:rPr>
                          <w:instrText>30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4" w:type="pct"/>
                        <w:tcMar>
                          <w:left w:w="0" w:type="dxa"/>
                          <w:right w:w="0" w:type="dxa"/>
                        </w:tcMar>
                      </w:tcPr>
                      <w:p w14:paraId="5E536800" w14:textId="77777777" w:rsidR="00FE2FC0" w:rsidRDefault="00FE2FC0">
                        <w:pPr>
                          <w:pStyle w:val="13"/>
                        </w:pPr>
                      </w:p>
                    </w:tc>
                    <w:tc>
                      <w:tcPr>
                        <w:tcW w:w="714" w:type="pct"/>
                        <w:tcMar>
                          <w:left w:w="0" w:type="dxa"/>
                          <w:right w:w="0" w:type="dxa"/>
                        </w:tcMar>
                      </w:tcPr>
                      <w:p w14:paraId="40C9AB0E" w14:textId="77777777" w:rsidR="00FE2FC0" w:rsidRDefault="00FE2FC0">
                        <w:pPr>
                          <w:pStyle w:val="13"/>
                        </w:pPr>
                      </w:p>
                    </w:tc>
                    <w:tc>
                      <w:tcPr>
                        <w:tcW w:w="714" w:type="pct"/>
                        <w:tcMar>
                          <w:left w:w="0" w:type="dxa"/>
                          <w:right w:w="0" w:type="dxa"/>
                        </w:tcMar>
                      </w:tcPr>
                      <w:p w14:paraId="13B416E0" w14:textId="77777777" w:rsidR="00FE2FC0" w:rsidRDefault="00FE2FC0">
                        <w:pPr>
                          <w:pStyle w:val="13"/>
                        </w:pPr>
                      </w:p>
                    </w:tc>
                    <w:tc>
                      <w:tcPr>
                        <w:tcW w:w="714" w:type="pct"/>
                        <w:tcMar>
                          <w:left w:w="0" w:type="dxa"/>
                          <w:right w:w="0" w:type="dxa"/>
                        </w:tcMar>
                      </w:tcPr>
                      <w:p w14:paraId="7EDE3A3B" w14:textId="77777777" w:rsidR="00FE2FC0" w:rsidRDefault="00FE2FC0">
                        <w:pPr>
                          <w:pStyle w:val="13"/>
                        </w:pPr>
                      </w:p>
                    </w:tc>
                    <w:tc>
                      <w:tcPr>
                        <w:tcW w:w="714" w:type="pct"/>
                        <w:tcMar>
                          <w:left w:w="0" w:type="dxa"/>
                          <w:right w:w="0" w:type="dxa"/>
                        </w:tcMar>
                      </w:tcPr>
                      <w:p w14:paraId="2E6CE5BE" w14:textId="77777777" w:rsidR="00FE2FC0" w:rsidRPr="00A70974" w:rsidRDefault="00FE2FC0">
                        <w:pPr>
                          <w:pStyle w:val="13"/>
                          <w:rPr>
                            <w:color w:val="0070C0"/>
                          </w:rPr>
                        </w:pPr>
                      </w:p>
                    </w:tc>
                  </w:tr>
                </w:tbl>
                <w:p w14:paraId="4B27B269" w14:textId="77777777" w:rsidR="00FE2FC0" w:rsidRDefault="00FE2FC0">
                  <w:pPr>
                    <w:spacing w:after="40"/>
                  </w:pPr>
                </w:p>
              </w:tc>
              <w:tc>
                <w:tcPr>
                  <w:tcW w:w="583" w:type="dxa"/>
                </w:tcPr>
                <w:p w14:paraId="4CF44321" w14:textId="77777777" w:rsidR="00FE2FC0" w:rsidRDefault="00FE2FC0">
                  <w:pPr>
                    <w:spacing w:after="40"/>
                  </w:pPr>
                </w:p>
              </w:tc>
              <w:tc>
                <w:tcPr>
                  <w:tcW w:w="2468" w:type="dxa"/>
                </w:tcPr>
                <w:p w14:paraId="51C032C9" w14:textId="77777777" w:rsidR="00FE2FC0" w:rsidRDefault="00FE2FC0">
                  <w:pPr>
                    <w:pStyle w:val="ab"/>
                  </w:pPr>
                  <w:r>
                    <w:rPr>
                      <w:lang w:val="ja-JP" w:bidi="ja-JP"/>
                    </w:rPr>
                    <w:t>5 月</w:t>
                  </w:r>
                </w:p>
                <w:tbl>
                  <w:tblPr>
                    <w:tblW w:w="5000" w:type="pct"/>
                    <w:tblLayout w:type="fixed"/>
                    <w:tblLook w:val="04A0" w:firstRow="1" w:lastRow="0" w:firstColumn="1" w:lastColumn="0" w:noHBand="0" w:noVBand="1"/>
                    <w:tblCaption w:val="カレンダー コンテンツ テーブル"/>
                  </w:tblPr>
                  <w:tblGrid>
                    <w:gridCol w:w="319"/>
                    <w:gridCol w:w="323"/>
                    <w:gridCol w:w="323"/>
                    <w:gridCol w:w="323"/>
                    <w:gridCol w:w="323"/>
                    <w:gridCol w:w="323"/>
                    <w:gridCol w:w="318"/>
                  </w:tblGrid>
                  <w:tr w:rsidR="00FE2FC0" w14:paraId="0242BEB2" w14:textId="77777777" w:rsidTr="006379C4">
                    <w:tc>
                      <w:tcPr>
                        <w:tcW w:w="708" w:type="pct"/>
                        <w:tcMar>
                          <w:left w:w="0" w:type="dxa"/>
                          <w:right w:w="0" w:type="dxa"/>
                        </w:tcMar>
                      </w:tcPr>
                      <w:p w14:paraId="55693524" w14:textId="77777777" w:rsidR="00FE2FC0" w:rsidRPr="00A70974" w:rsidRDefault="00FE2FC0">
                        <w:pPr>
                          <w:pStyle w:val="a6"/>
                          <w:rPr>
                            <w:color w:val="FF0000"/>
                          </w:rPr>
                        </w:pPr>
                        <w:r w:rsidRPr="00A70974">
                          <w:rPr>
                            <w:color w:val="FF0000"/>
                            <w:lang w:val="ja-JP" w:bidi="ja-JP"/>
                          </w:rPr>
                          <w:t>日</w:t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4028840A" w14:textId="77777777" w:rsidR="00FE2FC0" w:rsidRDefault="00FE2FC0">
                        <w:pPr>
                          <w:pStyle w:val="a6"/>
                        </w:pPr>
                        <w:r>
                          <w:rPr>
                            <w:lang w:val="ja-JP" w:bidi="ja-JP"/>
                          </w:rPr>
                          <w:t>月</w:t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6D5E44ED" w14:textId="77777777" w:rsidR="00FE2FC0" w:rsidRDefault="00FE2FC0">
                        <w:pPr>
                          <w:pStyle w:val="a6"/>
                        </w:pPr>
                        <w:r>
                          <w:rPr>
                            <w:lang w:val="ja-JP" w:bidi="ja-JP"/>
                          </w:rPr>
                          <w:t>火</w:t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54873B5F" w14:textId="77777777" w:rsidR="00FE2FC0" w:rsidRDefault="00FE2FC0">
                        <w:pPr>
                          <w:pStyle w:val="a6"/>
                        </w:pPr>
                        <w:r>
                          <w:rPr>
                            <w:lang w:val="ja-JP" w:bidi="ja-JP"/>
                          </w:rPr>
                          <w:t>水</w:t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62FD8E57" w14:textId="77777777" w:rsidR="00FE2FC0" w:rsidRDefault="00FE2FC0">
                        <w:pPr>
                          <w:pStyle w:val="a6"/>
                        </w:pPr>
                        <w:r>
                          <w:rPr>
                            <w:lang w:val="ja-JP" w:bidi="ja-JP"/>
                          </w:rPr>
                          <w:t>木</w:t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344A8FD9" w14:textId="77777777" w:rsidR="00FE2FC0" w:rsidRDefault="00FE2FC0">
                        <w:pPr>
                          <w:pStyle w:val="a6"/>
                        </w:pPr>
                        <w:r>
                          <w:rPr>
                            <w:lang w:val="ja-JP" w:bidi="ja-JP"/>
                          </w:rPr>
                          <w:t>金</w:t>
                        </w:r>
                      </w:p>
                    </w:tc>
                    <w:tc>
                      <w:tcPr>
                        <w:tcW w:w="707" w:type="pct"/>
                        <w:tcMar>
                          <w:left w:w="0" w:type="dxa"/>
                          <w:right w:w="0" w:type="dxa"/>
                        </w:tcMar>
                      </w:tcPr>
                      <w:p w14:paraId="2B7D556B" w14:textId="77777777" w:rsidR="00FE2FC0" w:rsidRPr="00A70974" w:rsidRDefault="00FE2FC0">
                        <w:pPr>
                          <w:pStyle w:val="a6"/>
                          <w:rPr>
                            <w:color w:val="0070C0"/>
                          </w:rPr>
                        </w:pPr>
                        <w:r w:rsidRPr="00A70974">
                          <w:rPr>
                            <w:color w:val="0070C0"/>
                            <w:lang w:val="ja-JP" w:bidi="ja-JP"/>
                          </w:rPr>
                          <w:t>土</w:t>
                        </w:r>
                      </w:p>
                    </w:tc>
                  </w:tr>
                  <w:tr w:rsidR="00FE2FC0" w14:paraId="124E557E" w14:textId="77777777" w:rsidTr="006379C4">
                    <w:tc>
                      <w:tcPr>
                        <w:tcW w:w="708" w:type="pct"/>
                        <w:tcMar>
                          <w:left w:w="0" w:type="dxa"/>
                          <w:right w:w="0" w:type="dxa"/>
                        </w:tcMar>
                      </w:tcPr>
                      <w:p w14:paraId="559A5774" w14:textId="77777777" w:rsidR="00FE2FC0" w:rsidRPr="00A70974" w:rsidRDefault="00FE2FC0">
                        <w:pPr>
                          <w:pStyle w:val="13"/>
                          <w:rPr>
                            <w:color w:val="FF0000"/>
                          </w:rPr>
                        </w:pP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IF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DocVariable MonthStart5 \@ dddd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color w:val="FF0000"/>
                            <w:lang w:val="ja-JP" w:eastAsia="ja-JP" w:bidi="ja-JP"/>
                          </w:rPr>
                          <w:instrText>木曜日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 “日曜日" 1 ""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1D19DE1A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MonthStart5 \@ dddd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lang w:val="ja-JP" w:eastAsia="ja-JP" w:bidi="ja-JP"/>
                          </w:rPr>
                          <w:instrText>木曜日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 “月曜日" 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=A2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&lt;&gt; 0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=A2+1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>
                          <w:rPr>
                            <w:noProof/>
                            <w:lang w:val="ja-JP" w:eastAsia="ja-JP" w:bidi="ja-JP"/>
                          </w:rPr>
                          <w:instrText>2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046A5794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MonthStart5 \@ dddd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lang w:val="ja-JP" w:eastAsia="ja-JP" w:bidi="ja-JP"/>
                          </w:rPr>
                          <w:instrText>木曜日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 “火曜日" 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=B2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&lt;&gt; 0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=B2+1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>
                          <w:rPr>
                            <w:noProof/>
                            <w:lang w:val="ja-JP" w:eastAsia="ja-JP" w:bidi="ja-JP"/>
                          </w:rPr>
                          <w:instrText>3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7EAE6ADB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MonthStart5 \@ dddd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lang w:val="ja-JP" w:eastAsia="ja-JP" w:bidi="ja-JP"/>
                          </w:rPr>
                          <w:instrText>木曜日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 “水曜日" 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=C2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&lt;&gt; 0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=C2+1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>
                          <w:rPr>
                            <w:noProof/>
                            <w:lang w:val="ja-JP" w:eastAsia="ja-JP" w:bidi="ja-JP"/>
                          </w:rPr>
                          <w:instrText>4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04464634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MonthStart5 \@ dddd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lang w:val="ja-JP" w:eastAsia="ja-JP" w:bidi="ja-JP"/>
                          </w:rPr>
                          <w:instrText>木曜日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= “木曜日" 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=D2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8F5933">
                          <w:rPr>
                            <w:noProof/>
                            <w:lang w:val="ja-JP" w:eastAsia="ja-JP" w:bidi="ja-JP"/>
                          </w:rPr>
                          <w:instrText>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&lt;&gt; 0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=D2+1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>
                          <w:rPr>
                            <w:noProof/>
                            <w:lang w:val="ja-JP" w:eastAsia="ja-JP" w:bidi="ja-JP"/>
                          </w:rPr>
                          <w:instrText>5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t>1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16FFE913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MonthStart5 \@ dddd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lang w:val="ja-JP" w:eastAsia="ja-JP" w:bidi="ja-JP"/>
                          </w:rPr>
                          <w:instrText>木曜日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 “金曜日" 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=E2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1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&lt;&gt; 0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=E2+1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instrText>2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t>2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07" w:type="pct"/>
                        <w:tcMar>
                          <w:left w:w="0" w:type="dxa"/>
                          <w:right w:w="0" w:type="dxa"/>
                        </w:tcMar>
                      </w:tcPr>
                      <w:p w14:paraId="729D2982" w14:textId="77777777" w:rsidR="00FE2FC0" w:rsidRPr="00A70974" w:rsidRDefault="00FE2FC0">
                        <w:pPr>
                          <w:pStyle w:val="13"/>
                          <w:rPr>
                            <w:color w:val="0070C0"/>
                          </w:rPr>
                        </w:pP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IF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DocVariable MonthStart5 \@ dddd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color w:val="0070C0"/>
                            <w:lang w:val="ja-JP" w:eastAsia="ja-JP" w:bidi="ja-JP"/>
                          </w:rPr>
                          <w:instrText>木曜日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= “土曜日" 1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IF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=F2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instrText>2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&lt;&gt; 0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=F2+1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instrText>3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""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B17876"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instrText>3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B17876"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t>3</w: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</w:tr>
                  <w:tr w:rsidR="00FE2FC0" w14:paraId="3F4B41EF" w14:textId="77777777" w:rsidTr="006379C4">
                    <w:tc>
                      <w:tcPr>
                        <w:tcW w:w="708" w:type="pct"/>
                        <w:tcMar>
                          <w:left w:w="0" w:type="dxa"/>
                          <w:right w:w="0" w:type="dxa"/>
                        </w:tcMar>
                      </w:tcPr>
                      <w:p w14:paraId="62328096" w14:textId="77777777" w:rsidR="00FE2FC0" w:rsidRPr="00A70974" w:rsidRDefault="00FE2FC0">
                        <w:pPr>
                          <w:pStyle w:val="13"/>
                          <w:rPr>
                            <w:color w:val="FF0000"/>
                          </w:rPr>
                        </w:pP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=G2+1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t>4</w: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467BF513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=A3+1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5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1C75BA0A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=B3+1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6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6B6EC6D4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=C3+1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7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13CEB1DF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=D3+1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8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7B8A7F6A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=E3+1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9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07" w:type="pct"/>
                        <w:tcMar>
                          <w:left w:w="0" w:type="dxa"/>
                          <w:right w:w="0" w:type="dxa"/>
                        </w:tcMar>
                      </w:tcPr>
                      <w:p w14:paraId="0B4709AF" w14:textId="77777777" w:rsidR="00FE2FC0" w:rsidRPr="00A70974" w:rsidRDefault="00FE2FC0">
                        <w:pPr>
                          <w:pStyle w:val="13"/>
                          <w:rPr>
                            <w:color w:val="0070C0"/>
                          </w:rPr>
                        </w:pP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=F3+1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t>10</w: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</w:tr>
                  <w:tr w:rsidR="00FE2FC0" w14:paraId="5506639C" w14:textId="77777777" w:rsidTr="006379C4">
                    <w:tc>
                      <w:tcPr>
                        <w:tcW w:w="708" w:type="pct"/>
                        <w:tcMar>
                          <w:left w:w="0" w:type="dxa"/>
                          <w:right w:w="0" w:type="dxa"/>
                        </w:tcMar>
                      </w:tcPr>
                      <w:p w14:paraId="452D52FA" w14:textId="77777777" w:rsidR="00FE2FC0" w:rsidRPr="00A70974" w:rsidRDefault="00FE2FC0">
                        <w:pPr>
                          <w:pStyle w:val="13"/>
                          <w:rPr>
                            <w:color w:val="FF0000"/>
                          </w:rPr>
                        </w:pP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=G3+1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t>11</w: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76D522E6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=A4+1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12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69A8C8D7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=B4+1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13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0B2DC08B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=C4+1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14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75403F34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=D4+1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15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3CC59C43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=E4+1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16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07" w:type="pct"/>
                        <w:tcMar>
                          <w:left w:w="0" w:type="dxa"/>
                          <w:right w:w="0" w:type="dxa"/>
                        </w:tcMar>
                      </w:tcPr>
                      <w:p w14:paraId="04087F40" w14:textId="77777777" w:rsidR="00FE2FC0" w:rsidRPr="00A70974" w:rsidRDefault="00FE2FC0">
                        <w:pPr>
                          <w:pStyle w:val="13"/>
                          <w:rPr>
                            <w:color w:val="0070C0"/>
                          </w:rPr>
                        </w:pP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=F4+1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t>17</w: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</w:tr>
                  <w:tr w:rsidR="00FE2FC0" w14:paraId="3DBCADEA" w14:textId="77777777" w:rsidTr="006379C4">
                    <w:tc>
                      <w:tcPr>
                        <w:tcW w:w="708" w:type="pct"/>
                        <w:tcMar>
                          <w:left w:w="0" w:type="dxa"/>
                          <w:right w:w="0" w:type="dxa"/>
                        </w:tcMar>
                      </w:tcPr>
                      <w:p w14:paraId="71283BB3" w14:textId="77777777" w:rsidR="00FE2FC0" w:rsidRPr="00A70974" w:rsidRDefault="00FE2FC0">
                        <w:pPr>
                          <w:pStyle w:val="13"/>
                          <w:rPr>
                            <w:color w:val="FF0000"/>
                          </w:rPr>
                        </w:pP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=G4+1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t>18</w: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2F872EAD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=A5+1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19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70166502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=B5+1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20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262DE67A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=C5+1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21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49EFADC3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=D5+1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22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0AE9EAB5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=E5+1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23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07" w:type="pct"/>
                        <w:tcMar>
                          <w:left w:w="0" w:type="dxa"/>
                          <w:right w:w="0" w:type="dxa"/>
                        </w:tcMar>
                      </w:tcPr>
                      <w:p w14:paraId="4ADDE590" w14:textId="77777777" w:rsidR="00FE2FC0" w:rsidRPr="00A70974" w:rsidRDefault="00FE2FC0">
                        <w:pPr>
                          <w:pStyle w:val="13"/>
                          <w:rPr>
                            <w:color w:val="0070C0"/>
                          </w:rPr>
                        </w:pP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=F5+1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t>24</w: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</w:tr>
                  <w:tr w:rsidR="00FE2FC0" w14:paraId="3EECC1B2" w14:textId="77777777" w:rsidTr="006379C4">
                    <w:tc>
                      <w:tcPr>
                        <w:tcW w:w="708" w:type="pct"/>
                        <w:tcMar>
                          <w:left w:w="0" w:type="dxa"/>
                          <w:right w:w="0" w:type="dxa"/>
                        </w:tcMar>
                      </w:tcPr>
                      <w:p w14:paraId="0A68B35E" w14:textId="77777777" w:rsidR="00FE2FC0" w:rsidRPr="00A70974" w:rsidRDefault="00FE2FC0">
                        <w:pPr>
                          <w:pStyle w:val="13"/>
                          <w:rPr>
                            <w:color w:val="FF0000"/>
                          </w:rPr>
                        </w:pP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IF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=G5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instrText>24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 0,""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IF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=G5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instrText>24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 &lt;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DocVariable MonthEnd5 \@ d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color w:val="FF0000"/>
                            <w:lang w:val="ja-JP" w:eastAsia="ja-JP" w:bidi="ja-JP"/>
                          </w:rPr>
                          <w:instrText>31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=G5+1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instrText>25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""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B17876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instrText>25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B17876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t>25</w: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6DB5C9F4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=A6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25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 0,""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=A6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25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&lt;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MonthEnd5 \@ 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lang w:val="ja-JP" w:eastAsia="ja-JP" w:bidi="ja-JP"/>
                          </w:rPr>
                          <w:instrText>31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=A6+1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26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instrText>26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t>26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7211874E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=B6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26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 0,""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=B6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26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&lt;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MonthEnd5 \@ 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lang w:val="ja-JP" w:eastAsia="ja-JP" w:bidi="ja-JP"/>
                          </w:rPr>
                          <w:instrText>31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=B6+1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27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instrText>27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t>27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2580AA4F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=C6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27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 0,""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=C6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27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&lt;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MonthEnd5 \@ 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lang w:val="ja-JP" w:eastAsia="ja-JP" w:bidi="ja-JP"/>
                          </w:rPr>
                          <w:instrText>31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=C6+1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28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instrText>28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t>28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54124CA0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=D6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28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 0,""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=D6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28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&lt;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MonthEnd5 \@ 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lang w:val="ja-JP" w:eastAsia="ja-JP" w:bidi="ja-JP"/>
                          </w:rPr>
                          <w:instrText>31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=D6+1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29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instrText>29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t>29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5D126B3E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=E6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29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 0,""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=E6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29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&lt;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MonthEnd5 \@ 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lang w:val="ja-JP" w:eastAsia="ja-JP" w:bidi="ja-JP"/>
                          </w:rPr>
                          <w:instrText>31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=E6+1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30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instrText>30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t>30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07" w:type="pct"/>
                        <w:tcMar>
                          <w:left w:w="0" w:type="dxa"/>
                          <w:right w:w="0" w:type="dxa"/>
                        </w:tcMar>
                      </w:tcPr>
                      <w:p w14:paraId="26A9108D" w14:textId="77777777" w:rsidR="00FE2FC0" w:rsidRPr="00A70974" w:rsidRDefault="00FE2FC0">
                        <w:pPr>
                          <w:pStyle w:val="13"/>
                          <w:rPr>
                            <w:color w:val="0070C0"/>
                          </w:rPr>
                        </w:pP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IF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=F6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instrText>30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= 0,""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IF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=F6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instrText>30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 &lt;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DocVariable MonthEnd5 \@ d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color w:val="0070C0"/>
                            <w:lang w:val="ja-JP" w:eastAsia="ja-JP" w:bidi="ja-JP"/>
                          </w:rPr>
                          <w:instrText>31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=F6+1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instrText>31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""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B17876"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instrText>31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B17876"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t>31</w: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</w:tr>
                  <w:tr w:rsidR="00FE2FC0" w14:paraId="5DC62EA6" w14:textId="77777777" w:rsidTr="006379C4">
                    <w:tc>
                      <w:tcPr>
                        <w:tcW w:w="708" w:type="pct"/>
                        <w:tcMar>
                          <w:left w:w="0" w:type="dxa"/>
                          <w:right w:w="0" w:type="dxa"/>
                        </w:tcMar>
                      </w:tcPr>
                      <w:p w14:paraId="1BCFA6A7" w14:textId="77777777" w:rsidR="00FE2FC0" w:rsidRPr="00A70974" w:rsidRDefault="00FE2FC0">
                        <w:pPr>
                          <w:pStyle w:val="13"/>
                          <w:rPr>
                            <w:color w:val="FF0000"/>
                          </w:rPr>
                        </w:pP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IF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=G6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instrText>31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 0,""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IF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=G6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instrText>31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 &lt;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DocVariable MonthEnd5 \@ d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color w:val="FF0000"/>
                            <w:lang w:val="ja-JP" w:eastAsia="ja-JP" w:bidi="ja-JP"/>
                          </w:rPr>
                          <w:instrText>31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=G6+1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8F5933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instrText>30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""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0839181B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=A7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 0,""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=A7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8F5933">
                          <w:rPr>
                            <w:noProof/>
                            <w:lang w:val="ja-JP" w:eastAsia="ja-JP" w:bidi="ja-JP"/>
                          </w:rPr>
                          <w:instrText>30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&lt;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MonthEnd5 \@ 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lang w:val="ja-JP" w:eastAsia="ja-JP" w:bidi="ja-JP"/>
                          </w:rPr>
                          <w:instrText>31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=A7+1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8F5933">
                          <w:rPr>
                            <w:noProof/>
                            <w:lang w:val="ja-JP" w:eastAsia="ja-JP" w:bidi="ja-JP"/>
                          </w:rPr>
                          <w:instrText>31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31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115E8992" w14:textId="77777777" w:rsidR="00FE2FC0" w:rsidRDefault="00FE2FC0">
                        <w:pPr>
                          <w:pStyle w:val="13"/>
                        </w:pP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72D05DA2" w14:textId="77777777" w:rsidR="00FE2FC0" w:rsidRDefault="00FE2FC0">
                        <w:pPr>
                          <w:pStyle w:val="13"/>
                        </w:pP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3EA50783" w14:textId="77777777" w:rsidR="00FE2FC0" w:rsidRDefault="00FE2FC0">
                        <w:pPr>
                          <w:pStyle w:val="13"/>
                        </w:pP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5C1E0993" w14:textId="77777777" w:rsidR="00FE2FC0" w:rsidRDefault="00FE2FC0">
                        <w:pPr>
                          <w:pStyle w:val="13"/>
                        </w:pPr>
                      </w:p>
                    </w:tc>
                    <w:tc>
                      <w:tcPr>
                        <w:tcW w:w="707" w:type="pct"/>
                        <w:tcMar>
                          <w:left w:w="0" w:type="dxa"/>
                          <w:right w:w="0" w:type="dxa"/>
                        </w:tcMar>
                      </w:tcPr>
                      <w:p w14:paraId="07623634" w14:textId="77777777" w:rsidR="00FE2FC0" w:rsidRPr="00A70974" w:rsidRDefault="00FE2FC0">
                        <w:pPr>
                          <w:pStyle w:val="13"/>
                          <w:rPr>
                            <w:color w:val="0070C0"/>
                          </w:rPr>
                        </w:pPr>
                      </w:p>
                    </w:tc>
                  </w:tr>
                </w:tbl>
                <w:p w14:paraId="16F87445" w14:textId="77777777" w:rsidR="00FE2FC0" w:rsidRDefault="00FE2FC0">
                  <w:pPr>
                    <w:spacing w:after="40"/>
                  </w:pPr>
                </w:p>
              </w:tc>
              <w:tc>
                <w:tcPr>
                  <w:tcW w:w="583" w:type="dxa"/>
                </w:tcPr>
                <w:p w14:paraId="54912600" w14:textId="77777777" w:rsidR="00FE2FC0" w:rsidRDefault="00FE2FC0">
                  <w:pPr>
                    <w:spacing w:after="40"/>
                  </w:pPr>
                </w:p>
              </w:tc>
              <w:tc>
                <w:tcPr>
                  <w:tcW w:w="2468" w:type="dxa"/>
                </w:tcPr>
                <w:p w14:paraId="5F6BAAE9" w14:textId="77777777" w:rsidR="00FE2FC0" w:rsidRDefault="00FE2FC0">
                  <w:pPr>
                    <w:pStyle w:val="ab"/>
                  </w:pPr>
                  <w:r>
                    <w:rPr>
                      <w:lang w:val="ja-JP" w:bidi="ja-JP"/>
                    </w:rPr>
                    <w:t>9 月</w:t>
                  </w:r>
                </w:p>
                <w:tbl>
                  <w:tblPr>
                    <w:tblW w:w="5000" w:type="pct"/>
                    <w:tblLayout w:type="fixed"/>
                    <w:tblLook w:val="04A0" w:firstRow="1" w:lastRow="0" w:firstColumn="1" w:lastColumn="0" w:noHBand="0" w:noVBand="1"/>
                    <w:tblCaption w:val="カレンダー コンテンツ テーブル"/>
                  </w:tblPr>
                  <w:tblGrid>
                    <w:gridCol w:w="319"/>
                    <w:gridCol w:w="323"/>
                    <w:gridCol w:w="323"/>
                    <w:gridCol w:w="323"/>
                    <w:gridCol w:w="323"/>
                    <w:gridCol w:w="323"/>
                    <w:gridCol w:w="318"/>
                  </w:tblGrid>
                  <w:tr w:rsidR="00FE2FC0" w14:paraId="7E42F23D" w14:textId="77777777" w:rsidTr="006379C4">
                    <w:tc>
                      <w:tcPr>
                        <w:tcW w:w="708" w:type="pct"/>
                        <w:tcMar>
                          <w:left w:w="0" w:type="dxa"/>
                          <w:right w:w="0" w:type="dxa"/>
                        </w:tcMar>
                      </w:tcPr>
                      <w:p w14:paraId="40888F7A" w14:textId="77777777" w:rsidR="00FE2FC0" w:rsidRPr="00A70974" w:rsidRDefault="00FE2FC0">
                        <w:pPr>
                          <w:pStyle w:val="a6"/>
                          <w:rPr>
                            <w:color w:val="FF0000"/>
                          </w:rPr>
                        </w:pPr>
                        <w:r w:rsidRPr="00A70974">
                          <w:rPr>
                            <w:color w:val="FF0000"/>
                            <w:lang w:val="ja-JP" w:bidi="ja-JP"/>
                          </w:rPr>
                          <w:t>日</w:t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51F50533" w14:textId="77777777" w:rsidR="00FE2FC0" w:rsidRDefault="00FE2FC0">
                        <w:pPr>
                          <w:pStyle w:val="a6"/>
                        </w:pPr>
                        <w:r>
                          <w:rPr>
                            <w:lang w:val="ja-JP" w:bidi="ja-JP"/>
                          </w:rPr>
                          <w:t>月</w:t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3FD5531D" w14:textId="77777777" w:rsidR="00FE2FC0" w:rsidRDefault="00FE2FC0">
                        <w:pPr>
                          <w:pStyle w:val="a6"/>
                        </w:pPr>
                        <w:r>
                          <w:rPr>
                            <w:lang w:val="ja-JP" w:bidi="ja-JP"/>
                          </w:rPr>
                          <w:t>火</w:t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75E2545A" w14:textId="77777777" w:rsidR="00FE2FC0" w:rsidRDefault="00FE2FC0">
                        <w:pPr>
                          <w:pStyle w:val="a6"/>
                        </w:pPr>
                        <w:r>
                          <w:rPr>
                            <w:lang w:val="ja-JP" w:bidi="ja-JP"/>
                          </w:rPr>
                          <w:t>水</w:t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06CAF237" w14:textId="77777777" w:rsidR="00FE2FC0" w:rsidRDefault="00FE2FC0">
                        <w:pPr>
                          <w:pStyle w:val="a6"/>
                        </w:pPr>
                        <w:r>
                          <w:rPr>
                            <w:lang w:val="ja-JP" w:bidi="ja-JP"/>
                          </w:rPr>
                          <w:t>木</w:t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32BAE2A7" w14:textId="77777777" w:rsidR="00FE2FC0" w:rsidRDefault="00FE2FC0">
                        <w:pPr>
                          <w:pStyle w:val="a6"/>
                        </w:pPr>
                        <w:r>
                          <w:rPr>
                            <w:lang w:val="ja-JP" w:bidi="ja-JP"/>
                          </w:rPr>
                          <w:t>金</w:t>
                        </w:r>
                      </w:p>
                    </w:tc>
                    <w:tc>
                      <w:tcPr>
                        <w:tcW w:w="707" w:type="pct"/>
                        <w:tcMar>
                          <w:left w:w="0" w:type="dxa"/>
                          <w:right w:w="0" w:type="dxa"/>
                        </w:tcMar>
                      </w:tcPr>
                      <w:p w14:paraId="4695DCC3" w14:textId="77777777" w:rsidR="00FE2FC0" w:rsidRPr="00A70974" w:rsidRDefault="00FE2FC0">
                        <w:pPr>
                          <w:pStyle w:val="a6"/>
                          <w:rPr>
                            <w:color w:val="0070C0"/>
                          </w:rPr>
                        </w:pPr>
                        <w:r w:rsidRPr="00A70974">
                          <w:rPr>
                            <w:color w:val="0070C0"/>
                            <w:lang w:val="ja-JP" w:bidi="ja-JP"/>
                          </w:rPr>
                          <w:t>土</w:t>
                        </w:r>
                      </w:p>
                    </w:tc>
                  </w:tr>
                  <w:tr w:rsidR="00FE2FC0" w14:paraId="2D50BD6A" w14:textId="77777777" w:rsidTr="006379C4">
                    <w:tc>
                      <w:tcPr>
                        <w:tcW w:w="708" w:type="pct"/>
                        <w:tcMar>
                          <w:left w:w="0" w:type="dxa"/>
                          <w:right w:w="0" w:type="dxa"/>
                        </w:tcMar>
                      </w:tcPr>
                      <w:p w14:paraId="69540059" w14:textId="77777777" w:rsidR="00FE2FC0" w:rsidRPr="00A70974" w:rsidRDefault="00FE2FC0">
                        <w:pPr>
                          <w:pStyle w:val="13"/>
                          <w:rPr>
                            <w:color w:val="FF0000"/>
                          </w:rPr>
                        </w:pP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IF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DocVariable MonthStart9 \@ dddd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color w:val="FF0000"/>
                            <w:lang w:val="ja-JP" w:eastAsia="ja-JP" w:bidi="ja-JP"/>
                          </w:rPr>
                          <w:instrText>月曜日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 “日曜日" 1 ""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569E4FA4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MonthStart9 \@ dddd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lang w:val="ja-JP" w:eastAsia="ja-JP" w:bidi="ja-JP"/>
                          </w:rPr>
                          <w:instrText>月曜日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 “月曜日" 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=A2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8F5933">
                          <w:rPr>
                            <w:noProof/>
                            <w:lang w:val="ja-JP" w:eastAsia="ja-JP" w:bidi="ja-JP"/>
                          </w:rPr>
                          <w:instrText>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&lt;&gt; 0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=A2+1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>
                          <w:rPr>
                            <w:noProof/>
                            <w:lang w:val="ja-JP" w:eastAsia="ja-JP" w:bidi="ja-JP"/>
                          </w:rPr>
                          <w:instrText>2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t>1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12622358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MonthStart9 \@ dddd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lang w:val="ja-JP" w:eastAsia="ja-JP" w:bidi="ja-JP"/>
                          </w:rPr>
                          <w:instrText>月曜日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 “火曜日" 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=B2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1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&lt;&gt; 0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=B2+1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instrText>2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t>2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59F2957F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MonthStart9 \@ dddd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lang w:val="ja-JP" w:eastAsia="ja-JP" w:bidi="ja-JP"/>
                          </w:rPr>
                          <w:instrText>月曜日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 “水曜日" 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=C2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&lt;&gt; 0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=C2+1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3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instrText>3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t>3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4A5E219F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MonthStart9 \@ dddd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lang w:val="ja-JP" w:eastAsia="ja-JP" w:bidi="ja-JP"/>
                          </w:rPr>
                          <w:instrText>月曜日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= “木曜日" 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=D2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3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&lt;&gt; 0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=D2+1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4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instrText>4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t>4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183CAD9A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MonthStart9 \@ dddd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lang w:val="ja-JP" w:eastAsia="ja-JP" w:bidi="ja-JP"/>
                          </w:rPr>
                          <w:instrText>月曜日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 “金曜日" 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=E2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4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&lt;&gt; 0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=E2+1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5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instrText>5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t>5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07" w:type="pct"/>
                        <w:tcMar>
                          <w:left w:w="0" w:type="dxa"/>
                          <w:right w:w="0" w:type="dxa"/>
                        </w:tcMar>
                      </w:tcPr>
                      <w:p w14:paraId="6ADCA271" w14:textId="77777777" w:rsidR="00FE2FC0" w:rsidRPr="00A70974" w:rsidRDefault="00FE2FC0">
                        <w:pPr>
                          <w:pStyle w:val="13"/>
                          <w:rPr>
                            <w:color w:val="0070C0"/>
                          </w:rPr>
                        </w:pP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IF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DocVariable MonthStart9 \@ dddd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color w:val="0070C0"/>
                            <w:lang w:val="ja-JP" w:eastAsia="ja-JP" w:bidi="ja-JP"/>
                          </w:rPr>
                          <w:instrText>月曜日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= “土曜日" 1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IF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=F2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instrText>5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&lt;&gt; 0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=F2+1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instrText>6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""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B17876"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instrText>6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B17876"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t>6</w: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</w:tr>
                  <w:tr w:rsidR="00FE2FC0" w14:paraId="1328B253" w14:textId="77777777" w:rsidTr="006379C4">
                    <w:tc>
                      <w:tcPr>
                        <w:tcW w:w="708" w:type="pct"/>
                        <w:tcMar>
                          <w:left w:w="0" w:type="dxa"/>
                          <w:right w:w="0" w:type="dxa"/>
                        </w:tcMar>
                      </w:tcPr>
                      <w:p w14:paraId="0D7F68CC" w14:textId="77777777" w:rsidR="00FE2FC0" w:rsidRPr="00A70974" w:rsidRDefault="00FE2FC0">
                        <w:pPr>
                          <w:pStyle w:val="13"/>
                          <w:rPr>
                            <w:color w:val="FF0000"/>
                          </w:rPr>
                        </w:pP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=G2+1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t>7</w: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6BE4130D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=A3+1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8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27BBDBBA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=B3+1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9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6CE927BD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=C3+1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10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47A66E34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=D3+1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11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56DE9423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=E3+1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12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07" w:type="pct"/>
                        <w:tcMar>
                          <w:left w:w="0" w:type="dxa"/>
                          <w:right w:w="0" w:type="dxa"/>
                        </w:tcMar>
                      </w:tcPr>
                      <w:p w14:paraId="33E5D4FD" w14:textId="77777777" w:rsidR="00FE2FC0" w:rsidRPr="00A70974" w:rsidRDefault="00FE2FC0">
                        <w:pPr>
                          <w:pStyle w:val="13"/>
                          <w:rPr>
                            <w:color w:val="0070C0"/>
                          </w:rPr>
                        </w:pP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=F3+1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t>13</w: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</w:tr>
                  <w:tr w:rsidR="00FE2FC0" w14:paraId="5D31AA25" w14:textId="77777777" w:rsidTr="006379C4">
                    <w:tc>
                      <w:tcPr>
                        <w:tcW w:w="708" w:type="pct"/>
                        <w:tcMar>
                          <w:left w:w="0" w:type="dxa"/>
                          <w:right w:w="0" w:type="dxa"/>
                        </w:tcMar>
                      </w:tcPr>
                      <w:p w14:paraId="1B4DC769" w14:textId="77777777" w:rsidR="00FE2FC0" w:rsidRPr="00A70974" w:rsidRDefault="00FE2FC0">
                        <w:pPr>
                          <w:pStyle w:val="13"/>
                          <w:rPr>
                            <w:color w:val="FF0000"/>
                          </w:rPr>
                        </w:pP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=G3+1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t>14</w: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11E7D5E6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=A4+1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15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0605885D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=B4+1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16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1D4D06EB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=C4+1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17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2F0F2284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=D4+1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18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72ABDDD1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=E4+1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19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07" w:type="pct"/>
                        <w:tcMar>
                          <w:left w:w="0" w:type="dxa"/>
                          <w:right w:w="0" w:type="dxa"/>
                        </w:tcMar>
                      </w:tcPr>
                      <w:p w14:paraId="4669A026" w14:textId="77777777" w:rsidR="00FE2FC0" w:rsidRPr="00A70974" w:rsidRDefault="00FE2FC0">
                        <w:pPr>
                          <w:pStyle w:val="13"/>
                          <w:rPr>
                            <w:color w:val="0070C0"/>
                          </w:rPr>
                        </w:pP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=F4+1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t>20</w: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</w:tr>
                  <w:tr w:rsidR="00FE2FC0" w14:paraId="0FC2CF06" w14:textId="77777777" w:rsidTr="006379C4">
                    <w:tc>
                      <w:tcPr>
                        <w:tcW w:w="708" w:type="pct"/>
                        <w:tcMar>
                          <w:left w:w="0" w:type="dxa"/>
                          <w:right w:w="0" w:type="dxa"/>
                        </w:tcMar>
                      </w:tcPr>
                      <w:p w14:paraId="55592D33" w14:textId="77777777" w:rsidR="00FE2FC0" w:rsidRPr="00A70974" w:rsidRDefault="00FE2FC0">
                        <w:pPr>
                          <w:pStyle w:val="13"/>
                          <w:rPr>
                            <w:color w:val="FF0000"/>
                          </w:rPr>
                        </w:pP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=G4+1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t>21</w: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5927DC9C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=A5+1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22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694739C4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=B5+1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23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6C800006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=C5+1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24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058DCEA2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=D5+1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25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2C3CD86C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=E5+1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26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07" w:type="pct"/>
                        <w:tcMar>
                          <w:left w:w="0" w:type="dxa"/>
                          <w:right w:w="0" w:type="dxa"/>
                        </w:tcMar>
                      </w:tcPr>
                      <w:p w14:paraId="35476A39" w14:textId="77777777" w:rsidR="00FE2FC0" w:rsidRPr="00A70974" w:rsidRDefault="00FE2FC0">
                        <w:pPr>
                          <w:pStyle w:val="13"/>
                          <w:rPr>
                            <w:color w:val="0070C0"/>
                          </w:rPr>
                        </w:pP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=F5+1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t>27</w: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</w:tr>
                  <w:tr w:rsidR="00FE2FC0" w14:paraId="7470C00B" w14:textId="77777777" w:rsidTr="006379C4">
                    <w:tc>
                      <w:tcPr>
                        <w:tcW w:w="708" w:type="pct"/>
                        <w:tcMar>
                          <w:left w:w="0" w:type="dxa"/>
                          <w:right w:w="0" w:type="dxa"/>
                        </w:tcMar>
                      </w:tcPr>
                      <w:p w14:paraId="3F8CC324" w14:textId="77777777" w:rsidR="00FE2FC0" w:rsidRPr="00A70974" w:rsidRDefault="00FE2FC0">
                        <w:pPr>
                          <w:pStyle w:val="13"/>
                          <w:rPr>
                            <w:color w:val="FF0000"/>
                          </w:rPr>
                        </w:pP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IF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=G5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instrText>27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 0,""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IF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=G5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instrText>27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 &lt;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DocVariable MonthEnd9 \@ d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color w:val="FF0000"/>
                            <w:lang w:val="ja-JP" w:eastAsia="ja-JP" w:bidi="ja-JP"/>
                          </w:rPr>
                          <w:instrText>30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=G5+1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instrText>28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""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B17876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instrText>28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B17876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t>28</w: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16270B21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=A6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28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 0,""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=A6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28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&lt;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MonthEnd9 \@ 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lang w:val="ja-JP" w:eastAsia="ja-JP" w:bidi="ja-JP"/>
                          </w:rPr>
                          <w:instrText>30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=A6+1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29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instrText>29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t>29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72E2BCAA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=B6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29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 0,""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=B6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29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&lt;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MonthEnd9 \@ 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lang w:val="ja-JP" w:eastAsia="ja-JP" w:bidi="ja-JP"/>
                          </w:rPr>
                          <w:instrText>30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=B6+1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30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instrText>30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t>30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7F6CB120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=C6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30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 0,""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=C6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30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&lt;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MonthEnd9 \@ 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lang w:val="ja-JP" w:eastAsia="ja-JP" w:bidi="ja-JP"/>
                          </w:rPr>
                          <w:instrText>30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=C6+1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8F5933">
                          <w:rPr>
                            <w:noProof/>
                            <w:lang w:val="ja-JP" w:eastAsia="ja-JP" w:bidi="ja-JP"/>
                          </w:rPr>
                          <w:instrText>29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07D42412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=D6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 0,""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=D6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8F5933">
                          <w:rPr>
                            <w:noProof/>
                            <w:lang w:val="ja-JP" w:eastAsia="ja-JP" w:bidi="ja-JP"/>
                          </w:rPr>
                          <w:instrText>29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&lt;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MonthEnd9 \@ 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lang w:val="ja-JP" w:eastAsia="ja-JP" w:bidi="ja-JP"/>
                          </w:rPr>
                          <w:instrText>30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=D6+1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8F5933">
                          <w:rPr>
                            <w:noProof/>
                            <w:lang w:val="ja-JP" w:eastAsia="ja-JP" w:bidi="ja-JP"/>
                          </w:rPr>
                          <w:instrText>30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30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70787B5C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=E6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 0,""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=E6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8F5933">
                          <w:rPr>
                            <w:noProof/>
                            <w:lang w:val="ja-JP" w:eastAsia="ja-JP" w:bidi="ja-JP"/>
                          </w:rPr>
                          <w:instrText>30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&lt;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MonthEnd9 \@ 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lang w:val="ja-JP" w:eastAsia="ja-JP" w:bidi="ja-JP"/>
                          </w:rPr>
                          <w:instrText>30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=E6+1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>
                          <w:rPr>
                            <w:noProof/>
                            <w:lang w:val="ja-JP" w:eastAsia="ja-JP" w:bidi="ja-JP"/>
                          </w:rPr>
                          <w:instrText>27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07" w:type="pct"/>
                        <w:tcMar>
                          <w:left w:w="0" w:type="dxa"/>
                          <w:right w:w="0" w:type="dxa"/>
                        </w:tcMar>
                      </w:tcPr>
                      <w:p w14:paraId="59217ACC" w14:textId="77777777" w:rsidR="00FE2FC0" w:rsidRPr="00A70974" w:rsidRDefault="00FE2FC0">
                        <w:pPr>
                          <w:pStyle w:val="13"/>
                          <w:rPr>
                            <w:color w:val="0070C0"/>
                          </w:rPr>
                        </w:pP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IF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=F6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instrText>0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= 0,""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IF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=F6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instrText>27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 &lt;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DocVariable MonthEnd9 \@ d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>30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=F6+1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instrText>28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""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instrText>28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</w:tr>
                  <w:tr w:rsidR="00FE2FC0" w14:paraId="7F3D6326" w14:textId="77777777" w:rsidTr="006379C4">
                    <w:tc>
                      <w:tcPr>
                        <w:tcW w:w="708" w:type="pct"/>
                        <w:tcMar>
                          <w:left w:w="0" w:type="dxa"/>
                          <w:right w:w="0" w:type="dxa"/>
                        </w:tcMar>
                      </w:tcPr>
                      <w:p w14:paraId="24846154" w14:textId="77777777" w:rsidR="00FE2FC0" w:rsidRPr="00A70974" w:rsidRDefault="00FE2FC0">
                        <w:pPr>
                          <w:pStyle w:val="13"/>
                          <w:rPr>
                            <w:color w:val="FF0000"/>
                          </w:rPr>
                        </w:pP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IF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=G6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instrText>0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 0,""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IF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=G6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instrText>28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 &lt;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DocVariable MonthEnd9 \@ d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>30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=G6+1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instrText>29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""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instrText>29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0596ACC2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=A7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 0,""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=A7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>
                          <w:rPr>
                            <w:noProof/>
                            <w:lang w:val="ja-JP" w:eastAsia="ja-JP" w:bidi="ja-JP"/>
                          </w:rPr>
                          <w:instrText>29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&lt;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MonthEnd9 \@ 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>
                          <w:rPr>
                            <w:lang w:val="ja-JP" w:eastAsia="ja-JP" w:bidi="ja-JP"/>
                          </w:rPr>
                          <w:instrText>30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=A7+1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>
                          <w:rPr>
                            <w:noProof/>
                            <w:lang w:val="ja-JP" w:eastAsia="ja-JP" w:bidi="ja-JP"/>
                          </w:rPr>
                          <w:instrText>30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>
                          <w:rPr>
                            <w:noProof/>
                            <w:lang w:val="ja-JP" w:eastAsia="ja-JP" w:bidi="ja-JP"/>
                          </w:rPr>
                          <w:instrText>30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006E4EC5" w14:textId="77777777" w:rsidR="00FE2FC0" w:rsidRDefault="00FE2FC0">
                        <w:pPr>
                          <w:pStyle w:val="13"/>
                        </w:pP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22D08933" w14:textId="77777777" w:rsidR="00FE2FC0" w:rsidRDefault="00FE2FC0">
                        <w:pPr>
                          <w:pStyle w:val="13"/>
                        </w:pP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352C34C2" w14:textId="77777777" w:rsidR="00FE2FC0" w:rsidRDefault="00FE2FC0">
                        <w:pPr>
                          <w:pStyle w:val="13"/>
                        </w:pP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7BF0C389" w14:textId="77777777" w:rsidR="00FE2FC0" w:rsidRDefault="00FE2FC0">
                        <w:pPr>
                          <w:pStyle w:val="13"/>
                        </w:pPr>
                      </w:p>
                    </w:tc>
                    <w:tc>
                      <w:tcPr>
                        <w:tcW w:w="707" w:type="pct"/>
                        <w:tcMar>
                          <w:left w:w="0" w:type="dxa"/>
                          <w:right w:w="0" w:type="dxa"/>
                        </w:tcMar>
                      </w:tcPr>
                      <w:p w14:paraId="5E8A6B25" w14:textId="77777777" w:rsidR="00FE2FC0" w:rsidRPr="00A70974" w:rsidRDefault="00FE2FC0">
                        <w:pPr>
                          <w:pStyle w:val="13"/>
                          <w:rPr>
                            <w:color w:val="0070C0"/>
                          </w:rPr>
                        </w:pPr>
                      </w:p>
                    </w:tc>
                  </w:tr>
                </w:tbl>
                <w:p w14:paraId="71119A8B" w14:textId="77777777" w:rsidR="00FE2FC0" w:rsidRDefault="00FE2FC0">
                  <w:pPr>
                    <w:spacing w:after="40"/>
                  </w:pPr>
                </w:p>
              </w:tc>
            </w:tr>
            <w:tr w:rsidR="00FE2FC0" w14:paraId="0E490DA1" w14:textId="77777777">
              <w:trPr>
                <w:trHeight w:hRule="exact" w:val="144"/>
              </w:trPr>
              <w:tc>
                <w:tcPr>
                  <w:tcW w:w="2469" w:type="dxa"/>
                </w:tcPr>
                <w:p w14:paraId="25E6A45D" w14:textId="77777777" w:rsidR="00FE2FC0" w:rsidRDefault="00FE2FC0">
                  <w:pPr>
                    <w:spacing w:after="40"/>
                  </w:pPr>
                </w:p>
              </w:tc>
              <w:tc>
                <w:tcPr>
                  <w:tcW w:w="583" w:type="dxa"/>
                </w:tcPr>
                <w:p w14:paraId="1C3C5529" w14:textId="77777777" w:rsidR="00FE2FC0" w:rsidRDefault="00FE2FC0">
                  <w:pPr>
                    <w:spacing w:after="40"/>
                  </w:pPr>
                </w:p>
              </w:tc>
              <w:tc>
                <w:tcPr>
                  <w:tcW w:w="2468" w:type="dxa"/>
                </w:tcPr>
                <w:p w14:paraId="519BC369" w14:textId="77777777" w:rsidR="00FE2FC0" w:rsidRDefault="00FE2FC0">
                  <w:pPr>
                    <w:spacing w:after="40"/>
                  </w:pPr>
                </w:p>
              </w:tc>
              <w:tc>
                <w:tcPr>
                  <w:tcW w:w="583" w:type="dxa"/>
                </w:tcPr>
                <w:p w14:paraId="5FA471DA" w14:textId="77777777" w:rsidR="00FE2FC0" w:rsidRDefault="00FE2FC0">
                  <w:pPr>
                    <w:spacing w:after="40"/>
                  </w:pPr>
                </w:p>
              </w:tc>
              <w:tc>
                <w:tcPr>
                  <w:tcW w:w="2468" w:type="dxa"/>
                </w:tcPr>
                <w:p w14:paraId="42B0A8D0" w14:textId="77777777" w:rsidR="00FE2FC0" w:rsidRDefault="00FE2FC0">
                  <w:pPr>
                    <w:spacing w:after="40"/>
                  </w:pPr>
                </w:p>
              </w:tc>
            </w:tr>
            <w:tr w:rsidR="00FE2FC0" w14:paraId="1529E0D6" w14:textId="77777777">
              <w:tc>
                <w:tcPr>
                  <w:tcW w:w="2469" w:type="dxa"/>
                </w:tcPr>
                <w:p w14:paraId="239C99B4" w14:textId="77777777" w:rsidR="00FE2FC0" w:rsidRDefault="00FE2FC0">
                  <w:pPr>
                    <w:pStyle w:val="ab"/>
                  </w:pPr>
                  <w:r>
                    <w:rPr>
                      <w:lang w:val="ja-JP" w:bidi="ja-JP"/>
                    </w:rPr>
                    <w:t>2 月</w:t>
                  </w:r>
                </w:p>
                <w:tbl>
                  <w:tblPr>
                    <w:tblW w:w="5000" w:type="pct"/>
                    <w:tblLayout w:type="fixed"/>
                    <w:tblLook w:val="04A0" w:firstRow="1" w:lastRow="0" w:firstColumn="1" w:lastColumn="0" w:noHBand="0" w:noVBand="1"/>
                    <w:tblCaption w:val="カレンダー コンテンツ テーブル"/>
                  </w:tblPr>
                  <w:tblGrid>
                    <w:gridCol w:w="319"/>
                    <w:gridCol w:w="323"/>
                    <w:gridCol w:w="323"/>
                    <w:gridCol w:w="323"/>
                    <w:gridCol w:w="323"/>
                    <w:gridCol w:w="323"/>
                    <w:gridCol w:w="319"/>
                  </w:tblGrid>
                  <w:tr w:rsidR="00FE2FC0" w14:paraId="02FF6D66" w14:textId="77777777" w:rsidTr="006379C4">
                    <w:tc>
                      <w:tcPr>
                        <w:tcW w:w="708" w:type="pct"/>
                        <w:tcMar>
                          <w:left w:w="0" w:type="dxa"/>
                          <w:right w:w="0" w:type="dxa"/>
                        </w:tcMar>
                      </w:tcPr>
                      <w:p w14:paraId="49C15B6B" w14:textId="77777777" w:rsidR="00FE2FC0" w:rsidRPr="00A70974" w:rsidRDefault="00FE2FC0">
                        <w:pPr>
                          <w:pStyle w:val="a6"/>
                          <w:rPr>
                            <w:color w:val="FF0000"/>
                          </w:rPr>
                        </w:pPr>
                        <w:r w:rsidRPr="00A70974">
                          <w:rPr>
                            <w:color w:val="FF0000"/>
                            <w:lang w:val="ja-JP" w:bidi="ja-JP"/>
                          </w:rPr>
                          <w:t>日</w:t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19DCE739" w14:textId="77777777" w:rsidR="00FE2FC0" w:rsidRDefault="00FE2FC0">
                        <w:pPr>
                          <w:pStyle w:val="a6"/>
                        </w:pPr>
                        <w:r>
                          <w:rPr>
                            <w:lang w:val="ja-JP" w:bidi="ja-JP"/>
                          </w:rPr>
                          <w:t>月</w:t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4A9F36E5" w14:textId="77777777" w:rsidR="00FE2FC0" w:rsidRDefault="00FE2FC0">
                        <w:pPr>
                          <w:pStyle w:val="a6"/>
                        </w:pPr>
                        <w:r>
                          <w:rPr>
                            <w:lang w:val="ja-JP" w:bidi="ja-JP"/>
                          </w:rPr>
                          <w:t>火</w:t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5909CA14" w14:textId="77777777" w:rsidR="00FE2FC0" w:rsidRDefault="00FE2FC0">
                        <w:pPr>
                          <w:pStyle w:val="a6"/>
                        </w:pPr>
                        <w:r>
                          <w:rPr>
                            <w:lang w:val="ja-JP" w:bidi="ja-JP"/>
                          </w:rPr>
                          <w:t>水</w:t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679A47C4" w14:textId="77777777" w:rsidR="00FE2FC0" w:rsidRDefault="00FE2FC0">
                        <w:pPr>
                          <w:pStyle w:val="a6"/>
                        </w:pPr>
                        <w:r>
                          <w:rPr>
                            <w:lang w:val="ja-JP" w:bidi="ja-JP"/>
                          </w:rPr>
                          <w:t>木</w:t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24C016A0" w14:textId="77777777" w:rsidR="00FE2FC0" w:rsidRDefault="00FE2FC0">
                        <w:pPr>
                          <w:pStyle w:val="a6"/>
                        </w:pPr>
                        <w:r>
                          <w:rPr>
                            <w:lang w:val="ja-JP" w:bidi="ja-JP"/>
                          </w:rPr>
                          <w:t>金</w:t>
                        </w:r>
                      </w:p>
                    </w:tc>
                    <w:tc>
                      <w:tcPr>
                        <w:tcW w:w="707" w:type="pct"/>
                        <w:tcMar>
                          <w:left w:w="0" w:type="dxa"/>
                          <w:right w:w="0" w:type="dxa"/>
                        </w:tcMar>
                      </w:tcPr>
                      <w:p w14:paraId="7830CB98" w14:textId="77777777" w:rsidR="00FE2FC0" w:rsidRPr="00A70974" w:rsidRDefault="00FE2FC0">
                        <w:pPr>
                          <w:pStyle w:val="a6"/>
                          <w:rPr>
                            <w:color w:val="0070C0"/>
                          </w:rPr>
                        </w:pPr>
                        <w:r w:rsidRPr="00A70974">
                          <w:rPr>
                            <w:color w:val="0070C0"/>
                            <w:lang w:val="ja-JP" w:bidi="ja-JP"/>
                          </w:rPr>
                          <w:t>土</w:t>
                        </w:r>
                      </w:p>
                    </w:tc>
                  </w:tr>
                  <w:tr w:rsidR="00FE2FC0" w14:paraId="4CA48381" w14:textId="77777777" w:rsidTr="006379C4">
                    <w:tc>
                      <w:tcPr>
                        <w:tcW w:w="708" w:type="pct"/>
                        <w:tcMar>
                          <w:left w:w="0" w:type="dxa"/>
                          <w:right w:w="0" w:type="dxa"/>
                        </w:tcMar>
                      </w:tcPr>
                      <w:p w14:paraId="1C149A2E" w14:textId="77777777" w:rsidR="00FE2FC0" w:rsidRPr="00A70974" w:rsidRDefault="00FE2FC0">
                        <w:pPr>
                          <w:pStyle w:val="13"/>
                          <w:rPr>
                            <w:color w:val="FF0000"/>
                          </w:rPr>
                        </w:pP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IF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DocVariable MonthStart2 \@ dddd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color w:val="FF0000"/>
                            <w:lang w:val="ja-JP" w:eastAsia="ja-JP" w:bidi="ja-JP"/>
                          </w:rPr>
                          <w:instrText>土曜日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 “日曜日" 1 ""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5D6B8C10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MonthStart2 \@ dddd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lang w:val="ja-JP" w:eastAsia="ja-JP" w:bidi="ja-JP"/>
                          </w:rPr>
                          <w:instrText>土曜日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 “月曜日" 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=A2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&lt;&gt; 0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=A2+1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>
                          <w:rPr>
                            <w:noProof/>
                            <w:lang w:val="ja-JP" w:eastAsia="ja-JP" w:bidi="ja-JP"/>
                          </w:rPr>
                          <w:instrText>2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01E918E2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MonthStart2 \@ dddd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lang w:val="ja-JP" w:eastAsia="ja-JP" w:bidi="ja-JP"/>
                          </w:rPr>
                          <w:instrText>土曜日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 “火曜日" 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=B2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&lt;&gt; 0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=B2+1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8F5933">
                          <w:rPr>
                            <w:noProof/>
                            <w:lang w:val="ja-JP" w:eastAsia="ja-JP" w:bidi="ja-JP"/>
                          </w:rPr>
                          <w:instrText>2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666C4C1F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MonthStart2 \@ dddd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lang w:val="ja-JP" w:eastAsia="ja-JP" w:bidi="ja-JP"/>
                          </w:rPr>
                          <w:instrText>土曜日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 “水曜日" 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=C2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&lt;&gt; 0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=C2+1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8F5933">
                          <w:rPr>
                            <w:noProof/>
                            <w:lang w:val="ja-JP" w:eastAsia="ja-JP" w:bidi="ja-JP"/>
                          </w:rPr>
                          <w:instrText>3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63B1400A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MonthStart2 \@ dddd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lang w:val="ja-JP" w:eastAsia="ja-JP" w:bidi="ja-JP"/>
                          </w:rPr>
                          <w:instrText>土曜日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= “木曜日" 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=D2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&lt;&gt; 0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=D2+1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8F5933">
                          <w:rPr>
                            <w:noProof/>
                            <w:lang w:val="ja-JP" w:eastAsia="ja-JP" w:bidi="ja-JP"/>
                          </w:rPr>
                          <w:instrText>4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21F2BD5D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MonthStart2 \@ dddd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lang w:val="ja-JP" w:eastAsia="ja-JP" w:bidi="ja-JP"/>
                          </w:rPr>
                          <w:instrText>土曜日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 “金曜日" 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=E2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&lt;&gt; 0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=E2+1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8F5933">
                          <w:rPr>
                            <w:noProof/>
                            <w:lang w:val="ja-JP" w:eastAsia="ja-JP" w:bidi="ja-JP"/>
                          </w:rPr>
                          <w:instrText>5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07" w:type="pct"/>
                        <w:tcMar>
                          <w:left w:w="0" w:type="dxa"/>
                          <w:right w:w="0" w:type="dxa"/>
                        </w:tcMar>
                      </w:tcPr>
                      <w:p w14:paraId="78576AAE" w14:textId="77777777" w:rsidR="00FE2FC0" w:rsidRPr="00A70974" w:rsidRDefault="00FE2FC0">
                        <w:pPr>
                          <w:pStyle w:val="13"/>
                          <w:rPr>
                            <w:color w:val="0070C0"/>
                          </w:rPr>
                        </w:pP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IF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DocVariable MonthStart2 \@ dddd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color w:val="0070C0"/>
                            <w:lang w:val="ja-JP" w:eastAsia="ja-JP" w:bidi="ja-JP"/>
                          </w:rPr>
                          <w:instrText>土曜日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= “土曜日" 1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IF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=F2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8F5933"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instrText>5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&lt;&gt; 0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=F2+1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8F5933"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instrText>6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""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instrText>6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B17876"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t>1</w: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</w:tr>
                  <w:tr w:rsidR="00FE2FC0" w14:paraId="08BDA269" w14:textId="77777777" w:rsidTr="006379C4">
                    <w:tc>
                      <w:tcPr>
                        <w:tcW w:w="708" w:type="pct"/>
                        <w:tcMar>
                          <w:left w:w="0" w:type="dxa"/>
                          <w:right w:w="0" w:type="dxa"/>
                        </w:tcMar>
                      </w:tcPr>
                      <w:p w14:paraId="5E55D416" w14:textId="77777777" w:rsidR="00FE2FC0" w:rsidRPr="00A70974" w:rsidRDefault="00FE2FC0">
                        <w:pPr>
                          <w:pStyle w:val="13"/>
                          <w:rPr>
                            <w:color w:val="FF0000"/>
                          </w:rPr>
                        </w:pP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=G2+1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t>2</w: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1DB6433C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=A3+1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3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743E1635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=B3+1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4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0CE6DF0D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=C3+1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5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1007A980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=D3+1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6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10FE5AAF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=E3+1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7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07" w:type="pct"/>
                        <w:tcMar>
                          <w:left w:w="0" w:type="dxa"/>
                          <w:right w:w="0" w:type="dxa"/>
                        </w:tcMar>
                      </w:tcPr>
                      <w:p w14:paraId="08E9B47C" w14:textId="77777777" w:rsidR="00FE2FC0" w:rsidRPr="00A70974" w:rsidRDefault="00FE2FC0">
                        <w:pPr>
                          <w:pStyle w:val="13"/>
                          <w:rPr>
                            <w:color w:val="0070C0"/>
                          </w:rPr>
                        </w:pP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=F3+1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t>8</w: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</w:tr>
                  <w:tr w:rsidR="00FE2FC0" w14:paraId="5829B619" w14:textId="77777777" w:rsidTr="006379C4">
                    <w:tc>
                      <w:tcPr>
                        <w:tcW w:w="708" w:type="pct"/>
                        <w:tcMar>
                          <w:left w:w="0" w:type="dxa"/>
                          <w:right w:w="0" w:type="dxa"/>
                        </w:tcMar>
                      </w:tcPr>
                      <w:p w14:paraId="6E0C53CF" w14:textId="77777777" w:rsidR="00FE2FC0" w:rsidRPr="00A70974" w:rsidRDefault="00FE2FC0">
                        <w:pPr>
                          <w:pStyle w:val="13"/>
                          <w:rPr>
                            <w:color w:val="FF0000"/>
                          </w:rPr>
                        </w:pP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=G3+1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t>9</w: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69F818D8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=A4+1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10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6DDDFEFE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=B4+1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11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788C3F05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=C4+1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12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375AA09F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=D4+1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13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2AD0CCB4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=E4+1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14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07" w:type="pct"/>
                        <w:tcMar>
                          <w:left w:w="0" w:type="dxa"/>
                          <w:right w:w="0" w:type="dxa"/>
                        </w:tcMar>
                      </w:tcPr>
                      <w:p w14:paraId="2749E02C" w14:textId="77777777" w:rsidR="00FE2FC0" w:rsidRPr="00A70974" w:rsidRDefault="00FE2FC0">
                        <w:pPr>
                          <w:pStyle w:val="13"/>
                          <w:rPr>
                            <w:color w:val="0070C0"/>
                          </w:rPr>
                        </w:pP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=F4+1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t>15</w: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</w:tr>
                  <w:tr w:rsidR="00FE2FC0" w14:paraId="7278A0ED" w14:textId="77777777" w:rsidTr="006379C4">
                    <w:tc>
                      <w:tcPr>
                        <w:tcW w:w="708" w:type="pct"/>
                        <w:tcMar>
                          <w:left w:w="0" w:type="dxa"/>
                          <w:right w:w="0" w:type="dxa"/>
                        </w:tcMar>
                      </w:tcPr>
                      <w:p w14:paraId="533BCD2D" w14:textId="77777777" w:rsidR="00FE2FC0" w:rsidRPr="00A70974" w:rsidRDefault="00FE2FC0">
                        <w:pPr>
                          <w:pStyle w:val="13"/>
                          <w:rPr>
                            <w:color w:val="FF0000"/>
                          </w:rPr>
                        </w:pP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=G4+1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t>16</w: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383B06FF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=A5+1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17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4B8841B3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=B5+1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18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454D3A6E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=C5+1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19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3EC775F6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=D5+1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20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05053CB5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=E5+1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21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07" w:type="pct"/>
                        <w:tcMar>
                          <w:left w:w="0" w:type="dxa"/>
                          <w:right w:w="0" w:type="dxa"/>
                        </w:tcMar>
                      </w:tcPr>
                      <w:p w14:paraId="34F6932B" w14:textId="77777777" w:rsidR="00FE2FC0" w:rsidRPr="00A70974" w:rsidRDefault="00FE2FC0">
                        <w:pPr>
                          <w:pStyle w:val="13"/>
                          <w:rPr>
                            <w:color w:val="0070C0"/>
                          </w:rPr>
                        </w:pP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=F5+1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t>22</w: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</w:tr>
                  <w:tr w:rsidR="00FE2FC0" w14:paraId="633082E2" w14:textId="77777777" w:rsidTr="006379C4">
                    <w:tc>
                      <w:tcPr>
                        <w:tcW w:w="708" w:type="pct"/>
                        <w:tcMar>
                          <w:left w:w="0" w:type="dxa"/>
                          <w:right w:w="0" w:type="dxa"/>
                        </w:tcMar>
                      </w:tcPr>
                      <w:p w14:paraId="18C288CE" w14:textId="77777777" w:rsidR="00FE2FC0" w:rsidRPr="00A70974" w:rsidRDefault="00FE2FC0">
                        <w:pPr>
                          <w:pStyle w:val="13"/>
                          <w:rPr>
                            <w:color w:val="FF0000"/>
                          </w:rPr>
                        </w:pP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IF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=G5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instrText>22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 0,""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IF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=G5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instrText>22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 &lt;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DocVariable MonthEnd2 \@ d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color w:val="FF0000"/>
                            <w:lang w:val="ja-JP" w:eastAsia="ja-JP" w:bidi="ja-JP"/>
                          </w:rPr>
                          <w:instrText>28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=G5+1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instrText>23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""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B17876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instrText>23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B17876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t>23</w: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7A06FF1B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=A6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23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 0,""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=A6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23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&lt;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MonthEnd2 \@ 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lang w:val="ja-JP" w:eastAsia="ja-JP" w:bidi="ja-JP"/>
                          </w:rPr>
                          <w:instrText>28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=A6+1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24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instrText>24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t>24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79759874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=B6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24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 0,""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=B6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24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&lt;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MonthEnd2 \@ 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lang w:val="ja-JP" w:eastAsia="ja-JP" w:bidi="ja-JP"/>
                          </w:rPr>
                          <w:instrText>28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=B6+1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25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instrText>25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t>25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2F669ED7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=C6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25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 0,""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=C6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25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&lt;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MonthEnd2 \@ 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lang w:val="ja-JP" w:eastAsia="ja-JP" w:bidi="ja-JP"/>
                          </w:rPr>
                          <w:instrText>28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=C6+1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26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instrText>26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t>26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0EE86BF6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=D6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26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 0,""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=D6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26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&lt;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MonthEnd2 \@ 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lang w:val="ja-JP" w:eastAsia="ja-JP" w:bidi="ja-JP"/>
                          </w:rPr>
                          <w:instrText>28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=D6+1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27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instrText>27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t>27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05826548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=E6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27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 0,""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=E6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27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&lt;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MonthEnd2 \@ 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lang w:val="ja-JP" w:eastAsia="ja-JP" w:bidi="ja-JP"/>
                          </w:rPr>
                          <w:instrText>28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=E6+1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28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instrText>28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t>28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07" w:type="pct"/>
                        <w:tcMar>
                          <w:left w:w="0" w:type="dxa"/>
                          <w:right w:w="0" w:type="dxa"/>
                        </w:tcMar>
                      </w:tcPr>
                      <w:p w14:paraId="7674355F" w14:textId="77777777" w:rsidR="00FE2FC0" w:rsidRPr="00A70974" w:rsidRDefault="00FE2FC0">
                        <w:pPr>
                          <w:pStyle w:val="13"/>
                          <w:rPr>
                            <w:color w:val="0070C0"/>
                          </w:rPr>
                        </w:pP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IF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=F6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instrText>28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= 0,""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IF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=F6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instrText>28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 &lt;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DocVariable MonthEnd2 \@ d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color w:val="0070C0"/>
                            <w:lang w:val="ja-JP" w:eastAsia="ja-JP" w:bidi="ja-JP"/>
                          </w:rPr>
                          <w:instrText>28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=F6+1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8F5933"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instrText>29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""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</w:tr>
                  <w:tr w:rsidR="00FE2FC0" w14:paraId="28452C91" w14:textId="77777777" w:rsidTr="006379C4">
                    <w:tc>
                      <w:tcPr>
                        <w:tcW w:w="708" w:type="pct"/>
                        <w:tcMar>
                          <w:left w:w="0" w:type="dxa"/>
                          <w:right w:w="0" w:type="dxa"/>
                        </w:tcMar>
                      </w:tcPr>
                      <w:p w14:paraId="5719FE3A" w14:textId="77777777" w:rsidR="00FE2FC0" w:rsidRPr="00A70974" w:rsidRDefault="00FE2FC0">
                        <w:pPr>
                          <w:pStyle w:val="13"/>
                          <w:rPr>
                            <w:color w:val="FF0000"/>
                          </w:rPr>
                        </w:pP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IF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=G6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instrText>0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 0,""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IF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=G6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8F5933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instrText>29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 &lt;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DocVariable MonthEnd2 \@ d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8F5933" w:rsidRPr="00A70974">
                          <w:rPr>
                            <w:color w:val="FF0000"/>
                            <w:lang w:val="ja-JP" w:eastAsia="ja-JP" w:bidi="ja-JP"/>
                          </w:rPr>
                          <w:instrText>29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=G6+1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instrText>29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""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1B3AE704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=A7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 0,""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=A7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>
                          <w:rPr>
                            <w:noProof/>
                            <w:lang w:val="ja-JP" w:eastAsia="ja-JP" w:bidi="ja-JP"/>
                          </w:rPr>
                          <w:instrText>29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&lt;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MonthEnd2 \@ 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>
                          <w:rPr>
                            <w:lang w:val="ja-JP" w:eastAsia="ja-JP" w:bidi="ja-JP"/>
                          </w:rPr>
                          <w:instrText>29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=A7+1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>
                          <w:rPr>
                            <w:noProof/>
                            <w:lang w:val="ja-JP" w:eastAsia="ja-JP" w:bidi="ja-JP"/>
                          </w:rPr>
                          <w:instrText>31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3DBD462A" w14:textId="77777777" w:rsidR="00FE2FC0" w:rsidRDefault="00FE2FC0">
                        <w:pPr>
                          <w:pStyle w:val="13"/>
                        </w:pP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21399E90" w14:textId="77777777" w:rsidR="00FE2FC0" w:rsidRDefault="00FE2FC0">
                        <w:pPr>
                          <w:pStyle w:val="13"/>
                        </w:pP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3A84C3F8" w14:textId="77777777" w:rsidR="00FE2FC0" w:rsidRDefault="00FE2FC0">
                        <w:pPr>
                          <w:pStyle w:val="13"/>
                        </w:pP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125EC9C7" w14:textId="77777777" w:rsidR="00FE2FC0" w:rsidRDefault="00FE2FC0">
                        <w:pPr>
                          <w:pStyle w:val="13"/>
                        </w:pPr>
                      </w:p>
                    </w:tc>
                    <w:tc>
                      <w:tcPr>
                        <w:tcW w:w="707" w:type="pct"/>
                        <w:tcMar>
                          <w:left w:w="0" w:type="dxa"/>
                          <w:right w:w="0" w:type="dxa"/>
                        </w:tcMar>
                      </w:tcPr>
                      <w:p w14:paraId="596F921C" w14:textId="77777777" w:rsidR="00FE2FC0" w:rsidRPr="00A70974" w:rsidRDefault="00FE2FC0">
                        <w:pPr>
                          <w:pStyle w:val="13"/>
                          <w:rPr>
                            <w:color w:val="0070C0"/>
                          </w:rPr>
                        </w:pPr>
                      </w:p>
                    </w:tc>
                  </w:tr>
                </w:tbl>
                <w:p w14:paraId="00CB7BD7" w14:textId="77777777" w:rsidR="00FE2FC0" w:rsidRDefault="00FE2FC0">
                  <w:pPr>
                    <w:spacing w:after="40"/>
                  </w:pPr>
                </w:p>
              </w:tc>
              <w:tc>
                <w:tcPr>
                  <w:tcW w:w="583" w:type="dxa"/>
                </w:tcPr>
                <w:p w14:paraId="195A8D52" w14:textId="77777777" w:rsidR="00FE2FC0" w:rsidRDefault="00FE2FC0">
                  <w:pPr>
                    <w:spacing w:after="40"/>
                  </w:pPr>
                </w:p>
              </w:tc>
              <w:tc>
                <w:tcPr>
                  <w:tcW w:w="2468" w:type="dxa"/>
                </w:tcPr>
                <w:p w14:paraId="41EC4EB1" w14:textId="77777777" w:rsidR="00FE2FC0" w:rsidRDefault="00FE2FC0">
                  <w:pPr>
                    <w:pStyle w:val="ab"/>
                  </w:pPr>
                  <w:r>
                    <w:rPr>
                      <w:lang w:val="ja-JP" w:bidi="ja-JP"/>
                    </w:rPr>
                    <w:t>6 月</w:t>
                  </w:r>
                </w:p>
                <w:tbl>
                  <w:tblPr>
                    <w:tblW w:w="5000" w:type="pct"/>
                    <w:tblLayout w:type="fixed"/>
                    <w:tblLook w:val="04A0" w:firstRow="1" w:lastRow="0" w:firstColumn="1" w:lastColumn="0" w:noHBand="0" w:noVBand="1"/>
                    <w:tblCaption w:val="カレンダー コンテンツ テーブル"/>
                  </w:tblPr>
                  <w:tblGrid>
                    <w:gridCol w:w="319"/>
                    <w:gridCol w:w="323"/>
                    <w:gridCol w:w="323"/>
                    <w:gridCol w:w="323"/>
                    <w:gridCol w:w="323"/>
                    <w:gridCol w:w="323"/>
                    <w:gridCol w:w="318"/>
                  </w:tblGrid>
                  <w:tr w:rsidR="00FE2FC0" w14:paraId="55B476A4" w14:textId="77777777" w:rsidTr="006379C4">
                    <w:tc>
                      <w:tcPr>
                        <w:tcW w:w="708" w:type="pct"/>
                        <w:tcMar>
                          <w:left w:w="0" w:type="dxa"/>
                          <w:right w:w="0" w:type="dxa"/>
                        </w:tcMar>
                      </w:tcPr>
                      <w:p w14:paraId="2193C1B8" w14:textId="77777777" w:rsidR="00FE2FC0" w:rsidRPr="00A70974" w:rsidRDefault="00FE2FC0">
                        <w:pPr>
                          <w:pStyle w:val="a6"/>
                          <w:rPr>
                            <w:color w:val="FF0000"/>
                          </w:rPr>
                        </w:pPr>
                        <w:r w:rsidRPr="00A70974">
                          <w:rPr>
                            <w:color w:val="FF0000"/>
                            <w:lang w:val="ja-JP" w:bidi="ja-JP"/>
                          </w:rPr>
                          <w:t>日</w:t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3C7B70BB" w14:textId="77777777" w:rsidR="00FE2FC0" w:rsidRDefault="00FE2FC0">
                        <w:pPr>
                          <w:pStyle w:val="a6"/>
                        </w:pPr>
                        <w:r>
                          <w:rPr>
                            <w:lang w:val="ja-JP" w:bidi="ja-JP"/>
                          </w:rPr>
                          <w:t>月</w:t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66A09B4F" w14:textId="77777777" w:rsidR="00FE2FC0" w:rsidRDefault="00FE2FC0">
                        <w:pPr>
                          <w:pStyle w:val="a6"/>
                        </w:pPr>
                        <w:r>
                          <w:rPr>
                            <w:lang w:val="ja-JP" w:bidi="ja-JP"/>
                          </w:rPr>
                          <w:t>火</w:t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3A731CB0" w14:textId="77777777" w:rsidR="00FE2FC0" w:rsidRDefault="00FE2FC0">
                        <w:pPr>
                          <w:pStyle w:val="a6"/>
                        </w:pPr>
                        <w:r>
                          <w:rPr>
                            <w:lang w:val="ja-JP" w:bidi="ja-JP"/>
                          </w:rPr>
                          <w:t>水</w:t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6D20507F" w14:textId="77777777" w:rsidR="00FE2FC0" w:rsidRDefault="00FE2FC0">
                        <w:pPr>
                          <w:pStyle w:val="a6"/>
                        </w:pPr>
                        <w:r>
                          <w:rPr>
                            <w:lang w:val="ja-JP" w:bidi="ja-JP"/>
                          </w:rPr>
                          <w:t>木</w:t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0BBCF9B2" w14:textId="77777777" w:rsidR="00FE2FC0" w:rsidRDefault="00FE2FC0">
                        <w:pPr>
                          <w:pStyle w:val="a6"/>
                        </w:pPr>
                        <w:r>
                          <w:rPr>
                            <w:lang w:val="ja-JP" w:bidi="ja-JP"/>
                          </w:rPr>
                          <w:t>金</w:t>
                        </w:r>
                      </w:p>
                    </w:tc>
                    <w:tc>
                      <w:tcPr>
                        <w:tcW w:w="707" w:type="pct"/>
                        <w:tcMar>
                          <w:left w:w="0" w:type="dxa"/>
                          <w:right w:w="0" w:type="dxa"/>
                        </w:tcMar>
                      </w:tcPr>
                      <w:p w14:paraId="6BC3E852" w14:textId="77777777" w:rsidR="00FE2FC0" w:rsidRPr="00A70974" w:rsidRDefault="00FE2FC0">
                        <w:pPr>
                          <w:pStyle w:val="a6"/>
                          <w:rPr>
                            <w:color w:val="0070C0"/>
                          </w:rPr>
                        </w:pPr>
                        <w:r w:rsidRPr="00A70974">
                          <w:rPr>
                            <w:color w:val="0070C0"/>
                            <w:lang w:val="ja-JP" w:bidi="ja-JP"/>
                          </w:rPr>
                          <w:t>土</w:t>
                        </w:r>
                      </w:p>
                    </w:tc>
                  </w:tr>
                  <w:tr w:rsidR="00FE2FC0" w14:paraId="0CC29ACF" w14:textId="77777777" w:rsidTr="006379C4">
                    <w:tc>
                      <w:tcPr>
                        <w:tcW w:w="708" w:type="pct"/>
                        <w:tcMar>
                          <w:left w:w="0" w:type="dxa"/>
                          <w:right w:w="0" w:type="dxa"/>
                        </w:tcMar>
                      </w:tcPr>
                      <w:p w14:paraId="07385E4E" w14:textId="77777777" w:rsidR="00FE2FC0" w:rsidRPr="00A70974" w:rsidRDefault="00FE2FC0">
                        <w:pPr>
                          <w:pStyle w:val="13"/>
                          <w:rPr>
                            <w:color w:val="FF0000"/>
                          </w:rPr>
                        </w:pP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IF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DocVariable MonthStart6 \@ dddd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color w:val="FF0000"/>
                            <w:lang w:val="ja-JP" w:eastAsia="ja-JP" w:bidi="ja-JP"/>
                          </w:rPr>
                          <w:instrText>日曜日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 “日曜日" 1 ""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B17876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t>1</w: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188678F5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MonthStart6 \@ dddd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lang w:val="ja-JP" w:eastAsia="ja-JP" w:bidi="ja-JP"/>
                          </w:rPr>
                          <w:instrText>日曜日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 “月曜日" 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=A2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1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&lt;&gt; 0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=A2+1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instrText>2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t>2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79DAFF54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MonthStart6 \@ dddd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lang w:val="ja-JP" w:eastAsia="ja-JP" w:bidi="ja-JP"/>
                          </w:rPr>
                          <w:instrText>日曜日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 “火曜日" 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=B2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&lt;&gt; 0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=B2+1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3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instrText>3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t>3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61823FC9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MonthStart6 \@ dddd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lang w:val="ja-JP" w:eastAsia="ja-JP" w:bidi="ja-JP"/>
                          </w:rPr>
                          <w:instrText>日曜日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 “水曜日" 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=C2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3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&lt;&gt; 0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=C2+1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4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instrText>4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t>4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5CD5EF0A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MonthStart6 \@ dddd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lang w:val="ja-JP" w:eastAsia="ja-JP" w:bidi="ja-JP"/>
                          </w:rPr>
                          <w:instrText>日曜日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= “木曜日" 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=D2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4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&lt;&gt; 0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=D2+1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5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instrText>5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t>5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1640377D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MonthStart6 \@ dddd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lang w:val="ja-JP" w:eastAsia="ja-JP" w:bidi="ja-JP"/>
                          </w:rPr>
                          <w:instrText>日曜日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 “金曜日" 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=E2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5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&lt;&gt; 0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=E2+1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6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instrText>6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t>6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07" w:type="pct"/>
                        <w:tcMar>
                          <w:left w:w="0" w:type="dxa"/>
                          <w:right w:w="0" w:type="dxa"/>
                        </w:tcMar>
                      </w:tcPr>
                      <w:p w14:paraId="389D7C9E" w14:textId="77777777" w:rsidR="00FE2FC0" w:rsidRPr="00A70974" w:rsidRDefault="00FE2FC0">
                        <w:pPr>
                          <w:pStyle w:val="13"/>
                          <w:rPr>
                            <w:color w:val="0070C0"/>
                          </w:rPr>
                        </w:pP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IF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DocVariable MonthStart6 \@ dddd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color w:val="0070C0"/>
                            <w:lang w:val="ja-JP" w:eastAsia="ja-JP" w:bidi="ja-JP"/>
                          </w:rPr>
                          <w:instrText>日曜日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= “土曜日" 1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IF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=F2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instrText>6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&lt;&gt; 0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=F2+1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instrText>7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""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B17876"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instrText>7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B17876"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t>7</w: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</w:tr>
                  <w:tr w:rsidR="00FE2FC0" w14:paraId="50807F5E" w14:textId="77777777" w:rsidTr="006379C4">
                    <w:tc>
                      <w:tcPr>
                        <w:tcW w:w="708" w:type="pct"/>
                        <w:tcMar>
                          <w:left w:w="0" w:type="dxa"/>
                          <w:right w:w="0" w:type="dxa"/>
                        </w:tcMar>
                      </w:tcPr>
                      <w:p w14:paraId="20B9AFC6" w14:textId="77777777" w:rsidR="00FE2FC0" w:rsidRPr="00A70974" w:rsidRDefault="00FE2FC0">
                        <w:pPr>
                          <w:pStyle w:val="13"/>
                          <w:rPr>
                            <w:color w:val="FF0000"/>
                          </w:rPr>
                        </w:pP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=G2+1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t>8</w: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0E98F7BB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=A3+1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9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1D646846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=B3+1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10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300106C5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=C3+1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11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326D7607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=D3+1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12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2C55C8CE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=E3+1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13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07" w:type="pct"/>
                        <w:tcMar>
                          <w:left w:w="0" w:type="dxa"/>
                          <w:right w:w="0" w:type="dxa"/>
                        </w:tcMar>
                      </w:tcPr>
                      <w:p w14:paraId="72054DA4" w14:textId="77777777" w:rsidR="00FE2FC0" w:rsidRPr="00A70974" w:rsidRDefault="00FE2FC0">
                        <w:pPr>
                          <w:pStyle w:val="13"/>
                          <w:rPr>
                            <w:color w:val="0070C0"/>
                          </w:rPr>
                        </w:pP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=F3+1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t>14</w: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</w:tr>
                  <w:tr w:rsidR="00FE2FC0" w14:paraId="3DA4923A" w14:textId="77777777" w:rsidTr="006379C4">
                    <w:tc>
                      <w:tcPr>
                        <w:tcW w:w="708" w:type="pct"/>
                        <w:tcMar>
                          <w:left w:w="0" w:type="dxa"/>
                          <w:right w:w="0" w:type="dxa"/>
                        </w:tcMar>
                      </w:tcPr>
                      <w:p w14:paraId="6CA31D7A" w14:textId="77777777" w:rsidR="00FE2FC0" w:rsidRPr="00A70974" w:rsidRDefault="00FE2FC0">
                        <w:pPr>
                          <w:pStyle w:val="13"/>
                          <w:rPr>
                            <w:color w:val="FF0000"/>
                          </w:rPr>
                        </w:pP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=G3+1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t>15</w: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48AEB37A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=A4+1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16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7128275C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=B4+1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17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2C7ADEAC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=C4+1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18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00BD35D8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=D4+1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19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75C74C46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=E4+1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20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07" w:type="pct"/>
                        <w:tcMar>
                          <w:left w:w="0" w:type="dxa"/>
                          <w:right w:w="0" w:type="dxa"/>
                        </w:tcMar>
                      </w:tcPr>
                      <w:p w14:paraId="79C60B18" w14:textId="77777777" w:rsidR="00FE2FC0" w:rsidRPr="00A70974" w:rsidRDefault="00FE2FC0">
                        <w:pPr>
                          <w:pStyle w:val="13"/>
                          <w:rPr>
                            <w:color w:val="0070C0"/>
                          </w:rPr>
                        </w:pP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=F4+1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t>21</w: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</w:tr>
                  <w:tr w:rsidR="00FE2FC0" w14:paraId="1EB24152" w14:textId="77777777" w:rsidTr="006379C4">
                    <w:tc>
                      <w:tcPr>
                        <w:tcW w:w="708" w:type="pct"/>
                        <w:tcMar>
                          <w:left w:w="0" w:type="dxa"/>
                          <w:right w:w="0" w:type="dxa"/>
                        </w:tcMar>
                      </w:tcPr>
                      <w:p w14:paraId="6D8A944F" w14:textId="77777777" w:rsidR="00FE2FC0" w:rsidRPr="00A70974" w:rsidRDefault="00FE2FC0">
                        <w:pPr>
                          <w:pStyle w:val="13"/>
                          <w:rPr>
                            <w:color w:val="FF0000"/>
                          </w:rPr>
                        </w:pP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=G4+1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t>22</w: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78688159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=A5+1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23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5C372DD7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=B5+1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24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4BE66A58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=C5+1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25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618A989E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=D5+1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26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1D0DDFC2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=E5+1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27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07" w:type="pct"/>
                        <w:tcMar>
                          <w:left w:w="0" w:type="dxa"/>
                          <w:right w:w="0" w:type="dxa"/>
                        </w:tcMar>
                      </w:tcPr>
                      <w:p w14:paraId="384DE0B5" w14:textId="77777777" w:rsidR="00FE2FC0" w:rsidRPr="00A70974" w:rsidRDefault="00FE2FC0">
                        <w:pPr>
                          <w:pStyle w:val="13"/>
                          <w:rPr>
                            <w:color w:val="0070C0"/>
                          </w:rPr>
                        </w:pP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=F5+1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t>28</w: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</w:tr>
                  <w:tr w:rsidR="00FE2FC0" w14:paraId="70128685" w14:textId="77777777" w:rsidTr="006379C4">
                    <w:tc>
                      <w:tcPr>
                        <w:tcW w:w="708" w:type="pct"/>
                        <w:tcMar>
                          <w:left w:w="0" w:type="dxa"/>
                          <w:right w:w="0" w:type="dxa"/>
                        </w:tcMar>
                      </w:tcPr>
                      <w:p w14:paraId="378097CB" w14:textId="77777777" w:rsidR="00FE2FC0" w:rsidRPr="00A70974" w:rsidRDefault="00FE2FC0">
                        <w:pPr>
                          <w:pStyle w:val="13"/>
                          <w:rPr>
                            <w:color w:val="FF0000"/>
                          </w:rPr>
                        </w:pP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IF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=G5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instrText>28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 0,""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IF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=G5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instrText>28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 &lt;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DocVariable MonthEnd6 \@ d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color w:val="FF0000"/>
                            <w:lang w:val="ja-JP" w:eastAsia="ja-JP" w:bidi="ja-JP"/>
                          </w:rPr>
                          <w:instrText>30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=G5+1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instrText>29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""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B17876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instrText>29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B17876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t>29</w: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5B4C18A4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=A6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29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 0,""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=A6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29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&lt;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MonthEnd6 \@ 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lang w:val="ja-JP" w:eastAsia="ja-JP" w:bidi="ja-JP"/>
                          </w:rPr>
                          <w:instrText>30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=A6+1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30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instrText>30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t>30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115A39E0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=B6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30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 0,""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=B6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30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&lt;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MonthEnd6 \@ 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lang w:val="ja-JP" w:eastAsia="ja-JP" w:bidi="ja-JP"/>
                          </w:rPr>
                          <w:instrText>30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=B6+1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8F5933">
                          <w:rPr>
                            <w:noProof/>
                            <w:lang w:val="ja-JP" w:eastAsia="ja-JP" w:bidi="ja-JP"/>
                          </w:rPr>
                          <w:instrText>29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4D6B083D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=C6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 0,""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=C6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8F5933">
                          <w:rPr>
                            <w:noProof/>
                            <w:lang w:val="ja-JP" w:eastAsia="ja-JP" w:bidi="ja-JP"/>
                          </w:rPr>
                          <w:instrText>29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&lt;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MonthEnd6 \@ 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lang w:val="ja-JP" w:eastAsia="ja-JP" w:bidi="ja-JP"/>
                          </w:rPr>
                          <w:instrText>30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=C6+1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8F5933">
                          <w:rPr>
                            <w:noProof/>
                            <w:lang w:val="ja-JP" w:eastAsia="ja-JP" w:bidi="ja-JP"/>
                          </w:rPr>
                          <w:instrText>30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30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1E27D90A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=D6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 0,""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=D6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8F5933">
                          <w:rPr>
                            <w:noProof/>
                            <w:lang w:val="ja-JP" w:eastAsia="ja-JP" w:bidi="ja-JP"/>
                          </w:rPr>
                          <w:instrText>30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&lt;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MonthEnd6 \@ 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lang w:val="ja-JP" w:eastAsia="ja-JP" w:bidi="ja-JP"/>
                          </w:rPr>
                          <w:instrText>30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=D6+1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>
                          <w:rPr>
                            <w:noProof/>
                            <w:lang w:val="ja-JP" w:eastAsia="ja-JP" w:bidi="ja-JP"/>
                          </w:rPr>
                          <w:instrText>26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79BE160B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=E6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 0,""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=E6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>
                          <w:rPr>
                            <w:noProof/>
                            <w:lang w:val="ja-JP" w:eastAsia="ja-JP" w:bidi="ja-JP"/>
                          </w:rPr>
                          <w:instrText>26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&lt;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MonthEnd6 \@ 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>
                          <w:rPr>
                            <w:lang w:val="ja-JP" w:eastAsia="ja-JP" w:bidi="ja-JP"/>
                          </w:rPr>
                          <w:instrText>30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=E6+1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>
                          <w:rPr>
                            <w:noProof/>
                            <w:lang w:val="ja-JP" w:eastAsia="ja-JP" w:bidi="ja-JP"/>
                          </w:rPr>
                          <w:instrText>27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>
                          <w:rPr>
                            <w:noProof/>
                            <w:lang w:val="ja-JP" w:eastAsia="ja-JP" w:bidi="ja-JP"/>
                          </w:rPr>
                          <w:instrText>27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07" w:type="pct"/>
                        <w:tcMar>
                          <w:left w:w="0" w:type="dxa"/>
                          <w:right w:w="0" w:type="dxa"/>
                        </w:tcMar>
                      </w:tcPr>
                      <w:p w14:paraId="0C6093CB" w14:textId="77777777" w:rsidR="00FE2FC0" w:rsidRPr="00A70974" w:rsidRDefault="00FE2FC0">
                        <w:pPr>
                          <w:pStyle w:val="13"/>
                          <w:rPr>
                            <w:color w:val="0070C0"/>
                          </w:rPr>
                        </w:pP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IF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=F6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instrText>0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= 0,""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IF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=F6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instrText>27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 &lt;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DocVariable MonthEnd6 \@ d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>30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=F6+1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instrText>28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""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instrText>28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</w:tr>
                  <w:tr w:rsidR="00FE2FC0" w14:paraId="00A10C84" w14:textId="77777777" w:rsidTr="006379C4">
                    <w:tc>
                      <w:tcPr>
                        <w:tcW w:w="708" w:type="pct"/>
                        <w:tcMar>
                          <w:left w:w="0" w:type="dxa"/>
                          <w:right w:w="0" w:type="dxa"/>
                        </w:tcMar>
                      </w:tcPr>
                      <w:p w14:paraId="11BF89DD" w14:textId="77777777" w:rsidR="00FE2FC0" w:rsidRPr="00A70974" w:rsidRDefault="00FE2FC0">
                        <w:pPr>
                          <w:pStyle w:val="13"/>
                          <w:rPr>
                            <w:color w:val="FF0000"/>
                          </w:rPr>
                        </w:pP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IF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=G6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instrText>0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 0,""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IF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=G6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instrText>28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 &lt;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DocVariable MonthEnd6 \@ d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>30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=G6+1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instrText>29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""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instrText>29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7C18AC56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=A7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 0,""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=A7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>
                          <w:rPr>
                            <w:noProof/>
                            <w:lang w:val="ja-JP" w:eastAsia="ja-JP" w:bidi="ja-JP"/>
                          </w:rPr>
                          <w:instrText>29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&lt;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MonthEnd6 \@ 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>
                          <w:rPr>
                            <w:lang w:val="ja-JP" w:eastAsia="ja-JP" w:bidi="ja-JP"/>
                          </w:rPr>
                          <w:instrText>30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=A7+1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>
                          <w:rPr>
                            <w:noProof/>
                            <w:lang w:val="ja-JP" w:eastAsia="ja-JP" w:bidi="ja-JP"/>
                          </w:rPr>
                          <w:instrText>30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>
                          <w:rPr>
                            <w:noProof/>
                            <w:lang w:val="ja-JP" w:eastAsia="ja-JP" w:bidi="ja-JP"/>
                          </w:rPr>
                          <w:instrText>30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59986344" w14:textId="77777777" w:rsidR="00FE2FC0" w:rsidRDefault="00FE2FC0">
                        <w:pPr>
                          <w:pStyle w:val="13"/>
                        </w:pP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462503A4" w14:textId="77777777" w:rsidR="00FE2FC0" w:rsidRDefault="00FE2FC0">
                        <w:pPr>
                          <w:pStyle w:val="13"/>
                        </w:pP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15097F8D" w14:textId="77777777" w:rsidR="00FE2FC0" w:rsidRDefault="00FE2FC0">
                        <w:pPr>
                          <w:pStyle w:val="13"/>
                        </w:pP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286EF6F3" w14:textId="77777777" w:rsidR="00FE2FC0" w:rsidRDefault="00FE2FC0">
                        <w:pPr>
                          <w:pStyle w:val="13"/>
                        </w:pPr>
                      </w:p>
                    </w:tc>
                    <w:tc>
                      <w:tcPr>
                        <w:tcW w:w="707" w:type="pct"/>
                        <w:tcMar>
                          <w:left w:w="0" w:type="dxa"/>
                          <w:right w:w="0" w:type="dxa"/>
                        </w:tcMar>
                      </w:tcPr>
                      <w:p w14:paraId="4404A0FE" w14:textId="77777777" w:rsidR="00FE2FC0" w:rsidRPr="00A70974" w:rsidRDefault="00FE2FC0">
                        <w:pPr>
                          <w:pStyle w:val="13"/>
                          <w:rPr>
                            <w:color w:val="0070C0"/>
                          </w:rPr>
                        </w:pPr>
                      </w:p>
                    </w:tc>
                  </w:tr>
                </w:tbl>
                <w:p w14:paraId="3D69C812" w14:textId="77777777" w:rsidR="00FE2FC0" w:rsidRDefault="00FE2FC0">
                  <w:pPr>
                    <w:spacing w:after="40"/>
                  </w:pPr>
                </w:p>
              </w:tc>
              <w:tc>
                <w:tcPr>
                  <w:tcW w:w="583" w:type="dxa"/>
                </w:tcPr>
                <w:p w14:paraId="1E2D2326" w14:textId="77777777" w:rsidR="00FE2FC0" w:rsidRDefault="00FE2FC0">
                  <w:pPr>
                    <w:spacing w:after="40"/>
                  </w:pPr>
                </w:p>
              </w:tc>
              <w:tc>
                <w:tcPr>
                  <w:tcW w:w="2468" w:type="dxa"/>
                </w:tcPr>
                <w:p w14:paraId="44AA281E" w14:textId="77777777" w:rsidR="00FE2FC0" w:rsidRDefault="00FE2FC0">
                  <w:pPr>
                    <w:pStyle w:val="ab"/>
                  </w:pPr>
                  <w:r>
                    <w:rPr>
                      <w:lang w:val="ja-JP" w:bidi="ja-JP"/>
                    </w:rPr>
                    <w:t>10 月</w:t>
                  </w:r>
                </w:p>
                <w:tbl>
                  <w:tblPr>
                    <w:tblW w:w="5000" w:type="pct"/>
                    <w:tblLayout w:type="fixed"/>
                    <w:tblLook w:val="04A0" w:firstRow="1" w:lastRow="0" w:firstColumn="1" w:lastColumn="0" w:noHBand="0" w:noVBand="1"/>
                    <w:tblCaption w:val="カレンダー コンテンツ テーブル"/>
                  </w:tblPr>
                  <w:tblGrid>
                    <w:gridCol w:w="319"/>
                    <w:gridCol w:w="323"/>
                    <w:gridCol w:w="323"/>
                    <w:gridCol w:w="323"/>
                    <w:gridCol w:w="323"/>
                    <w:gridCol w:w="323"/>
                    <w:gridCol w:w="318"/>
                  </w:tblGrid>
                  <w:tr w:rsidR="00FE2FC0" w14:paraId="3B4121C3" w14:textId="77777777" w:rsidTr="006379C4">
                    <w:tc>
                      <w:tcPr>
                        <w:tcW w:w="708" w:type="pct"/>
                        <w:tcMar>
                          <w:left w:w="0" w:type="dxa"/>
                          <w:right w:w="0" w:type="dxa"/>
                        </w:tcMar>
                      </w:tcPr>
                      <w:p w14:paraId="4ED1F365" w14:textId="77777777" w:rsidR="00FE2FC0" w:rsidRPr="00A70974" w:rsidRDefault="00FE2FC0">
                        <w:pPr>
                          <w:pStyle w:val="a6"/>
                          <w:rPr>
                            <w:color w:val="FF0000"/>
                          </w:rPr>
                        </w:pPr>
                        <w:r w:rsidRPr="00A70974">
                          <w:rPr>
                            <w:color w:val="FF0000"/>
                            <w:lang w:val="ja-JP" w:bidi="ja-JP"/>
                          </w:rPr>
                          <w:t>日</w:t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67734421" w14:textId="77777777" w:rsidR="00FE2FC0" w:rsidRDefault="00FE2FC0">
                        <w:pPr>
                          <w:pStyle w:val="a6"/>
                        </w:pPr>
                        <w:r>
                          <w:rPr>
                            <w:lang w:val="ja-JP" w:bidi="ja-JP"/>
                          </w:rPr>
                          <w:t>月</w:t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4C09890B" w14:textId="77777777" w:rsidR="00FE2FC0" w:rsidRDefault="00FE2FC0">
                        <w:pPr>
                          <w:pStyle w:val="a6"/>
                        </w:pPr>
                        <w:r>
                          <w:rPr>
                            <w:lang w:val="ja-JP" w:bidi="ja-JP"/>
                          </w:rPr>
                          <w:t>火</w:t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24DB49C8" w14:textId="77777777" w:rsidR="00FE2FC0" w:rsidRDefault="00FE2FC0">
                        <w:pPr>
                          <w:pStyle w:val="a6"/>
                        </w:pPr>
                        <w:r>
                          <w:rPr>
                            <w:lang w:val="ja-JP" w:bidi="ja-JP"/>
                          </w:rPr>
                          <w:t>水</w:t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0BAA4EE2" w14:textId="77777777" w:rsidR="00FE2FC0" w:rsidRDefault="00FE2FC0">
                        <w:pPr>
                          <w:pStyle w:val="a6"/>
                        </w:pPr>
                        <w:r>
                          <w:rPr>
                            <w:lang w:val="ja-JP" w:bidi="ja-JP"/>
                          </w:rPr>
                          <w:t>木</w:t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1FA0E3AF" w14:textId="77777777" w:rsidR="00FE2FC0" w:rsidRDefault="00FE2FC0">
                        <w:pPr>
                          <w:pStyle w:val="a6"/>
                        </w:pPr>
                        <w:r>
                          <w:rPr>
                            <w:lang w:val="ja-JP" w:bidi="ja-JP"/>
                          </w:rPr>
                          <w:t>金</w:t>
                        </w:r>
                      </w:p>
                    </w:tc>
                    <w:tc>
                      <w:tcPr>
                        <w:tcW w:w="707" w:type="pct"/>
                        <w:tcMar>
                          <w:left w:w="0" w:type="dxa"/>
                          <w:right w:w="0" w:type="dxa"/>
                        </w:tcMar>
                      </w:tcPr>
                      <w:p w14:paraId="7A4B7129" w14:textId="77777777" w:rsidR="00FE2FC0" w:rsidRPr="00A70974" w:rsidRDefault="00FE2FC0">
                        <w:pPr>
                          <w:pStyle w:val="a6"/>
                          <w:rPr>
                            <w:color w:val="0070C0"/>
                          </w:rPr>
                        </w:pPr>
                        <w:r w:rsidRPr="00A70974">
                          <w:rPr>
                            <w:color w:val="0070C0"/>
                            <w:lang w:val="ja-JP" w:bidi="ja-JP"/>
                          </w:rPr>
                          <w:t>土</w:t>
                        </w:r>
                      </w:p>
                    </w:tc>
                  </w:tr>
                  <w:tr w:rsidR="00FE2FC0" w14:paraId="38963283" w14:textId="77777777" w:rsidTr="006379C4">
                    <w:tc>
                      <w:tcPr>
                        <w:tcW w:w="708" w:type="pct"/>
                        <w:tcMar>
                          <w:left w:w="0" w:type="dxa"/>
                          <w:right w:w="0" w:type="dxa"/>
                        </w:tcMar>
                      </w:tcPr>
                      <w:p w14:paraId="4CB91705" w14:textId="77777777" w:rsidR="00FE2FC0" w:rsidRPr="00A70974" w:rsidRDefault="00FE2FC0">
                        <w:pPr>
                          <w:pStyle w:val="13"/>
                          <w:rPr>
                            <w:color w:val="FF0000"/>
                          </w:rPr>
                        </w:pP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IF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DocVariable MonthStart10 \@ dddd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color w:val="FF0000"/>
                            <w:lang w:val="ja-JP" w:eastAsia="ja-JP" w:bidi="ja-JP"/>
                          </w:rPr>
                          <w:instrText>水曜日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 “日曜日" 1 ""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73B50B35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MonthStart10 \@ dddd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lang w:val="ja-JP" w:eastAsia="ja-JP" w:bidi="ja-JP"/>
                          </w:rPr>
                          <w:instrText>水曜日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 “月曜日" 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=A2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&lt;&gt; 0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=A2+1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>
                          <w:rPr>
                            <w:lang w:val="ja-JP" w:eastAsia="ja-JP" w:bidi="ja-JP"/>
                          </w:rPr>
                          <w:instrText>2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037BDBC8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MonthStart10 \@ dddd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lang w:val="ja-JP" w:eastAsia="ja-JP" w:bidi="ja-JP"/>
                          </w:rPr>
                          <w:instrText>水曜日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 “火曜日" 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=B2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&lt;&gt; 0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=B2+1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>
                          <w:rPr>
                            <w:noProof/>
                            <w:lang w:val="ja-JP" w:eastAsia="ja-JP" w:bidi="ja-JP"/>
                          </w:rPr>
                          <w:instrText>2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41AB2DF2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MonthStart10 \@ dddd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lang w:val="ja-JP" w:eastAsia="ja-JP" w:bidi="ja-JP"/>
                          </w:rPr>
                          <w:instrText>水曜日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 “水曜日" 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=C2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8F5933">
                          <w:rPr>
                            <w:noProof/>
                            <w:lang w:val="ja-JP" w:eastAsia="ja-JP" w:bidi="ja-JP"/>
                          </w:rPr>
                          <w:instrText>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&lt;&gt; 0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=C2+1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>
                          <w:rPr>
                            <w:noProof/>
                            <w:lang w:val="ja-JP" w:eastAsia="ja-JP" w:bidi="ja-JP"/>
                          </w:rPr>
                          <w:instrText>3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t>1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5F0E6FC8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MonthStart10 \@ dddd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lang w:val="ja-JP" w:eastAsia="ja-JP" w:bidi="ja-JP"/>
                          </w:rPr>
                          <w:instrText>水曜日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= “木曜日" 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=D2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1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&lt;&gt; 0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=D2+1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instrText>2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t>2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47E347D0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MonthStart10 \@ dddd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lang w:val="ja-JP" w:eastAsia="ja-JP" w:bidi="ja-JP"/>
                          </w:rPr>
                          <w:instrText>水曜日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 “金曜日" 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=E2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&lt;&gt; 0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=E2+1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3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instrText>3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t>3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07" w:type="pct"/>
                        <w:tcMar>
                          <w:left w:w="0" w:type="dxa"/>
                          <w:right w:w="0" w:type="dxa"/>
                        </w:tcMar>
                      </w:tcPr>
                      <w:p w14:paraId="7546CF93" w14:textId="77777777" w:rsidR="00FE2FC0" w:rsidRPr="00A70974" w:rsidRDefault="00FE2FC0">
                        <w:pPr>
                          <w:pStyle w:val="13"/>
                          <w:rPr>
                            <w:color w:val="0070C0"/>
                          </w:rPr>
                        </w:pP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IF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DocVariable MonthStart10 \@ dddd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color w:val="0070C0"/>
                            <w:lang w:val="ja-JP" w:eastAsia="ja-JP" w:bidi="ja-JP"/>
                          </w:rPr>
                          <w:instrText>水曜日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= “土曜日" 1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IF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=F2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instrText>3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&lt;&gt; 0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=F2+1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instrText>4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""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B17876"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instrText>4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B17876"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t>4</w: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</w:tr>
                  <w:tr w:rsidR="00FE2FC0" w14:paraId="7F86A879" w14:textId="77777777" w:rsidTr="006379C4">
                    <w:tc>
                      <w:tcPr>
                        <w:tcW w:w="708" w:type="pct"/>
                        <w:tcMar>
                          <w:left w:w="0" w:type="dxa"/>
                          <w:right w:w="0" w:type="dxa"/>
                        </w:tcMar>
                      </w:tcPr>
                      <w:p w14:paraId="751CAC05" w14:textId="77777777" w:rsidR="00FE2FC0" w:rsidRPr="00A70974" w:rsidRDefault="00FE2FC0">
                        <w:pPr>
                          <w:pStyle w:val="13"/>
                          <w:rPr>
                            <w:color w:val="FF0000"/>
                          </w:rPr>
                        </w:pP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=G2+1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t>5</w: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68003340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=A3+1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6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6ABB0CC4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=B3+1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7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24E5B856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=C3+1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8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1BDD7BC2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=D3+1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9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1AE18404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=E3+1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10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07" w:type="pct"/>
                        <w:tcMar>
                          <w:left w:w="0" w:type="dxa"/>
                          <w:right w:w="0" w:type="dxa"/>
                        </w:tcMar>
                      </w:tcPr>
                      <w:p w14:paraId="58924C51" w14:textId="77777777" w:rsidR="00FE2FC0" w:rsidRPr="00A70974" w:rsidRDefault="00FE2FC0">
                        <w:pPr>
                          <w:pStyle w:val="13"/>
                          <w:rPr>
                            <w:color w:val="0070C0"/>
                          </w:rPr>
                        </w:pP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=F3+1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t>11</w: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</w:tr>
                  <w:tr w:rsidR="00FE2FC0" w14:paraId="536C9B94" w14:textId="77777777" w:rsidTr="006379C4">
                    <w:tc>
                      <w:tcPr>
                        <w:tcW w:w="708" w:type="pct"/>
                        <w:tcMar>
                          <w:left w:w="0" w:type="dxa"/>
                          <w:right w:w="0" w:type="dxa"/>
                        </w:tcMar>
                      </w:tcPr>
                      <w:p w14:paraId="6BFA1D1F" w14:textId="77777777" w:rsidR="00FE2FC0" w:rsidRPr="00A70974" w:rsidRDefault="00FE2FC0">
                        <w:pPr>
                          <w:pStyle w:val="13"/>
                          <w:rPr>
                            <w:color w:val="FF0000"/>
                          </w:rPr>
                        </w:pP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=G3+1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t>12</w: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753C0F24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=A4+1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13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1C1DD30A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=B4+1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14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3F35DCF5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=C4+1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15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106A70EF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=D4+1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16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5E7B30B4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=E4+1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17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07" w:type="pct"/>
                        <w:tcMar>
                          <w:left w:w="0" w:type="dxa"/>
                          <w:right w:w="0" w:type="dxa"/>
                        </w:tcMar>
                      </w:tcPr>
                      <w:p w14:paraId="370845DA" w14:textId="77777777" w:rsidR="00FE2FC0" w:rsidRPr="00A70974" w:rsidRDefault="00FE2FC0">
                        <w:pPr>
                          <w:pStyle w:val="13"/>
                          <w:rPr>
                            <w:color w:val="0070C0"/>
                          </w:rPr>
                        </w:pP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=F4+1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t>18</w: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</w:tr>
                  <w:tr w:rsidR="00FE2FC0" w14:paraId="38B6A7A5" w14:textId="77777777" w:rsidTr="006379C4">
                    <w:tc>
                      <w:tcPr>
                        <w:tcW w:w="708" w:type="pct"/>
                        <w:tcMar>
                          <w:left w:w="0" w:type="dxa"/>
                          <w:right w:w="0" w:type="dxa"/>
                        </w:tcMar>
                      </w:tcPr>
                      <w:p w14:paraId="08995F60" w14:textId="77777777" w:rsidR="00FE2FC0" w:rsidRPr="00A70974" w:rsidRDefault="00FE2FC0">
                        <w:pPr>
                          <w:pStyle w:val="13"/>
                          <w:rPr>
                            <w:color w:val="FF0000"/>
                          </w:rPr>
                        </w:pP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=G4+1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t>19</w: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7EEC9AD9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=A5+1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20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55FD60C8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=B5+1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21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7476AC80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=C5+1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22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07C48E29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=D5+1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23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1A8E5E7D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=E5+1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24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07" w:type="pct"/>
                        <w:tcMar>
                          <w:left w:w="0" w:type="dxa"/>
                          <w:right w:w="0" w:type="dxa"/>
                        </w:tcMar>
                      </w:tcPr>
                      <w:p w14:paraId="62CB9F99" w14:textId="77777777" w:rsidR="00FE2FC0" w:rsidRPr="00A70974" w:rsidRDefault="00FE2FC0">
                        <w:pPr>
                          <w:pStyle w:val="13"/>
                          <w:rPr>
                            <w:color w:val="0070C0"/>
                          </w:rPr>
                        </w:pP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=F5+1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t>25</w: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</w:tr>
                  <w:tr w:rsidR="00FE2FC0" w14:paraId="633935BF" w14:textId="77777777" w:rsidTr="006379C4">
                    <w:tc>
                      <w:tcPr>
                        <w:tcW w:w="708" w:type="pct"/>
                        <w:tcMar>
                          <w:left w:w="0" w:type="dxa"/>
                          <w:right w:w="0" w:type="dxa"/>
                        </w:tcMar>
                      </w:tcPr>
                      <w:p w14:paraId="524A3078" w14:textId="77777777" w:rsidR="00FE2FC0" w:rsidRPr="00A70974" w:rsidRDefault="00FE2FC0">
                        <w:pPr>
                          <w:pStyle w:val="13"/>
                          <w:rPr>
                            <w:color w:val="FF0000"/>
                          </w:rPr>
                        </w:pP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IF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=G5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instrText>25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 0,""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IF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=G5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instrText>25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 &lt;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DocVariable MonthEnd10 \@ d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color w:val="FF0000"/>
                            <w:lang w:val="ja-JP" w:eastAsia="ja-JP" w:bidi="ja-JP"/>
                          </w:rPr>
                          <w:instrText>31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=G5+1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instrText>26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""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B17876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instrText>26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B17876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t>26</w: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03324909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=A6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26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 0,""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=A6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26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&lt;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MonthEnd10 \@ 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lang w:val="ja-JP" w:eastAsia="ja-JP" w:bidi="ja-JP"/>
                          </w:rPr>
                          <w:instrText>31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=A6+1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27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instrText>27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t>27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3B287ECA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=B6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27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 0,""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=B6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27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&lt;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MonthEnd10 \@ 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lang w:val="ja-JP" w:eastAsia="ja-JP" w:bidi="ja-JP"/>
                          </w:rPr>
                          <w:instrText>31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=B6+1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28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instrText>28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t>28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1B94DEC8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=C6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28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 0,""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=C6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28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&lt;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MonthEnd10 \@ 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lang w:val="ja-JP" w:eastAsia="ja-JP" w:bidi="ja-JP"/>
                          </w:rPr>
                          <w:instrText>31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=C6+1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29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instrText>29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t>29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39336F81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=D6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29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 0,""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=D6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29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&lt;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MonthEnd10 \@ 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lang w:val="ja-JP" w:eastAsia="ja-JP" w:bidi="ja-JP"/>
                          </w:rPr>
                          <w:instrText>31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=D6+1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30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instrText>30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t>30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05498155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=E6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30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 0,""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=E6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30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&lt;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MonthEnd10 \@ 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lang w:val="ja-JP" w:eastAsia="ja-JP" w:bidi="ja-JP"/>
                          </w:rPr>
                          <w:instrText>31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=E6+1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31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instrText>31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t>31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07" w:type="pct"/>
                        <w:tcMar>
                          <w:left w:w="0" w:type="dxa"/>
                          <w:right w:w="0" w:type="dxa"/>
                        </w:tcMar>
                      </w:tcPr>
                      <w:p w14:paraId="6FF348B5" w14:textId="77777777" w:rsidR="00FE2FC0" w:rsidRPr="00A70974" w:rsidRDefault="00FE2FC0">
                        <w:pPr>
                          <w:pStyle w:val="13"/>
                          <w:rPr>
                            <w:color w:val="0070C0"/>
                          </w:rPr>
                        </w:pP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IF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=F6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instrText>31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= 0,""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IF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=F6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instrText>31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 &lt;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DocVariable MonthEnd10 \@ d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color w:val="0070C0"/>
                            <w:lang w:val="ja-JP" w:eastAsia="ja-JP" w:bidi="ja-JP"/>
                          </w:rPr>
                          <w:instrText>31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=F6+1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8F5933"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instrText>30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""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</w:tr>
                  <w:tr w:rsidR="00FE2FC0" w14:paraId="38C69CA2" w14:textId="77777777" w:rsidTr="006379C4">
                    <w:tc>
                      <w:tcPr>
                        <w:tcW w:w="708" w:type="pct"/>
                        <w:tcMar>
                          <w:left w:w="0" w:type="dxa"/>
                          <w:right w:w="0" w:type="dxa"/>
                        </w:tcMar>
                      </w:tcPr>
                      <w:p w14:paraId="24CFD31B" w14:textId="77777777" w:rsidR="00FE2FC0" w:rsidRPr="00A70974" w:rsidRDefault="00FE2FC0">
                        <w:pPr>
                          <w:pStyle w:val="13"/>
                          <w:rPr>
                            <w:color w:val="FF0000"/>
                          </w:rPr>
                        </w:pP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IF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=G6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instrText>0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 0,""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IF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=G6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8F5933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instrText>30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 &lt;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DocVariable MonthEnd10 \@ d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color w:val="FF0000"/>
                            <w:lang w:val="ja-JP" w:eastAsia="ja-JP" w:bidi="ja-JP"/>
                          </w:rPr>
                          <w:instrText>31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=G6+1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8F5933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instrText>31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""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instrText>31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53E269CE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=A7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 0,""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=A7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8F5933">
                          <w:rPr>
                            <w:noProof/>
                            <w:lang w:val="ja-JP" w:eastAsia="ja-JP" w:bidi="ja-JP"/>
                          </w:rPr>
                          <w:instrText>31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&lt;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MonthEnd10 \@ 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lang w:val="ja-JP" w:eastAsia="ja-JP" w:bidi="ja-JP"/>
                          </w:rPr>
                          <w:instrText>31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=A7+1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>
                          <w:rPr>
                            <w:noProof/>
                            <w:lang w:val="ja-JP" w:eastAsia="ja-JP" w:bidi="ja-JP"/>
                          </w:rPr>
                          <w:instrText>30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3001EA1D" w14:textId="77777777" w:rsidR="00FE2FC0" w:rsidRDefault="00FE2FC0">
                        <w:pPr>
                          <w:pStyle w:val="13"/>
                        </w:pP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547F320D" w14:textId="77777777" w:rsidR="00FE2FC0" w:rsidRDefault="00FE2FC0">
                        <w:pPr>
                          <w:pStyle w:val="13"/>
                        </w:pP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2EAFFC8F" w14:textId="77777777" w:rsidR="00FE2FC0" w:rsidRDefault="00FE2FC0">
                        <w:pPr>
                          <w:pStyle w:val="13"/>
                        </w:pP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3078B9A4" w14:textId="77777777" w:rsidR="00FE2FC0" w:rsidRDefault="00FE2FC0">
                        <w:pPr>
                          <w:pStyle w:val="13"/>
                        </w:pPr>
                      </w:p>
                    </w:tc>
                    <w:tc>
                      <w:tcPr>
                        <w:tcW w:w="707" w:type="pct"/>
                        <w:tcMar>
                          <w:left w:w="0" w:type="dxa"/>
                          <w:right w:w="0" w:type="dxa"/>
                        </w:tcMar>
                      </w:tcPr>
                      <w:p w14:paraId="22768B31" w14:textId="77777777" w:rsidR="00FE2FC0" w:rsidRPr="00A70974" w:rsidRDefault="00FE2FC0">
                        <w:pPr>
                          <w:pStyle w:val="13"/>
                          <w:rPr>
                            <w:color w:val="0070C0"/>
                          </w:rPr>
                        </w:pPr>
                      </w:p>
                    </w:tc>
                  </w:tr>
                </w:tbl>
                <w:p w14:paraId="3673D7C8" w14:textId="77777777" w:rsidR="00FE2FC0" w:rsidRDefault="00FE2FC0">
                  <w:pPr>
                    <w:spacing w:after="40"/>
                  </w:pPr>
                </w:p>
              </w:tc>
            </w:tr>
            <w:tr w:rsidR="00FE2FC0" w14:paraId="629B8BFA" w14:textId="77777777">
              <w:trPr>
                <w:trHeight w:hRule="exact" w:val="144"/>
              </w:trPr>
              <w:tc>
                <w:tcPr>
                  <w:tcW w:w="2469" w:type="dxa"/>
                </w:tcPr>
                <w:p w14:paraId="02A328AB" w14:textId="77777777" w:rsidR="00FE2FC0" w:rsidRDefault="00FE2FC0">
                  <w:pPr>
                    <w:spacing w:after="40"/>
                  </w:pPr>
                </w:p>
              </w:tc>
              <w:tc>
                <w:tcPr>
                  <w:tcW w:w="583" w:type="dxa"/>
                </w:tcPr>
                <w:p w14:paraId="485BE111" w14:textId="77777777" w:rsidR="00FE2FC0" w:rsidRDefault="00FE2FC0">
                  <w:pPr>
                    <w:spacing w:after="40"/>
                  </w:pPr>
                </w:p>
              </w:tc>
              <w:tc>
                <w:tcPr>
                  <w:tcW w:w="2468" w:type="dxa"/>
                </w:tcPr>
                <w:p w14:paraId="07D624D2" w14:textId="77777777" w:rsidR="00FE2FC0" w:rsidRDefault="00FE2FC0">
                  <w:pPr>
                    <w:spacing w:after="40"/>
                  </w:pPr>
                </w:p>
              </w:tc>
              <w:tc>
                <w:tcPr>
                  <w:tcW w:w="583" w:type="dxa"/>
                </w:tcPr>
                <w:p w14:paraId="3D4F3606" w14:textId="77777777" w:rsidR="00FE2FC0" w:rsidRDefault="00FE2FC0">
                  <w:pPr>
                    <w:spacing w:after="40"/>
                  </w:pPr>
                </w:p>
              </w:tc>
              <w:tc>
                <w:tcPr>
                  <w:tcW w:w="2468" w:type="dxa"/>
                </w:tcPr>
                <w:p w14:paraId="22D864B0" w14:textId="77777777" w:rsidR="00FE2FC0" w:rsidRDefault="00FE2FC0">
                  <w:pPr>
                    <w:spacing w:after="40"/>
                  </w:pPr>
                </w:p>
              </w:tc>
            </w:tr>
            <w:tr w:rsidR="00FE2FC0" w14:paraId="11748F5C" w14:textId="77777777">
              <w:tc>
                <w:tcPr>
                  <w:tcW w:w="2469" w:type="dxa"/>
                </w:tcPr>
                <w:p w14:paraId="0455E013" w14:textId="77777777" w:rsidR="00FE2FC0" w:rsidRDefault="00FE2FC0">
                  <w:pPr>
                    <w:pStyle w:val="ab"/>
                  </w:pPr>
                  <w:r>
                    <w:rPr>
                      <w:lang w:val="ja-JP" w:bidi="ja-JP"/>
                    </w:rPr>
                    <w:t>3 月</w:t>
                  </w:r>
                </w:p>
                <w:tbl>
                  <w:tblPr>
                    <w:tblW w:w="5000" w:type="pct"/>
                    <w:tblLayout w:type="fixed"/>
                    <w:tblLook w:val="04A0" w:firstRow="1" w:lastRow="0" w:firstColumn="1" w:lastColumn="0" w:noHBand="0" w:noVBand="1"/>
                    <w:tblCaption w:val="カレンダー コンテンツ テーブル"/>
                  </w:tblPr>
                  <w:tblGrid>
                    <w:gridCol w:w="319"/>
                    <w:gridCol w:w="323"/>
                    <w:gridCol w:w="323"/>
                    <w:gridCol w:w="323"/>
                    <w:gridCol w:w="323"/>
                    <w:gridCol w:w="323"/>
                    <w:gridCol w:w="319"/>
                  </w:tblGrid>
                  <w:tr w:rsidR="00FE2FC0" w14:paraId="7DB8F552" w14:textId="77777777" w:rsidTr="006379C4">
                    <w:tc>
                      <w:tcPr>
                        <w:tcW w:w="708" w:type="pct"/>
                        <w:tcMar>
                          <w:left w:w="0" w:type="dxa"/>
                          <w:right w:w="0" w:type="dxa"/>
                        </w:tcMar>
                      </w:tcPr>
                      <w:p w14:paraId="6D81DBBE" w14:textId="77777777" w:rsidR="00FE2FC0" w:rsidRPr="00A70974" w:rsidRDefault="00FE2FC0">
                        <w:pPr>
                          <w:pStyle w:val="a6"/>
                          <w:rPr>
                            <w:color w:val="FF0000"/>
                          </w:rPr>
                        </w:pPr>
                        <w:r w:rsidRPr="00A70974">
                          <w:rPr>
                            <w:color w:val="FF0000"/>
                            <w:lang w:val="ja-JP" w:bidi="ja-JP"/>
                          </w:rPr>
                          <w:t>日</w:t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29D7F39F" w14:textId="77777777" w:rsidR="00FE2FC0" w:rsidRDefault="00FE2FC0">
                        <w:pPr>
                          <w:pStyle w:val="a6"/>
                        </w:pPr>
                        <w:r>
                          <w:rPr>
                            <w:lang w:val="ja-JP" w:bidi="ja-JP"/>
                          </w:rPr>
                          <w:t>月</w:t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5CA9EE4E" w14:textId="77777777" w:rsidR="00FE2FC0" w:rsidRDefault="00FE2FC0">
                        <w:pPr>
                          <w:pStyle w:val="a6"/>
                        </w:pPr>
                        <w:r>
                          <w:rPr>
                            <w:lang w:val="ja-JP" w:bidi="ja-JP"/>
                          </w:rPr>
                          <w:t>火</w:t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7E28147A" w14:textId="77777777" w:rsidR="00FE2FC0" w:rsidRDefault="00FE2FC0">
                        <w:pPr>
                          <w:pStyle w:val="a6"/>
                        </w:pPr>
                        <w:r>
                          <w:rPr>
                            <w:lang w:val="ja-JP" w:bidi="ja-JP"/>
                          </w:rPr>
                          <w:t>水</w:t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62A68CF8" w14:textId="77777777" w:rsidR="00FE2FC0" w:rsidRDefault="00FE2FC0">
                        <w:pPr>
                          <w:pStyle w:val="a6"/>
                        </w:pPr>
                        <w:r>
                          <w:rPr>
                            <w:lang w:val="ja-JP" w:bidi="ja-JP"/>
                          </w:rPr>
                          <w:t>木</w:t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2A7B01A7" w14:textId="77777777" w:rsidR="00FE2FC0" w:rsidRDefault="00FE2FC0">
                        <w:pPr>
                          <w:pStyle w:val="a6"/>
                        </w:pPr>
                        <w:r>
                          <w:rPr>
                            <w:lang w:val="ja-JP" w:bidi="ja-JP"/>
                          </w:rPr>
                          <w:t>金</w:t>
                        </w:r>
                      </w:p>
                    </w:tc>
                    <w:tc>
                      <w:tcPr>
                        <w:tcW w:w="707" w:type="pct"/>
                        <w:tcMar>
                          <w:left w:w="0" w:type="dxa"/>
                          <w:right w:w="0" w:type="dxa"/>
                        </w:tcMar>
                      </w:tcPr>
                      <w:p w14:paraId="4BFB2B4D" w14:textId="77777777" w:rsidR="00FE2FC0" w:rsidRPr="00A70974" w:rsidRDefault="00FE2FC0">
                        <w:pPr>
                          <w:pStyle w:val="a6"/>
                          <w:rPr>
                            <w:color w:val="0070C0"/>
                          </w:rPr>
                        </w:pPr>
                        <w:r w:rsidRPr="00A70974">
                          <w:rPr>
                            <w:color w:val="0070C0"/>
                            <w:lang w:val="ja-JP" w:bidi="ja-JP"/>
                          </w:rPr>
                          <w:t>土</w:t>
                        </w:r>
                      </w:p>
                    </w:tc>
                  </w:tr>
                  <w:tr w:rsidR="00FE2FC0" w14:paraId="18EFD5E3" w14:textId="77777777" w:rsidTr="006379C4">
                    <w:tc>
                      <w:tcPr>
                        <w:tcW w:w="708" w:type="pct"/>
                        <w:tcMar>
                          <w:left w:w="0" w:type="dxa"/>
                          <w:right w:w="0" w:type="dxa"/>
                        </w:tcMar>
                      </w:tcPr>
                      <w:p w14:paraId="3BA84E83" w14:textId="77777777" w:rsidR="00FE2FC0" w:rsidRPr="00A70974" w:rsidRDefault="00FE2FC0">
                        <w:pPr>
                          <w:pStyle w:val="13"/>
                          <w:rPr>
                            <w:color w:val="FF0000"/>
                          </w:rPr>
                        </w:pP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IF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DocVariable MonthStart3 \@ dddd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color w:val="FF0000"/>
                            <w:lang w:val="ja-JP" w:eastAsia="ja-JP" w:bidi="ja-JP"/>
                          </w:rPr>
                          <w:instrText>土曜日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 “日曜日" 1 ""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42D8DE04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MonthStart3 \@ dddd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lang w:val="ja-JP" w:eastAsia="ja-JP" w:bidi="ja-JP"/>
                          </w:rPr>
                          <w:instrText>土曜日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 “月曜日" 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=A2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&lt;&gt; 0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=A2+1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8F5933">
                          <w:rPr>
                            <w:noProof/>
                            <w:lang w:val="ja-JP" w:eastAsia="ja-JP" w:bidi="ja-JP"/>
                          </w:rPr>
                          <w:instrText>2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14CA24E9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MonthStart3 \@ dddd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lang w:val="ja-JP" w:eastAsia="ja-JP" w:bidi="ja-JP"/>
                          </w:rPr>
                          <w:instrText>土曜日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 “火曜日" 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=B2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&lt;&gt; 0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=B2+1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8F5933">
                          <w:rPr>
                            <w:noProof/>
                            <w:lang w:val="ja-JP" w:eastAsia="ja-JP" w:bidi="ja-JP"/>
                          </w:rPr>
                          <w:instrText>2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29F6AFE0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MonthStart3 \@ dddd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lang w:val="ja-JP" w:eastAsia="ja-JP" w:bidi="ja-JP"/>
                          </w:rPr>
                          <w:instrText>土曜日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 “水曜日" 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=C2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&lt;&gt; 0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=C2+1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8F5933">
                          <w:rPr>
                            <w:noProof/>
                            <w:lang w:val="ja-JP" w:eastAsia="ja-JP" w:bidi="ja-JP"/>
                          </w:rPr>
                          <w:instrText>3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77C5E4CF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MonthStart3 \@ dddd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lang w:val="ja-JP" w:eastAsia="ja-JP" w:bidi="ja-JP"/>
                          </w:rPr>
                          <w:instrText>土曜日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= “木曜日" 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=D2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&lt;&gt; 0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=D2+1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8F5933">
                          <w:rPr>
                            <w:noProof/>
                            <w:lang w:val="ja-JP" w:eastAsia="ja-JP" w:bidi="ja-JP"/>
                          </w:rPr>
                          <w:instrText>4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7DE7E17E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MonthStart3 \@ dddd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lang w:val="ja-JP" w:eastAsia="ja-JP" w:bidi="ja-JP"/>
                          </w:rPr>
                          <w:instrText>土曜日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 “金曜日" 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=E2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&lt;&gt; 0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=E2+1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8F5933">
                          <w:rPr>
                            <w:noProof/>
                            <w:lang w:val="ja-JP" w:eastAsia="ja-JP" w:bidi="ja-JP"/>
                          </w:rPr>
                          <w:instrText>5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07" w:type="pct"/>
                        <w:tcMar>
                          <w:left w:w="0" w:type="dxa"/>
                          <w:right w:w="0" w:type="dxa"/>
                        </w:tcMar>
                      </w:tcPr>
                      <w:p w14:paraId="43C28833" w14:textId="77777777" w:rsidR="00FE2FC0" w:rsidRPr="00A70974" w:rsidRDefault="00FE2FC0">
                        <w:pPr>
                          <w:pStyle w:val="13"/>
                          <w:rPr>
                            <w:color w:val="0070C0"/>
                          </w:rPr>
                        </w:pP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IF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DocVariable MonthStart3 \@ dddd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color w:val="0070C0"/>
                            <w:lang w:val="ja-JP" w:eastAsia="ja-JP" w:bidi="ja-JP"/>
                          </w:rPr>
                          <w:instrText>土曜日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= “土曜日" 1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IF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=F2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8F5933"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instrText>5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&lt;&gt; 0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=F2+1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8F5933"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instrText>6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""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instrText>6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B17876"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t>1</w: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</w:tr>
                  <w:tr w:rsidR="00FE2FC0" w14:paraId="10227A06" w14:textId="77777777" w:rsidTr="006379C4">
                    <w:tc>
                      <w:tcPr>
                        <w:tcW w:w="708" w:type="pct"/>
                        <w:tcMar>
                          <w:left w:w="0" w:type="dxa"/>
                          <w:right w:w="0" w:type="dxa"/>
                        </w:tcMar>
                      </w:tcPr>
                      <w:p w14:paraId="43ED1246" w14:textId="77777777" w:rsidR="00FE2FC0" w:rsidRPr="00A70974" w:rsidRDefault="00FE2FC0">
                        <w:pPr>
                          <w:pStyle w:val="13"/>
                          <w:rPr>
                            <w:color w:val="FF0000"/>
                          </w:rPr>
                        </w:pP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=G2+1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t>2</w: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78E2D2BB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=A3+1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3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30BB3ED4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=B3+1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4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1A661E43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=C3+1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5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5AA3C29C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=D3+1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6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576DC572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=E3+1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7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07" w:type="pct"/>
                        <w:tcMar>
                          <w:left w:w="0" w:type="dxa"/>
                          <w:right w:w="0" w:type="dxa"/>
                        </w:tcMar>
                      </w:tcPr>
                      <w:p w14:paraId="293C7A09" w14:textId="77777777" w:rsidR="00FE2FC0" w:rsidRPr="00A70974" w:rsidRDefault="00FE2FC0">
                        <w:pPr>
                          <w:pStyle w:val="13"/>
                          <w:rPr>
                            <w:color w:val="0070C0"/>
                          </w:rPr>
                        </w:pP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=F3+1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t>8</w: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</w:tr>
                  <w:tr w:rsidR="00FE2FC0" w14:paraId="491740F4" w14:textId="77777777" w:rsidTr="006379C4">
                    <w:tc>
                      <w:tcPr>
                        <w:tcW w:w="708" w:type="pct"/>
                        <w:tcMar>
                          <w:left w:w="0" w:type="dxa"/>
                          <w:right w:w="0" w:type="dxa"/>
                        </w:tcMar>
                      </w:tcPr>
                      <w:p w14:paraId="15AFE7FD" w14:textId="77777777" w:rsidR="00FE2FC0" w:rsidRPr="00A70974" w:rsidRDefault="00FE2FC0">
                        <w:pPr>
                          <w:pStyle w:val="13"/>
                          <w:rPr>
                            <w:color w:val="FF0000"/>
                          </w:rPr>
                        </w:pP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=G3+1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t>9</w: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1863840B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=A4+1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10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3CCD5723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=B4+1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11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2C94BBF3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=C4+1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12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60FB11C6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=D4+1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13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1AE5B11F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=E4+1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14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07" w:type="pct"/>
                        <w:tcMar>
                          <w:left w:w="0" w:type="dxa"/>
                          <w:right w:w="0" w:type="dxa"/>
                        </w:tcMar>
                      </w:tcPr>
                      <w:p w14:paraId="78C8C415" w14:textId="77777777" w:rsidR="00FE2FC0" w:rsidRPr="00A70974" w:rsidRDefault="00FE2FC0">
                        <w:pPr>
                          <w:pStyle w:val="13"/>
                          <w:rPr>
                            <w:color w:val="0070C0"/>
                          </w:rPr>
                        </w:pP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=F4+1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t>15</w: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</w:tr>
                  <w:tr w:rsidR="00FE2FC0" w14:paraId="522E632A" w14:textId="77777777" w:rsidTr="006379C4">
                    <w:tc>
                      <w:tcPr>
                        <w:tcW w:w="708" w:type="pct"/>
                        <w:tcMar>
                          <w:left w:w="0" w:type="dxa"/>
                          <w:right w:w="0" w:type="dxa"/>
                        </w:tcMar>
                      </w:tcPr>
                      <w:p w14:paraId="1C23BD10" w14:textId="77777777" w:rsidR="00FE2FC0" w:rsidRPr="00A70974" w:rsidRDefault="00FE2FC0">
                        <w:pPr>
                          <w:pStyle w:val="13"/>
                          <w:rPr>
                            <w:color w:val="FF0000"/>
                          </w:rPr>
                        </w:pP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=G4+1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t>16</w: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2218E249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=A5+1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17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2FADCB55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=B5+1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18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395E5A4A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=C5+1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19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73BA9DA0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=D5+1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20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593DEDAC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=E5+1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21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07" w:type="pct"/>
                        <w:tcMar>
                          <w:left w:w="0" w:type="dxa"/>
                          <w:right w:w="0" w:type="dxa"/>
                        </w:tcMar>
                      </w:tcPr>
                      <w:p w14:paraId="37D3C4B7" w14:textId="77777777" w:rsidR="00FE2FC0" w:rsidRPr="00A70974" w:rsidRDefault="00FE2FC0">
                        <w:pPr>
                          <w:pStyle w:val="13"/>
                          <w:rPr>
                            <w:color w:val="0070C0"/>
                          </w:rPr>
                        </w:pP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=F5+1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t>22</w: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</w:tr>
                  <w:tr w:rsidR="00FE2FC0" w14:paraId="6AC8AA09" w14:textId="77777777" w:rsidTr="006379C4">
                    <w:tc>
                      <w:tcPr>
                        <w:tcW w:w="708" w:type="pct"/>
                        <w:tcMar>
                          <w:left w:w="0" w:type="dxa"/>
                          <w:right w:w="0" w:type="dxa"/>
                        </w:tcMar>
                      </w:tcPr>
                      <w:p w14:paraId="589F356C" w14:textId="77777777" w:rsidR="00FE2FC0" w:rsidRPr="00A70974" w:rsidRDefault="00FE2FC0">
                        <w:pPr>
                          <w:pStyle w:val="13"/>
                          <w:rPr>
                            <w:color w:val="FF0000"/>
                          </w:rPr>
                        </w:pP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IF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=G5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instrText>22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 0,""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IF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=G5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instrText>22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 &lt;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DocVariable MonthEnd3 \@ d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color w:val="FF0000"/>
                            <w:lang w:val="ja-JP" w:eastAsia="ja-JP" w:bidi="ja-JP"/>
                          </w:rPr>
                          <w:instrText>31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=G5+1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instrText>23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""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B17876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instrText>23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B17876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t>23</w: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6ED1510A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=A6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23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 0,""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=A6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23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&lt;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MonthEnd3 \@ 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lang w:val="ja-JP" w:eastAsia="ja-JP" w:bidi="ja-JP"/>
                          </w:rPr>
                          <w:instrText>31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=A6+1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24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instrText>24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t>24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6F1EE08B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=B6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24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 0,""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=B6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24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&lt;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MonthEnd3 \@ 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lang w:val="ja-JP" w:eastAsia="ja-JP" w:bidi="ja-JP"/>
                          </w:rPr>
                          <w:instrText>31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=B6+1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25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instrText>25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t>25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0E9934B4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=C6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25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 0,""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=C6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25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&lt;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MonthEnd3 \@ 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lang w:val="ja-JP" w:eastAsia="ja-JP" w:bidi="ja-JP"/>
                          </w:rPr>
                          <w:instrText>31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=C6+1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26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instrText>26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t>26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268788C7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=D6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26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 0,""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=D6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26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&lt;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MonthEnd3 \@ 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lang w:val="ja-JP" w:eastAsia="ja-JP" w:bidi="ja-JP"/>
                          </w:rPr>
                          <w:instrText>31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=D6+1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27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instrText>27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t>27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3896F44A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=E6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27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 0,""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=E6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27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&lt;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MonthEnd3 \@ 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lang w:val="ja-JP" w:eastAsia="ja-JP" w:bidi="ja-JP"/>
                          </w:rPr>
                          <w:instrText>31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=E6+1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28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instrText>28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t>28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07" w:type="pct"/>
                        <w:tcMar>
                          <w:left w:w="0" w:type="dxa"/>
                          <w:right w:w="0" w:type="dxa"/>
                        </w:tcMar>
                      </w:tcPr>
                      <w:p w14:paraId="122684FD" w14:textId="77777777" w:rsidR="00FE2FC0" w:rsidRPr="00A70974" w:rsidRDefault="00FE2FC0">
                        <w:pPr>
                          <w:pStyle w:val="13"/>
                          <w:rPr>
                            <w:color w:val="0070C0"/>
                          </w:rPr>
                        </w:pP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IF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=F6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instrText>28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= 0,""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IF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=F6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instrText>28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 &lt;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DocVariable MonthEnd3 \@ d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color w:val="0070C0"/>
                            <w:lang w:val="ja-JP" w:eastAsia="ja-JP" w:bidi="ja-JP"/>
                          </w:rPr>
                          <w:instrText>31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=F6+1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instrText>29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""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B17876"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instrText>29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B17876"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t>29</w: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</w:tr>
                  <w:tr w:rsidR="00FE2FC0" w14:paraId="23BCCF54" w14:textId="77777777" w:rsidTr="006379C4">
                    <w:tc>
                      <w:tcPr>
                        <w:tcW w:w="708" w:type="pct"/>
                        <w:tcMar>
                          <w:left w:w="0" w:type="dxa"/>
                          <w:right w:w="0" w:type="dxa"/>
                        </w:tcMar>
                      </w:tcPr>
                      <w:p w14:paraId="2F300A17" w14:textId="77777777" w:rsidR="00FE2FC0" w:rsidRPr="00A70974" w:rsidRDefault="00FE2FC0">
                        <w:pPr>
                          <w:pStyle w:val="13"/>
                          <w:rPr>
                            <w:color w:val="FF0000"/>
                          </w:rPr>
                        </w:pP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IF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=G6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instrText>29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 0,""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IF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=G6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instrText>29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 &lt;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DocVariable MonthEnd3 \@ d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color w:val="FF0000"/>
                            <w:lang w:val="ja-JP" w:eastAsia="ja-JP" w:bidi="ja-JP"/>
                          </w:rPr>
                          <w:instrText>31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=G6+1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instrText>30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""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B17876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instrText>30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B17876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t>30</w: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60FFE0B5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=A7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30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 0,""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=A7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30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&lt;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MonthEnd3 \@ 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lang w:val="ja-JP" w:eastAsia="ja-JP" w:bidi="ja-JP"/>
                          </w:rPr>
                          <w:instrText>31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=A7+1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31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instrText>31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t>31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535C5D1D" w14:textId="77777777" w:rsidR="00FE2FC0" w:rsidRDefault="00FE2FC0">
                        <w:pPr>
                          <w:pStyle w:val="13"/>
                        </w:pP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196D07D1" w14:textId="77777777" w:rsidR="00FE2FC0" w:rsidRDefault="00FE2FC0">
                        <w:pPr>
                          <w:pStyle w:val="13"/>
                        </w:pP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06D18E15" w14:textId="77777777" w:rsidR="00FE2FC0" w:rsidRDefault="00FE2FC0">
                        <w:pPr>
                          <w:pStyle w:val="13"/>
                        </w:pP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3044751A" w14:textId="77777777" w:rsidR="00FE2FC0" w:rsidRDefault="00FE2FC0">
                        <w:pPr>
                          <w:pStyle w:val="13"/>
                        </w:pPr>
                      </w:p>
                    </w:tc>
                    <w:tc>
                      <w:tcPr>
                        <w:tcW w:w="707" w:type="pct"/>
                        <w:tcMar>
                          <w:left w:w="0" w:type="dxa"/>
                          <w:right w:w="0" w:type="dxa"/>
                        </w:tcMar>
                      </w:tcPr>
                      <w:p w14:paraId="4D4D2622" w14:textId="77777777" w:rsidR="00FE2FC0" w:rsidRPr="00A70974" w:rsidRDefault="00FE2FC0">
                        <w:pPr>
                          <w:pStyle w:val="13"/>
                          <w:rPr>
                            <w:color w:val="0070C0"/>
                          </w:rPr>
                        </w:pPr>
                      </w:p>
                    </w:tc>
                  </w:tr>
                </w:tbl>
                <w:p w14:paraId="1D6A8F5A" w14:textId="77777777" w:rsidR="00FE2FC0" w:rsidRDefault="00FE2FC0">
                  <w:pPr>
                    <w:spacing w:after="40"/>
                  </w:pPr>
                </w:p>
              </w:tc>
              <w:tc>
                <w:tcPr>
                  <w:tcW w:w="583" w:type="dxa"/>
                </w:tcPr>
                <w:p w14:paraId="1C0A2E43" w14:textId="77777777" w:rsidR="00FE2FC0" w:rsidRDefault="00FE2FC0">
                  <w:pPr>
                    <w:spacing w:after="40"/>
                  </w:pPr>
                </w:p>
              </w:tc>
              <w:tc>
                <w:tcPr>
                  <w:tcW w:w="2468" w:type="dxa"/>
                </w:tcPr>
                <w:p w14:paraId="4D9D8D84" w14:textId="77777777" w:rsidR="00FE2FC0" w:rsidRDefault="00FE2FC0">
                  <w:pPr>
                    <w:pStyle w:val="ab"/>
                  </w:pPr>
                  <w:r>
                    <w:rPr>
                      <w:lang w:val="ja-JP" w:bidi="ja-JP"/>
                    </w:rPr>
                    <w:t>7 月</w:t>
                  </w:r>
                </w:p>
                <w:tbl>
                  <w:tblPr>
                    <w:tblW w:w="5000" w:type="pct"/>
                    <w:tblLayout w:type="fixed"/>
                    <w:tblLook w:val="04A0" w:firstRow="1" w:lastRow="0" w:firstColumn="1" w:lastColumn="0" w:noHBand="0" w:noVBand="1"/>
                    <w:tblCaption w:val="カレンダー コンテンツ テーブル"/>
                  </w:tblPr>
                  <w:tblGrid>
                    <w:gridCol w:w="319"/>
                    <w:gridCol w:w="323"/>
                    <w:gridCol w:w="323"/>
                    <w:gridCol w:w="323"/>
                    <w:gridCol w:w="323"/>
                    <w:gridCol w:w="323"/>
                    <w:gridCol w:w="318"/>
                  </w:tblGrid>
                  <w:tr w:rsidR="00FE2FC0" w14:paraId="4EE9D785" w14:textId="77777777" w:rsidTr="006379C4">
                    <w:tc>
                      <w:tcPr>
                        <w:tcW w:w="708" w:type="pct"/>
                        <w:tcMar>
                          <w:left w:w="0" w:type="dxa"/>
                          <w:right w:w="0" w:type="dxa"/>
                        </w:tcMar>
                      </w:tcPr>
                      <w:p w14:paraId="304ADE3D" w14:textId="77777777" w:rsidR="00FE2FC0" w:rsidRPr="00A70974" w:rsidRDefault="00FE2FC0">
                        <w:pPr>
                          <w:pStyle w:val="a6"/>
                          <w:rPr>
                            <w:color w:val="FF0000"/>
                          </w:rPr>
                        </w:pPr>
                        <w:r w:rsidRPr="00A70974">
                          <w:rPr>
                            <w:color w:val="FF0000"/>
                            <w:lang w:val="ja-JP" w:bidi="ja-JP"/>
                          </w:rPr>
                          <w:t>日</w:t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433CA978" w14:textId="77777777" w:rsidR="00FE2FC0" w:rsidRDefault="00FE2FC0">
                        <w:pPr>
                          <w:pStyle w:val="a6"/>
                        </w:pPr>
                        <w:r>
                          <w:rPr>
                            <w:lang w:val="ja-JP" w:bidi="ja-JP"/>
                          </w:rPr>
                          <w:t>月</w:t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093E3C3C" w14:textId="77777777" w:rsidR="00FE2FC0" w:rsidRDefault="00FE2FC0">
                        <w:pPr>
                          <w:pStyle w:val="a6"/>
                        </w:pPr>
                        <w:r>
                          <w:rPr>
                            <w:lang w:val="ja-JP" w:bidi="ja-JP"/>
                          </w:rPr>
                          <w:t>火</w:t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339982E5" w14:textId="77777777" w:rsidR="00FE2FC0" w:rsidRDefault="00FE2FC0">
                        <w:pPr>
                          <w:pStyle w:val="a6"/>
                        </w:pPr>
                        <w:r>
                          <w:rPr>
                            <w:lang w:val="ja-JP" w:bidi="ja-JP"/>
                          </w:rPr>
                          <w:t>水</w:t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233F4E67" w14:textId="77777777" w:rsidR="00FE2FC0" w:rsidRDefault="00FE2FC0">
                        <w:pPr>
                          <w:pStyle w:val="a6"/>
                        </w:pPr>
                        <w:r>
                          <w:rPr>
                            <w:lang w:val="ja-JP" w:bidi="ja-JP"/>
                          </w:rPr>
                          <w:t>木</w:t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4EAF9CA2" w14:textId="77777777" w:rsidR="00FE2FC0" w:rsidRDefault="00FE2FC0">
                        <w:pPr>
                          <w:pStyle w:val="a6"/>
                        </w:pPr>
                        <w:r>
                          <w:rPr>
                            <w:lang w:val="ja-JP" w:bidi="ja-JP"/>
                          </w:rPr>
                          <w:t>金</w:t>
                        </w:r>
                      </w:p>
                    </w:tc>
                    <w:tc>
                      <w:tcPr>
                        <w:tcW w:w="707" w:type="pct"/>
                        <w:tcMar>
                          <w:left w:w="0" w:type="dxa"/>
                          <w:right w:w="0" w:type="dxa"/>
                        </w:tcMar>
                      </w:tcPr>
                      <w:p w14:paraId="4218DD2D" w14:textId="77777777" w:rsidR="00FE2FC0" w:rsidRPr="00A70974" w:rsidRDefault="00FE2FC0">
                        <w:pPr>
                          <w:pStyle w:val="a6"/>
                          <w:rPr>
                            <w:color w:val="0070C0"/>
                          </w:rPr>
                        </w:pPr>
                        <w:r w:rsidRPr="00A70974">
                          <w:rPr>
                            <w:color w:val="0070C0"/>
                            <w:lang w:val="ja-JP" w:bidi="ja-JP"/>
                          </w:rPr>
                          <w:t>土</w:t>
                        </w:r>
                      </w:p>
                    </w:tc>
                  </w:tr>
                  <w:tr w:rsidR="00FE2FC0" w14:paraId="380217B1" w14:textId="77777777" w:rsidTr="006379C4">
                    <w:tc>
                      <w:tcPr>
                        <w:tcW w:w="708" w:type="pct"/>
                        <w:tcMar>
                          <w:left w:w="0" w:type="dxa"/>
                          <w:right w:w="0" w:type="dxa"/>
                        </w:tcMar>
                      </w:tcPr>
                      <w:p w14:paraId="7BFDF0CA" w14:textId="77777777" w:rsidR="00FE2FC0" w:rsidRPr="00A70974" w:rsidRDefault="00FE2FC0">
                        <w:pPr>
                          <w:pStyle w:val="13"/>
                          <w:rPr>
                            <w:color w:val="FF0000"/>
                          </w:rPr>
                        </w:pP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IF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DocVariable MonthStart7 \@ dddd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color w:val="FF0000"/>
                            <w:lang w:val="ja-JP" w:eastAsia="ja-JP" w:bidi="ja-JP"/>
                          </w:rPr>
                          <w:instrText>火曜日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 “日曜日" 1 ""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580B6FAA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MonthStart7 \@ dddd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lang w:val="ja-JP" w:eastAsia="ja-JP" w:bidi="ja-JP"/>
                          </w:rPr>
                          <w:instrText>火曜日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 “月曜日" 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=A2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&lt;&gt; 0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=A2+1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>
                          <w:rPr>
                            <w:noProof/>
                            <w:lang w:val="ja-JP" w:eastAsia="ja-JP" w:bidi="ja-JP"/>
                          </w:rPr>
                          <w:instrText>2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49C7B761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MonthStart7 \@ dddd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lang w:val="ja-JP" w:eastAsia="ja-JP" w:bidi="ja-JP"/>
                          </w:rPr>
                          <w:instrText>火曜日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 “火曜日" 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=B2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8F5933">
                          <w:rPr>
                            <w:noProof/>
                            <w:lang w:val="ja-JP" w:eastAsia="ja-JP" w:bidi="ja-JP"/>
                          </w:rPr>
                          <w:instrText>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&lt;&gt; 0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=B2+1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>
                          <w:rPr>
                            <w:noProof/>
                            <w:lang w:val="ja-JP" w:eastAsia="ja-JP" w:bidi="ja-JP"/>
                          </w:rPr>
                          <w:instrText>3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t>1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0DD2F04A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MonthStart7 \@ dddd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lang w:val="ja-JP" w:eastAsia="ja-JP" w:bidi="ja-JP"/>
                          </w:rPr>
                          <w:instrText>火曜日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 “水曜日" 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=C2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1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&lt;&gt; 0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=C2+1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instrText>2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t>2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7058F782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MonthStart7 \@ dddd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lang w:val="ja-JP" w:eastAsia="ja-JP" w:bidi="ja-JP"/>
                          </w:rPr>
                          <w:instrText>火曜日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= “木曜日" 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=D2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&lt;&gt; 0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=D2+1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3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instrText>3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t>3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201C3203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MonthStart7 \@ dddd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lang w:val="ja-JP" w:eastAsia="ja-JP" w:bidi="ja-JP"/>
                          </w:rPr>
                          <w:instrText>火曜日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 “金曜日" 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=E2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3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&lt;&gt; 0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=E2+1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4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instrText>4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t>4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07" w:type="pct"/>
                        <w:tcMar>
                          <w:left w:w="0" w:type="dxa"/>
                          <w:right w:w="0" w:type="dxa"/>
                        </w:tcMar>
                      </w:tcPr>
                      <w:p w14:paraId="74B75343" w14:textId="77777777" w:rsidR="00FE2FC0" w:rsidRPr="00A70974" w:rsidRDefault="00FE2FC0">
                        <w:pPr>
                          <w:pStyle w:val="13"/>
                          <w:rPr>
                            <w:color w:val="0070C0"/>
                          </w:rPr>
                        </w:pP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IF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DocVariable MonthStart7 \@ dddd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color w:val="0070C0"/>
                            <w:lang w:val="ja-JP" w:eastAsia="ja-JP" w:bidi="ja-JP"/>
                          </w:rPr>
                          <w:instrText>火曜日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= “土曜日" 1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IF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=F2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instrText>4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&lt;&gt; 0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=F2+1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instrText>5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""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B17876"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instrText>5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B17876"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t>5</w: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</w:tr>
                  <w:tr w:rsidR="00FE2FC0" w14:paraId="571AB5CE" w14:textId="77777777" w:rsidTr="006379C4">
                    <w:tc>
                      <w:tcPr>
                        <w:tcW w:w="708" w:type="pct"/>
                        <w:tcMar>
                          <w:left w:w="0" w:type="dxa"/>
                          <w:right w:w="0" w:type="dxa"/>
                        </w:tcMar>
                      </w:tcPr>
                      <w:p w14:paraId="4353BFEF" w14:textId="77777777" w:rsidR="00FE2FC0" w:rsidRPr="00A70974" w:rsidRDefault="00FE2FC0">
                        <w:pPr>
                          <w:pStyle w:val="13"/>
                          <w:rPr>
                            <w:color w:val="FF0000"/>
                          </w:rPr>
                        </w:pP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=G2+1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t>6</w: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7EF71D78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=A3+1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7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69328924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=B3+1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8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52C4105B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=C3+1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9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46B44A93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=D3+1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10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0D9DC93D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=E3+1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11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07" w:type="pct"/>
                        <w:tcMar>
                          <w:left w:w="0" w:type="dxa"/>
                          <w:right w:w="0" w:type="dxa"/>
                        </w:tcMar>
                      </w:tcPr>
                      <w:p w14:paraId="793DE8D9" w14:textId="77777777" w:rsidR="00FE2FC0" w:rsidRPr="00A70974" w:rsidRDefault="00FE2FC0">
                        <w:pPr>
                          <w:pStyle w:val="13"/>
                          <w:rPr>
                            <w:color w:val="0070C0"/>
                          </w:rPr>
                        </w:pP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=F3+1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t>12</w: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</w:tr>
                  <w:tr w:rsidR="00FE2FC0" w14:paraId="6ADE2092" w14:textId="77777777" w:rsidTr="006379C4">
                    <w:tc>
                      <w:tcPr>
                        <w:tcW w:w="708" w:type="pct"/>
                        <w:tcMar>
                          <w:left w:w="0" w:type="dxa"/>
                          <w:right w:w="0" w:type="dxa"/>
                        </w:tcMar>
                      </w:tcPr>
                      <w:p w14:paraId="36BD8C1C" w14:textId="77777777" w:rsidR="00FE2FC0" w:rsidRPr="00A70974" w:rsidRDefault="00FE2FC0">
                        <w:pPr>
                          <w:pStyle w:val="13"/>
                          <w:rPr>
                            <w:color w:val="FF0000"/>
                          </w:rPr>
                        </w:pP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=G3+1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t>13</w: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20B4D3B5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=A4+1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14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542A8FCF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=B4+1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15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7FDBD5DB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=C4+1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16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2FA834B6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=D4+1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17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62FAF139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=E4+1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18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07" w:type="pct"/>
                        <w:tcMar>
                          <w:left w:w="0" w:type="dxa"/>
                          <w:right w:w="0" w:type="dxa"/>
                        </w:tcMar>
                      </w:tcPr>
                      <w:p w14:paraId="50050002" w14:textId="77777777" w:rsidR="00FE2FC0" w:rsidRPr="00A70974" w:rsidRDefault="00FE2FC0">
                        <w:pPr>
                          <w:pStyle w:val="13"/>
                          <w:rPr>
                            <w:color w:val="0070C0"/>
                          </w:rPr>
                        </w:pP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=F4+1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t>19</w: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</w:tr>
                  <w:tr w:rsidR="00FE2FC0" w14:paraId="64D60E19" w14:textId="77777777" w:rsidTr="006379C4">
                    <w:tc>
                      <w:tcPr>
                        <w:tcW w:w="708" w:type="pct"/>
                        <w:tcMar>
                          <w:left w:w="0" w:type="dxa"/>
                          <w:right w:w="0" w:type="dxa"/>
                        </w:tcMar>
                      </w:tcPr>
                      <w:p w14:paraId="669464B1" w14:textId="77777777" w:rsidR="00FE2FC0" w:rsidRPr="00A70974" w:rsidRDefault="00FE2FC0">
                        <w:pPr>
                          <w:pStyle w:val="13"/>
                          <w:rPr>
                            <w:color w:val="FF0000"/>
                          </w:rPr>
                        </w:pP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=G4+1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t>20</w: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65E7CA9E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=A5+1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21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0854F3F5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=B5+1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22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3E1FA857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=C5+1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23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5F89DD22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=D5+1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24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46F53EC9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=E5+1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25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07" w:type="pct"/>
                        <w:tcMar>
                          <w:left w:w="0" w:type="dxa"/>
                          <w:right w:w="0" w:type="dxa"/>
                        </w:tcMar>
                      </w:tcPr>
                      <w:p w14:paraId="49769244" w14:textId="77777777" w:rsidR="00FE2FC0" w:rsidRPr="00A70974" w:rsidRDefault="00FE2FC0">
                        <w:pPr>
                          <w:pStyle w:val="13"/>
                          <w:rPr>
                            <w:color w:val="0070C0"/>
                          </w:rPr>
                        </w:pP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=F5+1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t>26</w: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</w:tr>
                  <w:tr w:rsidR="00FE2FC0" w14:paraId="37030B83" w14:textId="77777777" w:rsidTr="006379C4">
                    <w:tc>
                      <w:tcPr>
                        <w:tcW w:w="708" w:type="pct"/>
                        <w:tcMar>
                          <w:left w:w="0" w:type="dxa"/>
                          <w:right w:w="0" w:type="dxa"/>
                        </w:tcMar>
                      </w:tcPr>
                      <w:p w14:paraId="02E7B54B" w14:textId="77777777" w:rsidR="00FE2FC0" w:rsidRPr="00A70974" w:rsidRDefault="00FE2FC0">
                        <w:pPr>
                          <w:pStyle w:val="13"/>
                          <w:rPr>
                            <w:color w:val="FF0000"/>
                          </w:rPr>
                        </w:pP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IF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=G5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instrText>26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 0,""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IF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=G5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instrText>26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 &lt;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DocVariable MonthEnd7 \@ d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color w:val="FF0000"/>
                            <w:lang w:val="ja-JP" w:eastAsia="ja-JP" w:bidi="ja-JP"/>
                          </w:rPr>
                          <w:instrText>31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=G5+1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instrText>27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""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B17876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instrText>27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B17876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t>27</w: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0E22BA6B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=A6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27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 0,""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=A6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27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&lt;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MonthEnd7 \@ 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lang w:val="ja-JP" w:eastAsia="ja-JP" w:bidi="ja-JP"/>
                          </w:rPr>
                          <w:instrText>31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=A6+1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28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instrText>28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t>28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655648E1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=B6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28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 0,""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=B6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28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&lt;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MonthEnd7 \@ 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lang w:val="ja-JP" w:eastAsia="ja-JP" w:bidi="ja-JP"/>
                          </w:rPr>
                          <w:instrText>31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=B6+1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29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instrText>29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t>29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3A36BE73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=C6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29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 0,""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=C6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29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&lt;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MonthEnd7 \@ 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lang w:val="ja-JP" w:eastAsia="ja-JP" w:bidi="ja-JP"/>
                          </w:rPr>
                          <w:instrText>31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=C6+1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30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instrText>30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t>30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61350C08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=D6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30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 0,""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=D6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30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&lt;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MonthEnd7 \@ 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lang w:val="ja-JP" w:eastAsia="ja-JP" w:bidi="ja-JP"/>
                          </w:rPr>
                          <w:instrText>31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=D6+1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31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instrText>31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t>31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4B1B68F8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=E6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31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 0,""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=E6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31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&lt;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MonthEnd7 \@ 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lang w:val="ja-JP" w:eastAsia="ja-JP" w:bidi="ja-JP"/>
                          </w:rPr>
                          <w:instrText>31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=E6+1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8F5933">
                          <w:rPr>
                            <w:noProof/>
                            <w:lang w:val="ja-JP" w:eastAsia="ja-JP" w:bidi="ja-JP"/>
                          </w:rPr>
                          <w:instrText>30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07" w:type="pct"/>
                        <w:tcMar>
                          <w:left w:w="0" w:type="dxa"/>
                          <w:right w:w="0" w:type="dxa"/>
                        </w:tcMar>
                      </w:tcPr>
                      <w:p w14:paraId="7596D8AB" w14:textId="77777777" w:rsidR="00FE2FC0" w:rsidRPr="00A70974" w:rsidRDefault="00FE2FC0">
                        <w:pPr>
                          <w:pStyle w:val="13"/>
                          <w:rPr>
                            <w:color w:val="0070C0"/>
                          </w:rPr>
                        </w:pP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IF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=F6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instrText>0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= 0,""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IF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=F6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8F5933"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instrText>30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 &lt;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DocVariable MonthEnd7 \@ d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color w:val="0070C0"/>
                            <w:lang w:val="ja-JP" w:eastAsia="ja-JP" w:bidi="ja-JP"/>
                          </w:rPr>
                          <w:instrText>31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=F6+1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8F5933"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instrText>31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""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instrText>31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</w:tr>
                  <w:tr w:rsidR="00FE2FC0" w14:paraId="65F17090" w14:textId="77777777" w:rsidTr="006379C4">
                    <w:tc>
                      <w:tcPr>
                        <w:tcW w:w="708" w:type="pct"/>
                        <w:tcMar>
                          <w:left w:w="0" w:type="dxa"/>
                          <w:right w:w="0" w:type="dxa"/>
                        </w:tcMar>
                      </w:tcPr>
                      <w:p w14:paraId="0ADD6FF1" w14:textId="77777777" w:rsidR="00FE2FC0" w:rsidRPr="00A70974" w:rsidRDefault="00FE2FC0">
                        <w:pPr>
                          <w:pStyle w:val="13"/>
                          <w:rPr>
                            <w:color w:val="FF0000"/>
                          </w:rPr>
                        </w:pP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IF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=G6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instrText>0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 0,""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IF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=G6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8F5933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instrText>31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 &lt;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DocVariable MonthEnd7 \@ d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color w:val="FF0000"/>
                            <w:lang w:val="ja-JP" w:eastAsia="ja-JP" w:bidi="ja-JP"/>
                          </w:rPr>
                          <w:instrText>31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=G6+1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instrText>29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""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6C1C31BC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=A7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 0,""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=A7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>
                          <w:rPr>
                            <w:noProof/>
                            <w:lang w:val="ja-JP" w:eastAsia="ja-JP" w:bidi="ja-JP"/>
                          </w:rPr>
                          <w:instrText>29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&lt;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MonthEnd7 \@ 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>
                          <w:rPr>
                            <w:lang w:val="ja-JP" w:eastAsia="ja-JP" w:bidi="ja-JP"/>
                          </w:rPr>
                          <w:instrText>31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=A7+1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>
                          <w:rPr>
                            <w:noProof/>
                            <w:lang w:val="ja-JP" w:eastAsia="ja-JP" w:bidi="ja-JP"/>
                          </w:rPr>
                          <w:instrText>30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>
                          <w:rPr>
                            <w:noProof/>
                            <w:lang w:val="ja-JP" w:eastAsia="ja-JP" w:bidi="ja-JP"/>
                          </w:rPr>
                          <w:instrText>30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10ACFA8D" w14:textId="77777777" w:rsidR="00FE2FC0" w:rsidRDefault="00FE2FC0">
                        <w:pPr>
                          <w:pStyle w:val="13"/>
                        </w:pP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5714B36F" w14:textId="77777777" w:rsidR="00FE2FC0" w:rsidRDefault="00FE2FC0">
                        <w:pPr>
                          <w:pStyle w:val="13"/>
                        </w:pP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50349CB7" w14:textId="77777777" w:rsidR="00FE2FC0" w:rsidRDefault="00FE2FC0">
                        <w:pPr>
                          <w:pStyle w:val="13"/>
                        </w:pP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0D6CE7D5" w14:textId="77777777" w:rsidR="00FE2FC0" w:rsidRDefault="00FE2FC0">
                        <w:pPr>
                          <w:pStyle w:val="13"/>
                        </w:pPr>
                      </w:p>
                    </w:tc>
                    <w:tc>
                      <w:tcPr>
                        <w:tcW w:w="707" w:type="pct"/>
                        <w:tcMar>
                          <w:left w:w="0" w:type="dxa"/>
                          <w:right w:w="0" w:type="dxa"/>
                        </w:tcMar>
                      </w:tcPr>
                      <w:p w14:paraId="26069792" w14:textId="77777777" w:rsidR="00FE2FC0" w:rsidRPr="00A70974" w:rsidRDefault="00FE2FC0">
                        <w:pPr>
                          <w:pStyle w:val="13"/>
                          <w:rPr>
                            <w:color w:val="0070C0"/>
                          </w:rPr>
                        </w:pPr>
                      </w:p>
                    </w:tc>
                  </w:tr>
                </w:tbl>
                <w:p w14:paraId="7A782AD0" w14:textId="77777777" w:rsidR="00FE2FC0" w:rsidRDefault="00FE2FC0">
                  <w:pPr>
                    <w:spacing w:after="40"/>
                  </w:pPr>
                </w:p>
              </w:tc>
              <w:tc>
                <w:tcPr>
                  <w:tcW w:w="583" w:type="dxa"/>
                </w:tcPr>
                <w:p w14:paraId="6F0F59FB" w14:textId="77777777" w:rsidR="00FE2FC0" w:rsidRDefault="00FE2FC0">
                  <w:pPr>
                    <w:spacing w:after="40"/>
                  </w:pPr>
                </w:p>
              </w:tc>
              <w:tc>
                <w:tcPr>
                  <w:tcW w:w="2468" w:type="dxa"/>
                </w:tcPr>
                <w:p w14:paraId="3AFBEC18" w14:textId="77777777" w:rsidR="00FE2FC0" w:rsidRDefault="00FE2FC0">
                  <w:pPr>
                    <w:pStyle w:val="ab"/>
                  </w:pPr>
                  <w:r>
                    <w:rPr>
                      <w:lang w:val="ja-JP" w:bidi="ja-JP"/>
                    </w:rPr>
                    <w:t>11 月</w:t>
                  </w:r>
                </w:p>
                <w:tbl>
                  <w:tblPr>
                    <w:tblW w:w="5000" w:type="pct"/>
                    <w:tblLayout w:type="fixed"/>
                    <w:tblLook w:val="04A0" w:firstRow="1" w:lastRow="0" w:firstColumn="1" w:lastColumn="0" w:noHBand="0" w:noVBand="1"/>
                    <w:tblCaption w:val="カレンダー コンテンツ テーブル"/>
                  </w:tblPr>
                  <w:tblGrid>
                    <w:gridCol w:w="319"/>
                    <w:gridCol w:w="323"/>
                    <w:gridCol w:w="323"/>
                    <w:gridCol w:w="323"/>
                    <w:gridCol w:w="323"/>
                    <w:gridCol w:w="323"/>
                    <w:gridCol w:w="318"/>
                  </w:tblGrid>
                  <w:tr w:rsidR="00FE2FC0" w14:paraId="39CD9F68" w14:textId="77777777" w:rsidTr="006379C4">
                    <w:tc>
                      <w:tcPr>
                        <w:tcW w:w="708" w:type="pct"/>
                        <w:tcMar>
                          <w:left w:w="0" w:type="dxa"/>
                          <w:right w:w="0" w:type="dxa"/>
                        </w:tcMar>
                      </w:tcPr>
                      <w:p w14:paraId="6D9D1C93" w14:textId="77777777" w:rsidR="00FE2FC0" w:rsidRPr="00A70974" w:rsidRDefault="00FE2FC0">
                        <w:pPr>
                          <w:pStyle w:val="a6"/>
                          <w:rPr>
                            <w:color w:val="FF0000"/>
                          </w:rPr>
                        </w:pPr>
                        <w:r w:rsidRPr="00A70974">
                          <w:rPr>
                            <w:color w:val="FF0000"/>
                            <w:lang w:val="ja-JP" w:bidi="ja-JP"/>
                          </w:rPr>
                          <w:t>日</w:t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3F5E14A9" w14:textId="77777777" w:rsidR="00FE2FC0" w:rsidRDefault="00FE2FC0">
                        <w:pPr>
                          <w:pStyle w:val="a6"/>
                        </w:pPr>
                        <w:r>
                          <w:rPr>
                            <w:lang w:val="ja-JP" w:bidi="ja-JP"/>
                          </w:rPr>
                          <w:t>月</w:t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174B688B" w14:textId="77777777" w:rsidR="00FE2FC0" w:rsidRDefault="00FE2FC0">
                        <w:pPr>
                          <w:pStyle w:val="a6"/>
                        </w:pPr>
                        <w:r>
                          <w:rPr>
                            <w:lang w:val="ja-JP" w:bidi="ja-JP"/>
                          </w:rPr>
                          <w:t>火</w:t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42F66B78" w14:textId="77777777" w:rsidR="00FE2FC0" w:rsidRDefault="00FE2FC0">
                        <w:pPr>
                          <w:pStyle w:val="a6"/>
                        </w:pPr>
                        <w:r>
                          <w:rPr>
                            <w:lang w:val="ja-JP" w:bidi="ja-JP"/>
                          </w:rPr>
                          <w:t>水</w:t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0285C5AC" w14:textId="77777777" w:rsidR="00FE2FC0" w:rsidRDefault="00FE2FC0">
                        <w:pPr>
                          <w:pStyle w:val="a6"/>
                        </w:pPr>
                        <w:r>
                          <w:rPr>
                            <w:lang w:val="ja-JP" w:bidi="ja-JP"/>
                          </w:rPr>
                          <w:t>木</w:t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60FCFA40" w14:textId="77777777" w:rsidR="00FE2FC0" w:rsidRDefault="00FE2FC0">
                        <w:pPr>
                          <w:pStyle w:val="a6"/>
                        </w:pPr>
                        <w:r>
                          <w:rPr>
                            <w:lang w:val="ja-JP" w:bidi="ja-JP"/>
                          </w:rPr>
                          <w:t>金</w:t>
                        </w:r>
                      </w:p>
                    </w:tc>
                    <w:tc>
                      <w:tcPr>
                        <w:tcW w:w="707" w:type="pct"/>
                        <w:tcMar>
                          <w:left w:w="0" w:type="dxa"/>
                          <w:right w:w="0" w:type="dxa"/>
                        </w:tcMar>
                      </w:tcPr>
                      <w:p w14:paraId="64194DE1" w14:textId="77777777" w:rsidR="00FE2FC0" w:rsidRPr="00A70974" w:rsidRDefault="00FE2FC0">
                        <w:pPr>
                          <w:pStyle w:val="a6"/>
                          <w:rPr>
                            <w:color w:val="0070C0"/>
                          </w:rPr>
                        </w:pPr>
                        <w:r w:rsidRPr="00A70974">
                          <w:rPr>
                            <w:color w:val="0070C0"/>
                            <w:lang w:val="ja-JP" w:bidi="ja-JP"/>
                          </w:rPr>
                          <w:t>土</w:t>
                        </w:r>
                      </w:p>
                    </w:tc>
                  </w:tr>
                  <w:tr w:rsidR="00FE2FC0" w14:paraId="3CCD7E61" w14:textId="77777777" w:rsidTr="006379C4">
                    <w:tc>
                      <w:tcPr>
                        <w:tcW w:w="708" w:type="pct"/>
                        <w:tcMar>
                          <w:left w:w="0" w:type="dxa"/>
                          <w:right w:w="0" w:type="dxa"/>
                        </w:tcMar>
                      </w:tcPr>
                      <w:p w14:paraId="20693D7D" w14:textId="77777777" w:rsidR="00FE2FC0" w:rsidRPr="00A70974" w:rsidRDefault="00FE2FC0">
                        <w:pPr>
                          <w:pStyle w:val="13"/>
                          <w:rPr>
                            <w:color w:val="FF0000"/>
                          </w:rPr>
                        </w:pP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IF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DocVariable MonthStart11 \@ dddd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color w:val="FF0000"/>
                            <w:lang w:val="ja-JP" w:eastAsia="ja-JP" w:bidi="ja-JP"/>
                          </w:rPr>
                          <w:instrText>土曜日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 “日曜日" 1 ""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00689CAF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MonthStart11 \@ dddd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lang w:val="ja-JP" w:eastAsia="ja-JP" w:bidi="ja-JP"/>
                          </w:rPr>
                          <w:instrText>土曜日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 “月曜日" 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=A2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&lt;&gt; 0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=A2+1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8F5933">
                          <w:rPr>
                            <w:noProof/>
                            <w:lang w:val="ja-JP" w:eastAsia="ja-JP" w:bidi="ja-JP"/>
                          </w:rPr>
                          <w:instrText>2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484FA8DC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MonthStart11 \@ dddd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lang w:val="ja-JP" w:eastAsia="ja-JP" w:bidi="ja-JP"/>
                          </w:rPr>
                          <w:instrText>土曜日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 “火曜日" 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=B2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&lt;&gt; 0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=B2+1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8F5933">
                          <w:rPr>
                            <w:noProof/>
                            <w:lang w:val="ja-JP" w:eastAsia="ja-JP" w:bidi="ja-JP"/>
                          </w:rPr>
                          <w:instrText>2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330DDE1C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MonthStart11 \@ dddd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lang w:val="ja-JP" w:eastAsia="ja-JP" w:bidi="ja-JP"/>
                          </w:rPr>
                          <w:instrText>土曜日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 “水曜日" 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=C2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&lt;&gt; 0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=C2+1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8F5933">
                          <w:rPr>
                            <w:noProof/>
                            <w:lang w:val="ja-JP" w:eastAsia="ja-JP" w:bidi="ja-JP"/>
                          </w:rPr>
                          <w:instrText>3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360EA666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MonthStart11 \@ dddd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lang w:val="ja-JP" w:eastAsia="ja-JP" w:bidi="ja-JP"/>
                          </w:rPr>
                          <w:instrText>土曜日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= “木曜日" 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=D2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&lt;&gt; 0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=D2+1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8F5933">
                          <w:rPr>
                            <w:noProof/>
                            <w:lang w:val="ja-JP" w:eastAsia="ja-JP" w:bidi="ja-JP"/>
                          </w:rPr>
                          <w:instrText>4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6B1262CE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MonthStart11 \@ dddd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lang w:val="ja-JP" w:eastAsia="ja-JP" w:bidi="ja-JP"/>
                          </w:rPr>
                          <w:instrText>土曜日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 “金曜日" 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=E2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&lt;&gt; 0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=E2+1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8F5933">
                          <w:rPr>
                            <w:noProof/>
                            <w:lang w:val="ja-JP" w:eastAsia="ja-JP" w:bidi="ja-JP"/>
                          </w:rPr>
                          <w:instrText>5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07" w:type="pct"/>
                        <w:tcMar>
                          <w:left w:w="0" w:type="dxa"/>
                          <w:right w:w="0" w:type="dxa"/>
                        </w:tcMar>
                      </w:tcPr>
                      <w:p w14:paraId="3B656B2D" w14:textId="77777777" w:rsidR="00FE2FC0" w:rsidRPr="00A70974" w:rsidRDefault="00FE2FC0">
                        <w:pPr>
                          <w:pStyle w:val="13"/>
                          <w:rPr>
                            <w:color w:val="0070C0"/>
                          </w:rPr>
                        </w:pP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IF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DocVariable MonthStart11 \@ dddd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color w:val="0070C0"/>
                            <w:lang w:val="ja-JP" w:eastAsia="ja-JP" w:bidi="ja-JP"/>
                          </w:rPr>
                          <w:instrText>土曜日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= “土曜日" 1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IF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=F2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8F5933"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instrText>5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&lt;&gt; 0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=F2+1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8F5933"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instrText>6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""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instrText>6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B17876"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t>1</w: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</w:tr>
                  <w:tr w:rsidR="00FE2FC0" w14:paraId="6A596633" w14:textId="77777777" w:rsidTr="006379C4">
                    <w:tc>
                      <w:tcPr>
                        <w:tcW w:w="708" w:type="pct"/>
                        <w:tcMar>
                          <w:left w:w="0" w:type="dxa"/>
                          <w:right w:w="0" w:type="dxa"/>
                        </w:tcMar>
                      </w:tcPr>
                      <w:p w14:paraId="327631B2" w14:textId="77777777" w:rsidR="00FE2FC0" w:rsidRPr="00A70974" w:rsidRDefault="00FE2FC0">
                        <w:pPr>
                          <w:pStyle w:val="13"/>
                          <w:rPr>
                            <w:color w:val="FF0000"/>
                          </w:rPr>
                        </w:pP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=G2+1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t>2</w: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7B5D4710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=A3+1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3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447C2301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=B3+1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4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6957B04F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=C3+1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5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6413A375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=D3+1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6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6072BAC2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=E3+1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7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07" w:type="pct"/>
                        <w:tcMar>
                          <w:left w:w="0" w:type="dxa"/>
                          <w:right w:w="0" w:type="dxa"/>
                        </w:tcMar>
                      </w:tcPr>
                      <w:p w14:paraId="2C739CF6" w14:textId="77777777" w:rsidR="00FE2FC0" w:rsidRPr="00A70974" w:rsidRDefault="00FE2FC0">
                        <w:pPr>
                          <w:pStyle w:val="13"/>
                          <w:rPr>
                            <w:color w:val="0070C0"/>
                          </w:rPr>
                        </w:pP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=F3+1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t>8</w: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</w:tr>
                  <w:tr w:rsidR="00FE2FC0" w14:paraId="541078D7" w14:textId="77777777" w:rsidTr="006379C4">
                    <w:tc>
                      <w:tcPr>
                        <w:tcW w:w="708" w:type="pct"/>
                        <w:tcMar>
                          <w:left w:w="0" w:type="dxa"/>
                          <w:right w:w="0" w:type="dxa"/>
                        </w:tcMar>
                      </w:tcPr>
                      <w:p w14:paraId="02B2B4C2" w14:textId="77777777" w:rsidR="00FE2FC0" w:rsidRPr="00A70974" w:rsidRDefault="00FE2FC0">
                        <w:pPr>
                          <w:pStyle w:val="13"/>
                          <w:rPr>
                            <w:color w:val="FF0000"/>
                          </w:rPr>
                        </w:pP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=G3+1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t>9</w: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1CCD1E1E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=A4+1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10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04091BC1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=B4+1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11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6C7A5DBA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=C4+1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12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2D6AA5A1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=D4+1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13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6F60CB1B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=E4+1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14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07" w:type="pct"/>
                        <w:tcMar>
                          <w:left w:w="0" w:type="dxa"/>
                          <w:right w:w="0" w:type="dxa"/>
                        </w:tcMar>
                      </w:tcPr>
                      <w:p w14:paraId="6F5CBECC" w14:textId="77777777" w:rsidR="00FE2FC0" w:rsidRPr="00A70974" w:rsidRDefault="00FE2FC0">
                        <w:pPr>
                          <w:pStyle w:val="13"/>
                          <w:rPr>
                            <w:color w:val="0070C0"/>
                          </w:rPr>
                        </w:pP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=F4+1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t>15</w: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</w:tr>
                  <w:tr w:rsidR="00FE2FC0" w14:paraId="437A7850" w14:textId="77777777" w:rsidTr="006379C4">
                    <w:tc>
                      <w:tcPr>
                        <w:tcW w:w="708" w:type="pct"/>
                        <w:tcMar>
                          <w:left w:w="0" w:type="dxa"/>
                          <w:right w:w="0" w:type="dxa"/>
                        </w:tcMar>
                      </w:tcPr>
                      <w:p w14:paraId="16F8BD21" w14:textId="77777777" w:rsidR="00FE2FC0" w:rsidRPr="00A70974" w:rsidRDefault="00FE2FC0">
                        <w:pPr>
                          <w:pStyle w:val="13"/>
                          <w:rPr>
                            <w:color w:val="FF0000"/>
                          </w:rPr>
                        </w:pP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=G4+1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t>16</w: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5F7C597A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=A5+1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17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408189E4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=B5+1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18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4493D13C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=C5+1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19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75CEC9BA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=D5+1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20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191DEA18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=E5+1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21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07" w:type="pct"/>
                        <w:tcMar>
                          <w:left w:w="0" w:type="dxa"/>
                          <w:right w:w="0" w:type="dxa"/>
                        </w:tcMar>
                      </w:tcPr>
                      <w:p w14:paraId="2BAA6892" w14:textId="77777777" w:rsidR="00FE2FC0" w:rsidRPr="00A70974" w:rsidRDefault="00FE2FC0">
                        <w:pPr>
                          <w:pStyle w:val="13"/>
                          <w:rPr>
                            <w:color w:val="0070C0"/>
                          </w:rPr>
                        </w:pP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=F5+1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t>22</w: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</w:tr>
                  <w:tr w:rsidR="00FE2FC0" w14:paraId="172BFAD8" w14:textId="77777777" w:rsidTr="006379C4">
                    <w:tc>
                      <w:tcPr>
                        <w:tcW w:w="708" w:type="pct"/>
                        <w:tcMar>
                          <w:left w:w="0" w:type="dxa"/>
                          <w:right w:w="0" w:type="dxa"/>
                        </w:tcMar>
                      </w:tcPr>
                      <w:p w14:paraId="4C6675A5" w14:textId="77777777" w:rsidR="00FE2FC0" w:rsidRPr="00A70974" w:rsidRDefault="00FE2FC0">
                        <w:pPr>
                          <w:pStyle w:val="13"/>
                          <w:rPr>
                            <w:color w:val="FF0000"/>
                          </w:rPr>
                        </w:pP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IF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=G5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instrText>22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 0,""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IF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=G5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instrText>22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 &lt;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DocVariable MonthEnd11 \@ d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color w:val="FF0000"/>
                            <w:lang w:val="ja-JP" w:eastAsia="ja-JP" w:bidi="ja-JP"/>
                          </w:rPr>
                          <w:instrText>30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=G5+1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instrText>23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""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B17876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instrText>23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B17876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t>23</w: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11BC19F4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=A6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23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 0,""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=A6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23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&lt;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MonthEnd11 \@ 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lang w:val="ja-JP" w:eastAsia="ja-JP" w:bidi="ja-JP"/>
                          </w:rPr>
                          <w:instrText>30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=A6+1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24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instrText>24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t>24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783C6567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=B6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24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 0,""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=B6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24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&lt;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MonthEnd11 \@ 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lang w:val="ja-JP" w:eastAsia="ja-JP" w:bidi="ja-JP"/>
                          </w:rPr>
                          <w:instrText>30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=B6+1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25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instrText>25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t>25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400B105C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=C6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25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 0,""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=C6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25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&lt;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MonthEnd11 \@ 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lang w:val="ja-JP" w:eastAsia="ja-JP" w:bidi="ja-JP"/>
                          </w:rPr>
                          <w:instrText>30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=C6+1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26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instrText>26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t>26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037F81A7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=D6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26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 0,""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=D6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26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&lt;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MonthEnd11 \@ 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lang w:val="ja-JP" w:eastAsia="ja-JP" w:bidi="ja-JP"/>
                          </w:rPr>
                          <w:instrText>30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=D6+1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27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instrText>27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t>27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4D9D8A2E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=E6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27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 0,""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=E6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27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&lt;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MonthEnd11 \@ 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lang w:val="ja-JP" w:eastAsia="ja-JP" w:bidi="ja-JP"/>
                          </w:rPr>
                          <w:instrText>30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=E6+1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28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instrText>28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t>28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07" w:type="pct"/>
                        <w:tcMar>
                          <w:left w:w="0" w:type="dxa"/>
                          <w:right w:w="0" w:type="dxa"/>
                        </w:tcMar>
                      </w:tcPr>
                      <w:p w14:paraId="2FCAEE7D" w14:textId="77777777" w:rsidR="00FE2FC0" w:rsidRPr="00A70974" w:rsidRDefault="00FE2FC0">
                        <w:pPr>
                          <w:pStyle w:val="13"/>
                          <w:rPr>
                            <w:color w:val="0070C0"/>
                          </w:rPr>
                        </w:pP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IF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=F6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instrText>28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= 0,""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IF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=F6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instrText>28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 &lt;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DocVariable MonthEnd11 \@ d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color w:val="0070C0"/>
                            <w:lang w:val="ja-JP" w:eastAsia="ja-JP" w:bidi="ja-JP"/>
                          </w:rPr>
                          <w:instrText>30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=F6+1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instrText>29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""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B17876"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instrText>29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B17876"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t>29</w: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</w:tr>
                  <w:tr w:rsidR="00FE2FC0" w14:paraId="7C0341F2" w14:textId="77777777" w:rsidTr="006379C4">
                    <w:tc>
                      <w:tcPr>
                        <w:tcW w:w="708" w:type="pct"/>
                        <w:tcMar>
                          <w:left w:w="0" w:type="dxa"/>
                          <w:right w:w="0" w:type="dxa"/>
                        </w:tcMar>
                      </w:tcPr>
                      <w:p w14:paraId="0D42E43F" w14:textId="77777777" w:rsidR="00FE2FC0" w:rsidRPr="00A70974" w:rsidRDefault="00FE2FC0">
                        <w:pPr>
                          <w:pStyle w:val="13"/>
                          <w:rPr>
                            <w:color w:val="FF0000"/>
                          </w:rPr>
                        </w:pP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IF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=G6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instrText>29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 0,""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IF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=G6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instrText>29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 &lt;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DocVariable MonthEnd11 \@ d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color w:val="FF0000"/>
                            <w:lang w:val="ja-JP" w:eastAsia="ja-JP" w:bidi="ja-JP"/>
                          </w:rPr>
                          <w:instrText>30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=G6+1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instrText>30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""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B17876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instrText>30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B17876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t>30</w: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5A3B0C11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=A7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30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 0,""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=A7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30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&lt;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MonthEnd11 \@ 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lang w:val="ja-JP" w:eastAsia="ja-JP" w:bidi="ja-JP"/>
                          </w:rPr>
                          <w:instrText>30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=A7+1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>
                          <w:rPr>
                            <w:noProof/>
                            <w:lang w:val="ja-JP" w:eastAsia="ja-JP" w:bidi="ja-JP"/>
                          </w:rPr>
                          <w:instrText>30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264AD772" w14:textId="77777777" w:rsidR="00FE2FC0" w:rsidRDefault="00FE2FC0">
                        <w:pPr>
                          <w:pStyle w:val="13"/>
                        </w:pP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20380024" w14:textId="77777777" w:rsidR="00FE2FC0" w:rsidRDefault="00FE2FC0">
                        <w:pPr>
                          <w:pStyle w:val="13"/>
                        </w:pP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1F6A22BF" w14:textId="77777777" w:rsidR="00FE2FC0" w:rsidRDefault="00FE2FC0">
                        <w:pPr>
                          <w:pStyle w:val="13"/>
                        </w:pP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45C3BFAB" w14:textId="77777777" w:rsidR="00FE2FC0" w:rsidRDefault="00FE2FC0">
                        <w:pPr>
                          <w:pStyle w:val="13"/>
                        </w:pPr>
                      </w:p>
                    </w:tc>
                    <w:tc>
                      <w:tcPr>
                        <w:tcW w:w="707" w:type="pct"/>
                        <w:tcMar>
                          <w:left w:w="0" w:type="dxa"/>
                          <w:right w:w="0" w:type="dxa"/>
                        </w:tcMar>
                      </w:tcPr>
                      <w:p w14:paraId="019CEB80" w14:textId="77777777" w:rsidR="00FE2FC0" w:rsidRPr="00A70974" w:rsidRDefault="00FE2FC0">
                        <w:pPr>
                          <w:pStyle w:val="13"/>
                          <w:rPr>
                            <w:color w:val="0070C0"/>
                          </w:rPr>
                        </w:pPr>
                      </w:p>
                    </w:tc>
                  </w:tr>
                </w:tbl>
                <w:p w14:paraId="2405E6D0" w14:textId="77777777" w:rsidR="00FE2FC0" w:rsidRDefault="00FE2FC0">
                  <w:pPr>
                    <w:spacing w:after="40"/>
                  </w:pPr>
                </w:p>
              </w:tc>
            </w:tr>
            <w:tr w:rsidR="00FE2FC0" w14:paraId="4A1B94F7" w14:textId="77777777">
              <w:trPr>
                <w:trHeight w:hRule="exact" w:val="144"/>
              </w:trPr>
              <w:tc>
                <w:tcPr>
                  <w:tcW w:w="2469" w:type="dxa"/>
                </w:tcPr>
                <w:p w14:paraId="3FAC6F13" w14:textId="77777777" w:rsidR="00FE2FC0" w:rsidRDefault="00FE2FC0">
                  <w:pPr>
                    <w:spacing w:after="40"/>
                  </w:pPr>
                </w:p>
              </w:tc>
              <w:tc>
                <w:tcPr>
                  <w:tcW w:w="583" w:type="dxa"/>
                </w:tcPr>
                <w:p w14:paraId="552DFDA6" w14:textId="77777777" w:rsidR="00FE2FC0" w:rsidRDefault="00FE2FC0">
                  <w:pPr>
                    <w:spacing w:after="40"/>
                  </w:pPr>
                </w:p>
              </w:tc>
              <w:tc>
                <w:tcPr>
                  <w:tcW w:w="2468" w:type="dxa"/>
                </w:tcPr>
                <w:p w14:paraId="6068A9A9" w14:textId="77777777" w:rsidR="00FE2FC0" w:rsidRDefault="00FE2FC0">
                  <w:pPr>
                    <w:spacing w:after="40"/>
                  </w:pPr>
                </w:p>
              </w:tc>
              <w:tc>
                <w:tcPr>
                  <w:tcW w:w="583" w:type="dxa"/>
                </w:tcPr>
                <w:p w14:paraId="2A41A8DD" w14:textId="77777777" w:rsidR="00FE2FC0" w:rsidRDefault="00FE2FC0">
                  <w:pPr>
                    <w:spacing w:after="40"/>
                  </w:pPr>
                </w:p>
              </w:tc>
              <w:tc>
                <w:tcPr>
                  <w:tcW w:w="2468" w:type="dxa"/>
                </w:tcPr>
                <w:p w14:paraId="33F7F26A" w14:textId="77777777" w:rsidR="00FE2FC0" w:rsidRDefault="00FE2FC0">
                  <w:pPr>
                    <w:spacing w:after="40"/>
                  </w:pPr>
                </w:p>
              </w:tc>
            </w:tr>
            <w:tr w:rsidR="00FE2FC0" w14:paraId="24AFC65E" w14:textId="77777777">
              <w:tc>
                <w:tcPr>
                  <w:tcW w:w="2469" w:type="dxa"/>
                </w:tcPr>
                <w:p w14:paraId="1F2E9403" w14:textId="77777777" w:rsidR="00FE2FC0" w:rsidRDefault="00FE2FC0">
                  <w:pPr>
                    <w:pStyle w:val="ab"/>
                  </w:pPr>
                  <w:r>
                    <w:rPr>
                      <w:lang w:val="ja-JP" w:bidi="ja-JP"/>
                    </w:rPr>
                    <w:t>4 月</w:t>
                  </w:r>
                </w:p>
                <w:tbl>
                  <w:tblPr>
                    <w:tblW w:w="5000" w:type="pct"/>
                    <w:tblLayout w:type="fixed"/>
                    <w:tblLook w:val="04A0" w:firstRow="1" w:lastRow="0" w:firstColumn="1" w:lastColumn="0" w:noHBand="0" w:noVBand="1"/>
                    <w:tblCaption w:val="カレンダー コンテンツ テーブル"/>
                  </w:tblPr>
                  <w:tblGrid>
                    <w:gridCol w:w="319"/>
                    <w:gridCol w:w="323"/>
                    <w:gridCol w:w="323"/>
                    <w:gridCol w:w="323"/>
                    <w:gridCol w:w="323"/>
                    <w:gridCol w:w="323"/>
                    <w:gridCol w:w="319"/>
                  </w:tblGrid>
                  <w:tr w:rsidR="00FE2FC0" w14:paraId="02C517D7" w14:textId="77777777" w:rsidTr="006379C4">
                    <w:tc>
                      <w:tcPr>
                        <w:tcW w:w="708" w:type="pct"/>
                        <w:tcMar>
                          <w:left w:w="0" w:type="dxa"/>
                          <w:right w:w="0" w:type="dxa"/>
                        </w:tcMar>
                      </w:tcPr>
                      <w:p w14:paraId="58F0E71E" w14:textId="77777777" w:rsidR="00FE2FC0" w:rsidRPr="00A70974" w:rsidRDefault="00FE2FC0">
                        <w:pPr>
                          <w:pStyle w:val="a6"/>
                          <w:rPr>
                            <w:color w:val="FF0000"/>
                          </w:rPr>
                        </w:pPr>
                        <w:r w:rsidRPr="00A70974">
                          <w:rPr>
                            <w:color w:val="FF0000"/>
                            <w:lang w:val="ja-JP" w:bidi="ja-JP"/>
                          </w:rPr>
                          <w:t>日</w:t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2CDF544C" w14:textId="77777777" w:rsidR="00FE2FC0" w:rsidRDefault="00FE2FC0">
                        <w:pPr>
                          <w:pStyle w:val="a6"/>
                        </w:pPr>
                        <w:r>
                          <w:rPr>
                            <w:lang w:val="ja-JP" w:bidi="ja-JP"/>
                          </w:rPr>
                          <w:t>月</w:t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0EB1BEC1" w14:textId="77777777" w:rsidR="00FE2FC0" w:rsidRDefault="00FE2FC0">
                        <w:pPr>
                          <w:pStyle w:val="a6"/>
                        </w:pPr>
                        <w:r>
                          <w:rPr>
                            <w:lang w:val="ja-JP" w:bidi="ja-JP"/>
                          </w:rPr>
                          <w:t>火</w:t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53EFAF1B" w14:textId="77777777" w:rsidR="00FE2FC0" w:rsidRDefault="00FE2FC0">
                        <w:pPr>
                          <w:pStyle w:val="a6"/>
                        </w:pPr>
                        <w:r>
                          <w:rPr>
                            <w:lang w:val="ja-JP" w:bidi="ja-JP"/>
                          </w:rPr>
                          <w:t>水</w:t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2D1D731B" w14:textId="77777777" w:rsidR="00FE2FC0" w:rsidRDefault="00FE2FC0">
                        <w:pPr>
                          <w:pStyle w:val="a6"/>
                        </w:pPr>
                        <w:r>
                          <w:rPr>
                            <w:lang w:val="ja-JP" w:bidi="ja-JP"/>
                          </w:rPr>
                          <w:t>木</w:t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5DD5938C" w14:textId="77777777" w:rsidR="00FE2FC0" w:rsidRDefault="00FE2FC0">
                        <w:pPr>
                          <w:pStyle w:val="a6"/>
                        </w:pPr>
                        <w:r>
                          <w:rPr>
                            <w:lang w:val="ja-JP" w:bidi="ja-JP"/>
                          </w:rPr>
                          <w:t>金</w:t>
                        </w:r>
                      </w:p>
                    </w:tc>
                    <w:tc>
                      <w:tcPr>
                        <w:tcW w:w="707" w:type="pct"/>
                        <w:tcMar>
                          <w:left w:w="0" w:type="dxa"/>
                          <w:right w:w="0" w:type="dxa"/>
                        </w:tcMar>
                      </w:tcPr>
                      <w:p w14:paraId="658A394C" w14:textId="77777777" w:rsidR="00FE2FC0" w:rsidRPr="00A70974" w:rsidRDefault="00FE2FC0">
                        <w:pPr>
                          <w:pStyle w:val="a6"/>
                          <w:rPr>
                            <w:color w:val="0070C0"/>
                          </w:rPr>
                        </w:pPr>
                        <w:r w:rsidRPr="00A70974">
                          <w:rPr>
                            <w:color w:val="0070C0"/>
                            <w:lang w:val="ja-JP" w:bidi="ja-JP"/>
                          </w:rPr>
                          <w:t>土</w:t>
                        </w:r>
                      </w:p>
                    </w:tc>
                  </w:tr>
                  <w:tr w:rsidR="00FE2FC0" w14:paraId="6C6B1EE1" w14:textId="77777777" w:rsidTr="006379C4">
                    <w:tc>
                      <w:tcPr>
                        <w:tcW w:w="708" w:type="pct"/>
                        <w:tcMar>
                          <w:left w:w="0" w:type="dxa"/>
                          <w:right w:w="0" w:type="dxa"/>
                        </w:tcMar>
                      </w:tcPr>
                      <w:p w14:paraId="5E3056EA" w14:textId="77777777" w:rsidR="00FE2FC0" w:rsidRPr="00A70974" w:rsidRDefault="00FE2FC0">
                        <w:pPr>
                          <w:pStyle w:val="13"/>
                          <w:rPr>
                            <w:color w:val="FF0000"/>
                          </w:rPr>
                        </w:pP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IF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DocVariable MonthStart4 \@ dddd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color w:val="FF0000"/>
                            <w:lang w:val="ja-JP" w:eastAsia="ja-JP" w:bidi="ja-JP"/>
                          </w:rPr>
                          <w:instrText>火曜日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 “日曜日" 1 ""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7F83379B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MonthStart4 \@ dddd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lang w:val="ja-JP" w:eastAsia="ja-JP" w:bidi="ja-JP"/>
                          </w:rPr>
                          <w:instrText>火曜日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 “月曜日" 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=A2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&lt;&gt; 0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=A2+1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>
                          <w:rPr>
                            <w:noProof/>
                            <w:lang w:val="ja-JP" w:eastAsia="ja-JP" w:bidi="ja-JP"/>
                          </w:rPr>
                          <w:instrText>2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67F93C07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MonthStart4 \@ dddd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lang w:val="ja-JP" w:eastAsia="ja-JP" w:bidi="ja-JP"/>
                          </w:rPr>
                          <w:instrText>火曜日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 “火曜日" 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=B2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8F5933">
                          <w:rPr>
                            <w:noProof/>
                            <w:lang w:val="ja-JP" w:eastAsia="ja-JP" w:bidi="ja-JP"/>
                          </w:rPr>
                          <w:instrText>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&lt;&gt; 0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=B2+1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>
                          <w:rPr>
                            <w:noProof/>
                            <w:lang w:val="ja-JP" w:eastAsia="ja-JP" w:bidi="ja-JP"/>
                          </w:rPr>
                          <w:instrText>3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t>1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5F80C929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MonthStart4 \@ dddd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lang w:val="ja-JP" w:eastAsia="ja-JP" w:bidi="ja-JP"/>
                          </w:rPr>
                          <w:instrText>火曜日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 “水曜日" 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=C2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1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&lt;&gt; 0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=C2+1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instrText>2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t>2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6AB203F5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MonthStart4 \@ dddd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lang w:val="ja-JP" w:eastAsia="ja-JP" w:bidi="ja-JP"/>
                          </w:rPr>
                          <w:instrText>火曜日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= “木曜日" 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=D2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&lt;&gt; 0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=D2+1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3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instrText>3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t>3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4A4EB495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MonthStart4 \@ dddd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lang w:val="ja-JP" w:eastAsia="ja-JP" w:bidi="ja-JP"/>
                          </w:rPr>
                          <w:instrText>火曜日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 “金曜日" 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=E2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3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&lt;&gt; 0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=E2+1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4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instrText>4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t>4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07" w:type="pct"/>
                        <w:tcMar>
                          <w:left w:w="0" w:type="dxa"/>
                          <w:right w:w="0" w:type="dxa"/>
                        </w:tcMar>
                      </w:tcPr>
                      <w:p w14:paraId="48728528" w14:textId="77777777" w:rsidR="00FE2FC0" w:rsidRPr="00A70974" w:rsidRDefault="00FE2FC0">
                        <w:pPr>
                          <w:pStyle w:val="13"/>
                          <w:rPr>
                            <w:color w:val="0070C0"/>
                          </w:rPr>
                        </w:pP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IF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DocVariable MonthStart4 \@ dddd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color w:val="0070C0"/>
                            <w:lang w:val="ja-JP" w:eastAsia="ja-JP" w:bidi="ja-JP"/>
                          </w:rPr>
                          <w:instrText>火曜日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= “土曜日" 1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IF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=F2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instrText>4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&lt;&gt; 0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=F2+1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instrText>5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""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B17876"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instrText>5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B17876"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t>5</w: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</w:tr>
                  <w:tr w:rsidR="00FE2FC0" w14:paraId="1F48C4BA" w14:textId="77777777" w:rsidTr="006379C4">
                    <w:tc>
                      <w:tcPr>
                        <w:tcW w:w="708" w:type="pct"/>
                        <w:tcMar>
                          <w:left w:w="0" w:type="dxa"/>
                          <w:right w:w="0" w:type="dxa"/>
                        </w:tcMar>
                      </w:tcPr>
                      <w:p w14:paraId="648C854A" w14:textId="77777777" w:rsidR="00FE2FC0" w:rsidRPr="00A70974" w:rsidRDefault="00FE2FC0">
                        <w:pPr>
                          <w:pStyle w:val="13"/>
                          <w:rPr>
                            <w:color w:val="FF0000"/>
                          </w:rPr>
                        </w:pP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=G2+1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t>6</w: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7DE242EB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=A3+1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7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6C2E25CF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=B3+1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8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416D5A87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=C3+1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9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1B36CF47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=D3+1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10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20BA8F4B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=E3+1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11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07" w:type="pct"/>
                        <w:tcMar>
                          <w:left w:w="0" w:type="dxa"/>
                          <w:right w:w="0" w:type="dxa"/>
                        </w:tcMar>
                      </w:tcPr>
                      <w:p w14:paraId="3017E213" w14:textId="77777777" w:rsidR="00FE2FC0" w:rsidRPr="00A70974" w:rsidRDefault="00FE2FC0">
                        <w:pPr>
                          <w:pStyle w:val="13"/>
                          <w:rPr>
                            <w:color w:val="0070C0"/>
                          </w:rPr>
                        </w:pP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=F3+1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t>12</w: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</w:tr>
                  <w:tr w:rsidR="00FE2FC0" w14:paraId="7717154F" w14:textId="77777777" w:rsidTr="006379C4">
                    <w:tc>
                      <w:tcPr>
                        <w:tcW w:w="708" w:type="pct"/>
                        <w:tcMar>
                          <w:left w:w="0" w:type="dxa"/>
                          <w:right w:w="0" w:type="dxa"/>
                        </w:tcMar>
                      </w:tcPr>
                      <w:p w14:paraId="45AFD488" w14:textId="77777777" w:rsidR="00FE2FC0" w:rsidRPr="00A70974" w:rsidRDefault="00FE2FC0">
                        <w:pPr>
                          <w:pStyle w:val="13"/>
                          <w:rPr>
                            <w:color w:val="FF0000"/>
                          </w:rPr>
                        </w:pP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=G3+1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t>13</w: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057951C2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=A4+1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14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1A42259E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=B4+1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15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76A9E354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=C4+1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16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6E8311E9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=D4+1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17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35531659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=E4+1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18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07" w:type="pct"/>
                        <w:tcMar>
                          <w:left w:w="0" w:type="dxa"/>
                          <w:right w:w="0" w:type="dxa"/>
                        </w:tcMar>
                      </w:tcPr>
                      <w:p w14:paraId="4F8D342A" w14:textId="77777777" w:rsidR="00FE2FC0" w:rsidRPr="00A70974" w:rsidRDefault="00FE2FC0">
                        <w:pPr>
                          <w:pStyle w:val="13"/>
                          <w:rPr>
                            <w:color w:val="0070C0"/>
                          </w:rPr>
                        </w:pP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=F4+1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t>19</w: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</w:tr>
                  <w:tr w:rsidR="00FE2FC0" w14:paraId="756CF68C" w14:textId="77777777" w:rsidTr="006379C4">
                    <w:tc>
                      <w:tcPr>
                        <w:tcW w:w="708" w:type="pct"/>
                        <w:tcMar>
                          <w:left w:w="0" w:type="dxa"/>
                          <w:right w:w="0" w:type="dxa"/>
                        </w:tcMar>
                      </w:tcPr>
                      <w:p w14:paraId="4B9960AC" w14:textId="77777777" w:rsidR="00FE2FC0" w:rsidRPr="00A70974" w:rsidRDefault="00FE2FC0">
                        <w:pPr>
                          <w:pStyle w:val="13"/>
                          <w:rPr>
                            <w:color w:val="FF0000"/>
                          </w:rPr>
                        </w:pP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=G4+1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t>20</w: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561E92C1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=A5+1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21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6DF0E202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=B5+1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22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4D1B5625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=C5+1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23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2CC4A72E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=D5+1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24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0F4E4C1B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=E5+1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25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07" w:type="pct"/>
                        <w:tcMar>
                          <w:left w:w="0" w:type="dxa"/>
                          <w:right w:w="0" w:type="dxa"/>
                        </w:tcMar>
                      </w:tcPr>
                      <w:p w14:paraId="49CA6AB8" w14:textId="77777777" w:rsidR="00FE2FC0" w:rsidRPr="00A70974" w:rsidRDefault="00FE2FC0">
                        <w:pPr>
                          <w:pStyle w:val="13"/>
                          <w:rPr>
                            <w:color w:val="0070C0"/>
                          </w:rPr>
                        </w:pP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=F5+1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t>26</w: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</w:tr>
                  <w:tr w:rsidR="00FE2FC0" w14:paraId="1E5CCC51" w14:textId="77777777" w:rsidTr="006379C4">
                    <w:tc>
                      <w:tcPr>
                        <w:tcW w:w="708" w:type="pct"/>
                        <w:tcMar>
                          <w:left w:w="0" w:type="dxa"/>
                          <w:right w:w="0" w:type="dxa"/>
                        </w:tcMar>
                      </w:tcPr>
                      <w:p w14:paraId="703B53AA" w14:textId="77777777" w:rsidR="00FE2FC0" w:rsidRPr="00A70974" w:rsidRDefault="00FE2FC0">
                        <w:pPr>
                          <w:pStyle w:val="13"/>
                          <w:rPr>
                            <w:color w:val="FF0000"/>
                          </w:rPr>
                        </w:pP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IF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=G5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instrText>26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 0,""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IF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=G5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instrText>26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 &lt;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DocVariable MonthEnd4 \@ d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color w:val="FF0000"/>
                            <w:lang w:val="ja-JP" w:eastAsia="ja-JP" w:bidi="ja-JP"/>
                          </w:rPr>
                          <w:instrText>30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=G5+1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instrText>27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""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B17876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instrText>27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B17876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t>27</w: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2F0595DF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=A6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27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 0,""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=A6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27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&lt;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MonthEnd4 \@ 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lang w:val="ja-JP" w:eastAsia="ja-JP" w:bidi="ja-JP"/>
                          </w:rPr>
                          <w:instrText>30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=A6+1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28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instrText>28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t>28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04536242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=B6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28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 0,""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=B6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28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&lt;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MonthEnd4 \@ 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lang w:val="ja-JP" w:eastAsia="ja-JP" w:bidi="ja-JP"/>
                          </w:rPr>
                          <w:instrText>30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=B6+1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29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instrText>29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t>29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0DED3414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=C6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29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 0,""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=C6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29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&lt;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MonthEnd4 \@ 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lang w:val="ja-JP" w:eastAsia="ja-JP" w:bidi="ja-JP"/>
                          </w:rPr>
                          <w:instrText>30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=C6+1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30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instrText>30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t>30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5FF39C49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=D6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30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 0,""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=D6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30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&lt;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MonthEnd4 \@ 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lang w:val="ja-JP" w:eastAsia="ja-JP" w:bidi="ja-JP"/>
                          </w:rPr>
                          <w:instrText>30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=D6+1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8F5933">
                          <w:rPr>
                            <w:noProof/>
                            <w:lang w:val="ja-JP" w:eastAsia="ja-JP" w:bidi="ja-JP"/>
                          </w:rPr>
                          <w:instrText>29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1FBF7F21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=E6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 0,""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=E6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8F5933">
                          <w:rPr>
                            <w:noProof/>
                            <w:lang w:val="ja-JP" w:eastAsia="ja-JP" w:bidi="ja-JP"/>
                          </w:rPr>
                          <w:instrText>29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&lt;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MonthEnd4 \@ 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lang w:val="ja-JP" w:eastAsia="ja-JP" w:bidi="ja-JP"/>
                          </w:rPr>
                          <w:instrText>30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=E6+1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8F5933">
                          <w:rPr>
                            <w:noProof/>
                            <w:lang w:val="ja-JP" w:eastAsia="ja-JP" w:bidi="ja-JP"/>
                          </w:rPr>
                          <w:instrText>30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30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07" w:type="pct"/>
                        <w:tcMar>
                          <w:left w:w="0" w:type="dxa"/>
                          <w:right w:w="0" w:type="dxa"/>
                        </w:tcMar>
                      </w:tcPr>
                      <w:p w14:paraId="107CC9F7" w14:textId="77777777" w:rsidR="00FE2FC0" w:rsidRPr="00A70974" w:rsidRDefault="00FE2FC0">
                        <w:pPr>
                          <w:pStyle w:val="13"/>
                          <w:rPr>
                            <w:color w:val="0070C0"/>
                          </w:rPr>
                        </w:pP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IF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=F6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instrText>0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= 0,""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IF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=F6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8F5933"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instrText>30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 &lt;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DocVariable MonthEnd4 \@ d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color w:val="0070C0"/>
                            <w:lang w:val="ja-JP" w:eastAsia="ja-JP" w:bidi="ja-JP"/>
                          </w:rPr>
                          <w:instrText>30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=F6+1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instrText>28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""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</w:tr>
                  <w:tr w:rsidR="00FE2FC0" w14:paraId="149BD84B" w14:textId="77777777" w:rsidTr="006379C4">
                    <w:tc>
                      <w:tcPr>
                        <w:tcW w:w="708" w:type="pct"/>
                        <w:tcMar>
                          <w:left w:w="0" w:type="dxa"/>
                          <w:right w:w="0" w:type="dxa"/>
                        </w:tcMar>
                      </w:tcPr>
                      <w:p w14:paraId="6917131E" w14:textId="77777777" w:rsidR="00FE2FC0" w:rsidRPr="00A70974" w:rsidRDefault="00FE2FC0">
                        <w:pPr>
                          <w:pStyle w:val="13"/>
                          <w:rPr>
                            <w:color w:val="FF0000"/>
                          </w:rPr>
                        </w:pP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IF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=G6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instrText>0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 0,""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IF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=G6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instrText>28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 &lt;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DocVariable MonthEnd4 \@ d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>30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=G6+1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instrText>29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""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instrText>29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354561FB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=A7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 0,""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=A7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>
                          <w:rPr>
                            <w:noProof/>
                            <w:lang w:val="ja-JP" w:eastAsia="ja-JP" w:bidi="ja-JP"/>
                          </w:rPr>
                          <w:instrText>29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&lt;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MonthEnd4 \@ 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>
                          <w:rPr>
                            <w:lang w:val="ja-JP" w:eastAsia="ja-JP" w:bidi="ja-JP"/>
                          </w:rPr>
                          <w:instrText>30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=A7+1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>
                          <w:rPr>
                            <w:noProof/>
                            <w:lang w:val="ja-JP" w:eastAsia="ja-JP" w:bidi="ja-JP"/>
                          </w:rPr>
                          <w:instrText>30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>
                          <w:rPr>
                            <w:noProof/>
                            <w:lang w:val="ja-JP" w:eastAsia="ja-JP" w:bidi="ja-JP"/>
                          </w:rPr>
                          <w:instrText>30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41CCAC3B" w14:textId="77777777" w:rsidR="00FE2FC0" w:rsidRDefault="00FE2FC0">
                        <w:pPr>
                          <w:pStyle w:val="13"/>
                        </w:pP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63F8294D" w14:textId="77777777" w:rsidR="00FE2FC0" w:rsidRDefault="00FE2FC0">
                        <w:pPr>
                          <w:pStyle w:val="13"/>
                        </w:pP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42554EF5" w14:textId="77777777" w:rsidR="00FE2FC0" w:rsidRDefault="00FE2FC0">
                        <w:pPr>
                          <w:pStyle w:val="13"/>
                        </w:pP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5DC2DAA1" w14:textId="77777777" w:rsidR="00FE2FC0" w:rsidRDefault="00FE2FC0">
                        <w:pPr>
                          <w:pStyle w:val="13"/>
                        </w:pPr>
                      </w:p>
                    </w:tc>
                    <w:tc>
                      <w:tcPr>
                        <w:tcW w:w="707" w:type="pct"/>
                        <w:tcMar>
                          <w:left w:w="0" w:type="dxa"/>
                          <w:right w:w="0" w:type="dxa"/>
                        </w:tcMar>
                      </w:tcPr>
                      <w:p w14:paraId="174A3339" w14:textId="77777777" w:rsidR="00FE2FC0" w:rsidRPr="00A70974" w:rsidRDefault="00FE2FC0">
                        <w:pPr>
                          <w:pStyle w:val="13"/>
                          <w:rPr>
                            <w:color w:val="0070C0"/>
                          </w:rPr>
                        </w:pPr>
                      </w:p>
                    </w:tc>
                  </w:tr>
                </w:tbl>
                <w:p w14:paraId="39C56CC5" w14:textId="77777777" w:rsidR="00FE2FC0" w:rsidRDefault="00FE2FC0">
                  <w:pPr>
                    <w:spacing w:after="40"/>
                  </w:pPr>
                </w:p>
              </w:tc>
              <w:tc>
                <w:tcPr>
                  <w:tcW w:w="583" w:type="dxa"/>
                </w:tcPr>
                <w:p w14:paraId="65EA8BE5" w14:textId="77777777" w:rsidR="00FE2FC0" w:rsidRDefault="00FE2FC0">
                  <w:pPr>
                    <w:spacing w:after="40"/>
                  </w:pPr>
                </w:p>
              </w:tc>
              <w:tc>
                <w:tcPr>
                  <w:tcW w:w="2468" w:type="dxa"/>
                </w:tcPr>
                <w:p w14:paraId="7205B139" w14:textId="77777777" w:rsidR="00FE2FC0" w:rsidRDefault="00FE2FC0">
                  <w:pPr>
                    <w:pStyle w:val="ab"/>
                  </w:pPr>
                  <w:r>
                    <w:rPr>
                      <w:lang w:val="ja-JP" w:bidi="ja-JP"/>
                    </w:rPr>
                    <w:t>8 月</w:t>
                  </w:r>
                </w:p>
                <w:tbl>
                  <w:tblPr>
                    <w:tblW w:w="5000" w:type="pct"/>
                    <w:tblLayout w:type="fixed"/>
                    <w:tblLook w:val="04A0" w:firstRow="1" w:lastRow="0" w:firstColumn="1" w:lastColumn="0" w:noHBand="0" w:noVBand="1"/>
                    <w:tblCaption w:val="カレンダー コンテンツ テーブル"/>
                  </w:tblPr>
                  <w:tblGrid>
                    <w:gridCol w:w="319"/>
                    <w:gridCol w:w="323"/>
                    <w:gridCol w:w="323"/>
                    <w:gridCol w:w="323"/>
                    <w:gridCol w:w="323"/>
                    <w:gridCol w:w="323"/>
                    <w:gridCol w:w="318"/>
                  </w:tblGrid>
                  <w:tr w:rsidR="00FE2FC0" w14:paraId="18D9205C" w14:textId="77777777" w:rsidTr="006379C4">
                    <w:tc>
                      <w:tcPr>
                        <w:tcW w:w="708" w:type="pct"/>
                        <w:tcMar>
                          <w:left w:w="0" w:type="dxa"/>
                          <w:right w:w="0" w:type="dxa"/>
                        </w:tcMar>
                      </w:tcPr>
                      <w:p w14:paraId="5F6CBA29" w14:textId="77777777" w:rsidR="00FE2FC0" w:rsidRPr="00A70974" w:rsidRDefault="00FE2FC0">
                        <w:pPr>
                          <w:pStyle w:val="a6"/>
                          <w:rPr>
                            <w:color w:val="FF0000"/>
                          </w:rPr>
                        </w:pPr>
                        <w:r w:rsidRPr="00A70974">
                          <w:rPr>
                            <w:color w:val="FF0000"/>
                            <w:lang w:val="ja-JP" w:bidi="ja-JP"/>
                          </w:rPr>
                          <w:t>日</w:t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692EAACE" w14:textId="77777777" w:rsidR="00FE2FC0" w:rsidRDefault="00FE2FC0">
                        <w:pPr>
                          <w:pStyle w:val="a6"/>
                        </w:pPr>
                        <w:r>
                          <w:rPr>
                            <w:lang w:val="ja-JP" w:bidi="ja-JP"/>
                          </w:rPr>
                          <w:t>月</w:t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3E5BA0F7" w14:textId="77777777" w:rsidR="00FE2FC0" w:rsidRDefault="00FE2FC0">
                        <w:pPr>
                          <w:pStyle w:val="a6"/>
                        </w:pPr>
                        <w:r>
                          <w:rPr>
                            <w:lang w:val="ja-JP" w:bidi="ja-JP"/>
                          </w:rPr>
                          <w:t>火</w:t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5C3AEE6F" w14:textId="77777777" w:rsidR="00FE2FC0" w:rsidRDefault="00FE2FC0">
                        <w:pPr>
                          <w:pStyle w:val="a6"/>
                        </w:pPr>
                        <w:r>
                          <w:rPr>
                            <w:lang w:val="ja-JP" w:bidi="ja-JP"/>
                          </w:rPr>
                          <w:t>水</w:t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5BD9F5D5" w14:textId="77777777" w:rsidR="00FE2FC0" w:rsidRDefault="00FE2FC0">
                        <w:pPr>
                          <w:pStyle w:val="a6"/>
                        </w:pPr>
                        <w:r>
                          <w:rPr>
                            <w:lang w:val="ja-JP" w:bidi="ja-JP"/>
                          </w:rPr>
                          <w:t>木</w:t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53B8E098" w14:textId="77777777" w:rsidR="00FE2FC0" w:rsidRDefault="00FE2FC0">
                        <w:pPr>
                          <w:pStyle w:val="a6"/>
                        </w:pPr>
                        <w:r>
                          <w:rPr>
                            <w:lang w:val="ja-JP" w:bidi="ja-JP"/>
                          </w:rPr>
                          <w:t>金</w:t>
                        </w:r>
                      </w:p>
                    </w:tc>
                    <w:tc>
                      <w:tcPr>
                        <w:tcW w:w="707" w:type="pct"/>
                        <w:tcMar>
                          <w:left w:w="0" w:type="dxa"/>
                          <w:right w:w="0" w:type="dxa"/>
                        </w:tcMar>
                      </w:tcPr>
                      <w:p w14:paraId="768CF67D" w14:textId="77777777" w:rsidR="00FE2FC0" w:rsidRPr="00A70974" w:rsidRDefault="00FE2FC0">
                        <w:pPr>
                          <w:pStyle w:val="a6"/>
                          <w:rPr>
                            <w:color w:val="0070C0"/>
                          </w:rPr>
                        </w:pPr>
                        <w:r w:rsidRPr="00A70974">
                          <w:rPr>
                            <w:color w:val="0070C0"/>
                            <w:lang w:val="ja-JP" w:bidi="ja-JP"/>
                          </w:rPr>
                          <w:t>土</w:t>
                        </w:r>
                      </w:p>
                    </w:tc>
                  </w:tr>
                  <w:tr w:rsidR="00FE2FC0" w14:paraId="09166F60" w14:textId="77777777" w:rsidTr="006379C4">
                    <w:tc>
                      <w:tcPr>
                        <w:tcW w:w="708" w:type="pct"/>
                        <w:tcMar>
                          <w:left w:w="0" w:type="dxa"/>
                          <w:right w:w="0" w:type="dxa"/>
                        </w:tcMar>
                      </w:tcPr>
                      <w:p w14:paraId="5CBB2224" w14:textId="77777777" w:rsidR="00FE2FC0" w:rsidRPr="00A70974" w:rsidRDefault="00FE2FC0">
                        <w:pPr>
                          <w:pStyle w:val="13"/>
                          <w:rPr>
                            <w:color w:val="FF0000"/>
                          </w:rPr>
                        </w:pP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IF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DocVariable MonthStart8 \@ dddd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color w:val="FF0000"/>
                            <w:lang w:val="ja-JP" w:eastAsia="ja-JP" w:bidi="ja-JP"/>
                          </w:rPr>
                          <w:instrText>金曜日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 “日曜日" 1 ""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1219AC2D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MonthStart8 \@ dddd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lang w:val="ja-JP" w:eastAsia="ja-JP" w:bidi="ja-JP"/>
                          </w:rPr>
                          <w:instrText>金曜日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 “月曜日" 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=A2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&lt;&gt; 0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=A2+1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8F5933">
                          <w:rPr>
                            <w:noProof/>
                            <w:lang w:val="ja-JP" w:eastAsia="ja-JP" w:bidi="ja-JP"/>
                          </w:rPr>
                          <w:instrText>2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7DEEFFCD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MonthStart8 \@ dddd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lang w:val="ja-JP" w:eastAsia="ja-JP" w:bidi="ja-JP"/>
                          </w:rPr>
                          <w:instrText>金曜日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 “火曜日" 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=B2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&lt;&gt; 0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=B2+1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8F5933">
                          <w:rPr>
                            <w:noProof/>
                            <w:lang w:val="ja-JP" w:eastAsia="ja-JP" w:bidi="ja-JP"/>
                          </w:rPr>
                          <w:instrText>3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54D86A49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MonthStart8 \@ dddd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lang w:val="ja-JP" w:eastAsia="ja-JP" w:bidi="ja-JP"/>
                          </w:rPr>
                          <w:instrText>金曜日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 “水曜日" 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=C2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&lt;&gt; 0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=C2+1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8F5933">
                          <w:rPr>
                            <w:noProof/>
                            <w:lang w:val="ja-JP" w:eastAsia="ja-JP" w:bidi="ja-JP"/>
                          </w:rPr>
                          <w:instrText>4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0D725474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MonthStart8 \@ dddd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lang w:val="ja-JP" w:eastAsia="ja-JP" w:bidi="ja-JP"/>
                          </w:rPr>
                          <w:instrText>金曜日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= “木曜日" 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=D2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&lt;&gt; 0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=D2+1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8F5933">
                          <w:rPr>
                            <w:noProof/>
                            <w:lang w:val="ja-JP" w:eastAsia="ja-JP" w:bidi="ja-JP"/>
                          </w:rPr>
                          <w:instrText>5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761EA920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MonthStart8 \@ dddd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lang w:val="ja-JP" w:eastAsia="ja-JP" w:bidi="ja-JP"/>
                          </w:rPr>
                          <w:instrText>金曜日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 “金曜日" 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=E2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8F5933">
                          <w:rPr>
                            <w:noProof/>
                            <w:lang w:val="ja-JP" w:eastAsia="ja-JP" w:bidi="ja-JP"/>
                          </w:rPr>
                          <w:instrText>5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&lt;&gt; 0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=E2+1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8F5933">
                          <w:rPr>
                            <w:noProof/>
                            <w:lang w:val="ja-JP" w:eastAsia="ja-JP" w:bidi="ja-JP"/>
                          </w:rPr>
                          <w:instrText>6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6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t>1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07" w:type="pct"/>
                        <w:tcMar>
                          <w:left w:w="0" w:type="dxa"/>
                          <w:right w:w="0" w:type="dxa"/>
                        </w:tcMar>
                      </w:tcPr>
                      <w:p w14:paraId="114B194E" w14:textId="77777777" w:rsidR="00FE2FC0" w:rsidRPr="00A70974" w:rsidRDefault="00FE2FC0">
                        <w:pPr>
                          <w:pStyle w:val="13"/>
                          <w:rPr>
                            <w:color w:val="0070C0"/>
                          </w:rPr>
                        </w:pP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IF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DocVariable MonthStart8 \@ dddd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color w:val="0070C0"/>
                            <w:lang w:val="ja-JP" w:eastAsia="ja-JP" w:bidi="ja-JP"/>
                          </w:rPr>
                          <w:instrText>金曜日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= “土曜日" 1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IF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=F2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instrText>1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&lt;&gt; 0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=F2+1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instrText>2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""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B17876"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instrText>2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B17876"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t>2</w: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</w:tr>
                  <w:tr w:rsidR="00FE2FC0" w14:paraId="5AF4D372" w14:textId="77777777" w:rsidTr="006379C4">
                    <w:tc>
                      <w:tcPr>
                        <w:tcW w:w="708" w:type="pct"/>
                        <w:tcMar>
                          <w:left w:w="0" w:type="dxa"/>
                          <w:right w:w="0" w:type="dxa"/>
                        </w:tcMar>
                      </w:tcPr>
                      <w:p w14:paraId="3CBB6588" w14:textId="77777777" w:rsidR="00FE2FC0" w:rsidRPr="00A70974" w:rsidRDefault="00FE2FC0">
                        <w:pPr>
                          <w:pStyle w:val="13"/>
                          <w:rPr>
                            <w:color w:val="FF0000"/>
                          </w:rPr>
                        </w:pP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=G2+1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t>3</w: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7C32D9F6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=A3+1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4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45E09E1D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=B3+1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5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551EA02A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=C3+1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6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12F35F1A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=D3+1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7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1D9414E1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=E3+1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8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07" w:type="pct"/>
                        <w:tcMar>
                          <w:left w:w="0" w:type="dxa"/>
                          <w:right w:w="0" w:type="dxa"/>
                        </w:tcMar>
                      </w:tcPr>
                      <w:p w14:paraId="54F1CA90" w14:textId="77777777" w:rsidR="00FE2FC0" w:rsidRPr="00A70974" w:rsidRDefault="00FE2FC0">
                        <w:pPr>
                          <w:pStyle w:val="13"/>
                          <w:rPr>
                            <w:color w:val="0070C0"/>
                          </w:rPr>
                        </w:pP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=F3+1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t>9</w: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</w:tr>
                  <w:tr w:rsidR="00FE2FC0" w14:paraId="35138536" w14:textId="77777777" w:rsidTr="006379C4">
                    <w:tc>
                      <w:tcPr>
                        <w:tcW w:w="708" w:type="pct"/>
                        <w:tcMar>
                          <w:left w:w="0" w:type="dxa"/>
                          <w:right w:w="0" w:type="dxa"/>
                        </w:tcMar>
                      </w:tcPr>
                      <w:p w14:paraId="7D60B425" w14:textId="77777777" w:rsidR="00FE2FC0" w:rsidRPr="00A70974" w:rsidRDefault="00FE2FC0">
                        <w:pPr>
                          <w:pStyle w:val="13"/>
                          <w:rPr>
                            <w:color w:val="FF0000"/>
                          </w:rPr>
                        </w:pP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=G3+1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t>10</w: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01EBF9B0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=A4+1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11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54D68D5C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=B4+1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12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45F9D3A5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=C4+1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13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1C394DE4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=D4+1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14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5D6DDB59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=E4+1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15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07" w:type="pct"/>
                        <w:tcMar>
                          <w:left w:w="0" w:type="dxa"/>
                          <w:right w:w="0" w:type="dxa"/>
                        </w:tcMar>
                      </w:tcPr>
                      <w:p w14:paraId="5A84D606" w14:textId="77777777" w:rsidR="00FE2FC0" w:rsidRPr="00A70974" w:rsidRDefault="00FE2FC0">
                        <w:pPr>
                          <w:pStyle w:val="13"/>
                          <w:rPr>
                            <w:color w:val="0070C0"/>
                          </w:rPr>
                        </w:pP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=F4+1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t>16</w: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</w:tr>
                  <w:tr w:rsidR="00FE2FC0" w14:paraId="5280BA5D" w14:textId="77777777" w:rsidTr="006379C4">
                    <w:tc>
                      <w:tcPr>
                        <w:tcW w:w="708" w:type="pct"/>
                        <w:tcMar>
                          <w:left w:w="0" w:type="dxa"/>
                          <w:right w:w="0" w:type="dxa"/>
                        </w:tcMar>
                      </w:tcPr>
                      <w:p w14:paraId="48EA4B13" w14:textId="77777777" w:rsidR="00FE2FC0" w:rsidRPr="00A70974" w:rsidRDefault="00FE2FC0">
                        <w:pPr>
                          <w:pStyle w:val="13"/>
                          <w:rPr>
                            <w:color w:val="FF0000"/>
                          </w:rPr>
                        </w:pP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=G4+1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t>17</w: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5F4EE54D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=A5+1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18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70BFAD29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=B5+1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19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0462F735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=C5+1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20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63B262BA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=D5+1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21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4D82556F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=E5+1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22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07" w:type="pct"/>
                        <w:tcMar>
                          <w:left w:w="0" w:type="dxa"/>
                          <w:right w:w="0" w:type="dxa"/>
                        </w:tcMar>
                      </w:tcPr>
                      <w:p w14:paraId="1C145154" w14:textId="77777777" w:rsidR="00FE2FC0" w:rsidRPr="00A70974" w:rsidRDefault="00FE2FC0">
                        <w:pPr>
                          <w:pStyle w:val="13"/>
                          <w:rPr>
                            <w:color w:val="0070C0"/>
                          </w:rPr>
                        </w:pP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=F5+1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t>23</w: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</w:tr>
                  <w:tr w:rsidR="00FE2FC0" w14:paraId="14068F26" w14:textId="77777777" w:rsidTr="006379C4">
                    <w:tc>
                      <w:tcPr>
                        <w:tcW w:w="708" w:type="pct"/>
                        <w:tcMar>
                          <w:left w:w="0" w:type="dxa"/>
                          <w:right w:w="0" w:type="dxa"/>
                        </w:tcMar>
                      </w:tcPr>
                      <w:p w14:paraId="2F7A5A20" w14:textId="77777777" w:rsidR="00FE2FC0" w:rsidRPr="00A70974" w:rsidRDefault="00FE2FC0">
                        <w:pPr>
                          <w:pStyle w:val="13"/>
                          <w:rPr>
                            <w:color w:val="FF0000"/>
                          </w:rPr>
                        </w:pP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IF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=G5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instrText>23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 0,""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IF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=G5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instrText>23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 &lt;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DocVariable MonthEnd8 \@ d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color w:val="FF0000"/>
                            <w:lang w:val="ja-JP" w:eastAsia="ja-JP" w:bidi="ja-JP"/>
                          </w:rPr>
                          <w:instrText>31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=G5+1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instrText>24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""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B17876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instrText>24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B17876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t>24</w: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03E05D63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=A6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24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 0,""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=A6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24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&lt;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MonthEnd8 \@ 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lang w:val="ja-JP" w:eastAsia="ja-JP" w:bidi="ja-JP"/>
                          </w:rPr>
                          <w:instrText>31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=A6+1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25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instrText>25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t>25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516B57AF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=B6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25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 0,""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=B6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25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&lt;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MonthEnd8 \@ 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lang w:val="ja-JP" w:eastAsia="ja-JP" w:bidi="ja-JP"/>
                          </w:rPr>
                          <w:instrText>31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=B6+1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26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instrText>26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t>26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1E0FC1AC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=C6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26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 0,""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=C6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26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&lt;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MonthEnd8 \@ 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lang w:val="ja-JP" w:eastAsia="ja-JP" w:bidi="ja-JP"/>
                          </w:rPr>
                          <w:instrText>31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=C6+1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27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instrText>27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t>27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5D85A8F1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=D6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27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 0,""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=D6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27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&lt;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MonthEnd8 \@ 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lang w:val="ja-JP" w:eastAsia="ja-JP" w:bidi="ja-JP"/>
                          </w:rPr>
                          <w:instrText>31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=D6+1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28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instrText>28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t>28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6BAF0E00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=E6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28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 0,""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=E6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28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&lt;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MonthEnd8 \@ 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lang w:val="ja-JP" w:eastAsia="ja-JP" w:bidi="ja-JP"/>
                          </w:rPr>
                          <w:instrText>31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=E6+1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29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instrText>29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t>29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07" w:type="pct"/>
                        <w:tcMar>
                          <w:left w:w="0" w:type="dxa"/>
                          <w:right w:w="0" w:type="dxa"/>
                        </w:tcMar>
                      </w:tcPr>
                      <w:p w14:paraId="35B8F7C8" w14:textId="77777777" w:rsidR="00FE2FC0" w:rsidRPr="00A70974" w:rsidRDefault="00FE2FC0">
                        <w:pPr>
                          <w:pStyle w:val="13"/>
                          <w:rPr>
                            <w:color w:val="0070C0"/>
                          </w:rPr>
                        </w:pP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IF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=F6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instrText>29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= 0,""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IF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=F6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instrText>29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 &lt;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DocVariable MonthEnd8 \@ d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color w:val="0070C0"/>
                            <w:lang w:val="ja-JP" w:eastAsia="ja-JP" w:bidi="ja-JP"/>
                          </w:rPr>
                          <w:instrText>31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=F6+1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instrText>30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""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B17876"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instrText>30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B17876"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t>30</w: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</w:tr>
                  <w:tr w:rsidR="00FE2FC0" w14:paraId="44F15796" w14:textId="77777777" w:rsidTr="006379C4">
                    <w:tc>
                      <w:tcPr>
                        <w:tcW w:w="708" w:type="pct"/>
                        <w:tcMar>
                          <w:left w:w="0" w:type="dxa"/>
                          <w:right w:w="0" w:type="dxa"/>
                        </w:tcMar>
                      </w:tcPr>
                      <w:p w14:paraId="5AAE4FF6" w14:textId="77777777" w:rsidR="00FE2FC0" w:rsidRPr="00A70974" w:rsidRDefault="00FE2FC0">
                        <w:pPr>
                          <w:pStyle w:val="13"/>
                          <w:rPr>
                            <w:color w:val="FF0000"/>
                          </w:rPr>
                        </w:pP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IF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=G6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instrText>30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 0,""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IF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=G6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instrText>30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 &lt;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DocVariable MonthEnd8 \@ d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color w:val="FF0000"/>
                            <w:lang w:val="ja-JP" w:eastAsia="ja-JP" w:bidi="ja-JP"/>
                          </w:rPr>
                          <w:instrText>31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=G6+1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instrText>31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""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B17876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instrText>31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B17876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t>31</w: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6C3E822E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=A7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31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 0,""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=A7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31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&lt;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MonthEnd8 \@ 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lang w:val="ja-JP" w:eastAsia="ja-JP" w:bidi="ja-JP"/>
                          </w:rPr>
                          <w:instrText>31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=A7+1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8F5933">
                          <w:rPr>
                            <w:noProof/>
                            <w:lang w:val="ja-JP" w:eastAsia="ja-JP" w:bidi="ja-JP"/>
                          </w:rPr>
                          <w:instrText>31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35151B8B" w14:textId="77777777" w:rsidR="00FE2FC0" w:rsidRDefault="00FE2FC0">
                        <w:pPr>
                          <w:pStyle w:val="13"/>
                        </w:pP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05CE6EA7" w14:textId="77777777" w:rsidR="00FE2FC0" w:rsidRDefault="00FE2FC0">
                        <w:pPr>
                          <w:pStyle w:val="13"/>
                        </w:pP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5B77B743" w14:textId="77777777" w:rsidR="00FE2FC0" w:rsidRDefault="00FE2FC0">
                        <w:pPr>
                          <w:pStyle w:val="13"/>
                        </w:pP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1ABE60D4" w14:textId="77777777" w:rsidR="00FE2FC0" w:rsidRDefault="00FE2FC0">
                        <w:pPr>
                          <w:pStyle w:val="13"/>
                        </w:pPr>
                      </w:p>
                    </w:tc>
                    <w:tc>
                      <w:tcPr>
                        <w:tcW w:w="707" w:type="pct"/>
                        <w:tcMar>
                          <w:left w:w="0" w:type="dxa"/>
                          <w:right w:w="0" w:type="dxa"/>
                        </w:tcMar>
                      </w:tcPr>
                      <w:p w14:paraId="1495768A" w14:textId="77777777" w:rsidR="00FE2FC0" w:rsidRPr="00A70974" w:rsidRDefault="00FE2FC0">
                        <w:pPr>
                          <w:pStyle w:val="13"/>
                          <w:rPr>
                            <w:color w:val="0070C0"/>
                          </w:rPr>
                        </w:pPr>
                      </w:p>
                    </w:tc>
                  </w:tr>
                </w:tbl>
                <w:p w14:paraId="79B9EBF5" w14:textId="77777777" w:rsidR="00FE2FC0" w:rsidRDefault="00FE2FC0">
                  <w:pPr>
                    <w:spacing w:after="40"/>
                  </w:pPr>
                </w:p>
              </w:tc>
              <w:tc>
                <w:tcPr>
                  <w:tcW w:w="583" w:type="dxa"/>
                </w:tcPr>
                <w:p w14:paraId="6C9E075E" w14:textId="77777777" w:rsidR="00FE2FC0" w:rsidRDefault="00FE2FC0">
                  <w:pPr>
                    <w:spacing w:after="40"/>
                  </w:pPr>
                </w:p>
              </w:tc>
              <w:tc>
                <w:tcPr>
                  <w:tcW w:w="2468" w:type="dxa"/>
                </w:tcPr>
                <w:p w14:paraId="058D9A9C" w14:textId="77777777" w:rsidR="00FE2FC0" w:rsidRDefault="00FE2FC0">
                  <w:pPr>
                    <w:pStyle w:val="ab"/>
                  </w:pPr>
                  <w:r>
                    <w:rPr>
                      <w:lang w:val="ja-JP" w:bidi="ja-JP"/>
                    </w:rPr>
                    <w:t>12 月</w:t>
                  </w:r>
                </w:p>
                <w:tbl>
                  <w:tblPr>
                    <w:tblW w:w="5000" w:type="pct"/>
                    <w:tblLayout w:type="fixed"/>
                    <w:tblLook w:val="04A0" w:firstRow="1" w:lastRow="0" w:firstColumn="1" w:lastColumn="0" w:noHBand="0" w:noVBand="1"/>
                    <w:tblCaption w:val="カレンダー コンテンツ テーブル"/>
                  </w:tblPr>
                  <w:tblGrid>
                    <w:gridCol w:w="319"/>
                    <w:gridCol w:w="323"/>
                    <w:gridCol w:w="323"/>
                    <w:gridCol w:w="323"/>
                    <w:gridCol w:w="323"/>
                    <w:gridCol w:w="323"/>
                    <w:gridCol w:w="318"/>
                  </w:tblGrid>
                  <w:tr w:rsidR="00FE2FC0" w14:paraId="24F21125" w14:textId="77777777" w:rsidTr="006379C4">
                    <w:tc>
                      <w:tcPr>
                        <w:tcW w:w="708" w:type="pct"/>
                        <w:tcMar>
                          <w:left w:w="0" w:type="dxa"/>
                          <w:right w:w="0" w:type="dxa"/>
                        </w:tcMar>
                      </w:tcPr>
                      <w:p w14:paraId="24711715" w14:textId="77777777" w:rsidR="00FE2FC0" w:rsidRPr="00A70974" w:rsidRDefault="00FE2FC0">
                        <w:pPr>
                          <w:pStyle w:val="a6"/>
                          <w:rPr>
                            <w:color w:val="FF0000"/>
                          </w:rPr>
                        </w:pPr>
                        <w:r w:rsidRPr="00A70974">
                          <w:rPr>
                            <w:color w:val="FF0000"/>
                            <w:lang w:val="ja-JP" w:bidi="ja-JP"/>
                          </w:rPr>
                          <w:t>日</w:t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218F5440" w14:textId="77777777" w:rsidR="00FE2FC0" w:rsidRDefault="00FE2FC0">
                        <w:pPr>
                          <w:pStyle w:val="a6"/>
                        </w:pPr>
                        <w:r>
                          <w:rPr>
                            <w:lang w:val="ja-JP" w:bidi="ja-JP"/>
                          </w:rPr>
                          <w:t>月</w:t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129FEA01" w14:textId="77777777" w:rsidR="00FE2FC0" w:rsidRDefault="00FE2FC0">
                        <w:pPr>
                          <w:pStyle w:val="a6"/>
                        </w:pPr>
                        <w:r>
                          <w:rPr>
                            <w:lang w:val="ja-JP" w:bidi="ja-JP"/>
                          </w:rPr>
                          <w:t>火</w:t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1BE0D82C" w14:textId="77777777" w:rsidR="00FE2FC0" w:rsidRDefault="00FE2FC0">
                        <w:pPr>
                          <w:pStyle w:val="a6"/>
                        </w:pPr>
                        <w:r>
                          <w:rPr>
                            <w:lang w:val="ja-JP" w:bidi="ja-JP"/>
                          </w:rPr>
                          <w:t>水</w:t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1BD1BF1E" w14:textId="77777777" w:rsidR="00FE2FC0" w:rsidRDefault="00FE2FC0">
                        <w:pPr>
                          <w:pStyle w:val="a6"/>
                        </w:pPr>
                        <w:r>
                          <w:rPr>
                            <w:lang w:val="ja-JP" w:bidi="ja-JP"/>
                          </w:rPr>
                          <w:t>木</w:t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589D9F0A" w14:textId="77777777" w:rsidR="00FE2FC0" w:rsidRDefault="00FE2FC0">
                        <w:pPr>
                          <w:pStyle w:val="a6"/>
                        </w:pPr>
                        <w:r>
                          <w:rPr>
                            <w:lang w:val="ja-JP" w:bidi="ja-JP"/>
                          </w:rPr>
                          <w:t>金</w:t>
                        </w:r>
                      </w:p>
                    </w:tc>
                    <w:tc>
                      <w:tcPr>
                        <w:tcW w:w="707" w:type="pct"/>
                        <w:tcMar>
                          <w:left w:w="0" w:type="dxa"/>
                          <w:right w:w="0" w:type="dxa"/>
                        </w:tcMar>
                      </w:tcPr>
                      <w:p w14:paraId="31EB24DD" w14:textId="77777777" w:rsidR="00FE2FC0" w:rsidRPr="00A70974" w:rsidRDefault="00FE2FC0">
                        <w:pPr>
                          <w:pStyle w:val="a6"/>
                          <w:rPr>
                            <w:color w:val="0070C0"/>
                          </w:rPr>
                        </w:pPr>
                        <w:r w:rsidRPr="00A70974">
                          <w:rPr>
                            <w:color w:val="0070C0"/>
                            <w:lang w:val="ja-JP" w:bidi="ja-JP"/>
                          </w:rPr>
                          <w:t>土</w:t>
                        </w:r>
                      </w:p>
                    </w:tc>
                  </w:tr>
                  <w:tr w:rsidR="00FE2FC0" w14:paraId="4A35F2E5" w14:textId="77777777" w:rsidTr="006379C4">
                    <w:tc>
                      <w:tcPr>
                        <w:tcW w:w="708" w:type="pct"/>
                        <w:tcMar>
                          <w:left w:w="0" w:type="dxa"/>
                          <w:right w:w="0" w:type="dxa"/>
                        </w:tcMar>
                      </w:tcPr>
                      <w:p w14:paraId="758890A1" w14:textId="77777777" w:rsidR="00FE2FC0" w:rsidRPr="00A70974" w:rsidRDefault="00FE2FC0">
                        <w:pPr>
                          <w:pStyle w:val="13"/>
                          <w:rPr>
                            <w:color w:val="FF0000"/>
                          </w:rPr>
                        </w:pP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IF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DocVariable MonthStart12 \@ dddd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color w:val="FF0000"/>
                            <w:lang w:val="ja-JP" w:eastAsia="ja-JP" w:bidi="ja-JP"/>
                          </w:rPr>
                          <w:instrText>月曜日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 “日曜日" 1 ""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132168AD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MonthStart12 \@ dddd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lang w:val="ja-JP" w:eastAsia="ja-JP" w:bidi="ja-JP"/>
                          </w:rPr>
                          <w:instrText>月曜日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 “月曜日" 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=A2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8F5933">
                          <w:rPr>
                            <w:noProof/>
                            <w:lang w:val="ja-JP" w:eastAsia="ja-JP" w:bidi="ja-JP"/>
                          </w:rPr>
                          <w:instrText>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&lt;&gt; 0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=A2+1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>
                          <w:rPr>
                            <w:noProof/>
                            <w:lang w:val="ja-JP" w:eastAsia="ja-JP" w:bidi="ja-JP"/>
                          </w:rPr>
                          <w:instrText>2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t>1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03B975D1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MonthStart12 \@ dddd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lang w:val="ja-JP" w:eastAsia="ja-JP" w:bidi="ja-JP"/>
                          </w:rPr>
                          <w:instrText>月曜日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 “火曜日" 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=B2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1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&lt;&gt; 0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=B2+1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instrText>2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t>2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7CE9728B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MonthStart12 \@ dddd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lang w:val="ja-JP" w:eastAsia="ja-JP" w:bidi="ja-JP"/>
                          </w:rPr>
                          <w:instrText>月曜日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 “水曜日" 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=C2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&lt;&gt; 0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=C2+1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3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instrText>3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t>3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22DC315D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MonthStart12 \@ dddd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lang w:val="ja-JP" w:eastAsia="ja-JP" w:bidi="ja-JP"/>
                          </w:rPr>
                          <w:instrText>月曜日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= “木曜日" 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=D2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3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&lt;&gt; 0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=D2+1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4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instrText>4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t>4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745E81CB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MonthStart12 \@ dddd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lang w:val="ja-JP" w:eastAsia="ja-JP" w:bidi="ja-JP"/>
                          </w:rPr>
                          <w:instrText>月曜日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 “金曜日" 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=E2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4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&lt;&gt; 0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=E2+1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5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instrText>5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t>5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07" w:type="pct"/>
                        <w:tcMar>
                          <w:left w:w="0" w:type="dxa"/>
                          <w:right w:w="0" w:type="dxa"/>
                        </w:tcMar>
                      </w:tcPr>
                      <w:p w14:paraId="68A62DBF" w14:textId="77777777" w:rsidR="00FE2FC0" w:rsidRPr="00A70974" w:rsidRDefault="00FE2FC0">
                        <w:pPr>
                          <w:pStyle w:val="13"/>
                          <w:rPr>
                            <w:color w:val="0070C0"/>
                          </w:rPr>
                        </w:pP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IF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DocVariable MonthStart12 \@ dddd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color w:val="0070C0"/>
                            <w:lang w:val="ja-JP" w:eastAsia="ja-JP" w:bidi="ja-JP"/>
                          </w:rPr>
                          <w:instrText>月曜日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= “土曜日" 1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IF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=F2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instrText>5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&lt;&gt; 0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=F2+1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instrText>6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""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B17876"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instrText>6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B17876"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t>6</w: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</w:tr>
                  <w:tr w:rsidR="00FE2FC0" w14:paraId="0F391BDB" w14:textId="77777777" w:rsidTr="006379C4">
                    <w:tc>
                      <w:tcPr>
                        <w:tcW w:w="708" w:type="pct"/>
                        <w:tcMar>
                          <w:left w:w="0" w:type="dxa"/>
                          <w:right w:w="0" w:type="dxa"/>
                        </w:tcMar>
                      </w:tcPr>
                      <w:p w14:paraId="12B4145C" w14:textId="77777777" w:rsidR="00FE2FC0" w:rsidRPr="00A70974" w:rsidRDefault="00FE2FC0">
                        <w:pPr>
                          <w:pStyle w:val="13"/>
                          <w:rPr>
                            <w:color w:val="FF0000"/>
                          </w:rPr>
                        </w:pP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=G2+1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t>7</w: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217DC6BF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=A3+1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8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713E3F23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=B3+1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9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7C0912EE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=C3+1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10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03281FFD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=D3+1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11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355FD333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=E3+1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12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07" w:type="pct"/>
                        <w:tcMar>
                          <w:left w:w="0" w:type="dxa"/>
                          <w:right w:w="0" w:type="dxa"/>
                        </w:tcMar>
                      </w:tcPr>
                      <w:p w14:paraId="38361E67" w14:textId="77777777" w:rsidR="00FE2FC0" w:rsidRPr="00A70974" w:rsidRDefault="00FE2FC0">
                        <w:pPr>
                          <w:pStyle w:val="13"/>
                          <w:rPr>
                            <w:color w:val="0070C0"/>
                          </w:rPr>
                        </w:pP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=F3+1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t>13</w: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</w:tr>
                  <w:tr w:rsidR="00FE2FC0" w14:paraId="0D7786AB" w14:textId="77777777" w:rsidTr="006379C4">
                    <w:tc>
                      <w:tcPr>
                        <w:tcW w:w="708" w:type="pct"/>
                        <w:tcMar>
                          <w:left w:w="0" w:type="dxa"/>
                          <w:right w:w="0" w:type="dxa"/>
                        </w:tcMar>
                      </w:tcPr>
                      <w:p w14:paraId="1CEE4A25" w14:textId="77777777" w:rsidR="00FE2FC0" w:rsidRPr="00A70974" w:rsidRDefault="00FE2FC0">
                        <w:pPr>
                          <w:pStyle w:val="13"/>
                          <w:rPr>
                            <w:color w:val="FF0000"/>
                          </w:rPr>
                        </w:pP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=G3+1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t>14</w: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7C9F4002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=A4+1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15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04679360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=B4+1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16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148D8D17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=C4+1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17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156A5C36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=D4+1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18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2C604794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=E4+1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19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07" w:type="pct"/>
                        <w:tcMar>
                          <w:left w:w="0" w:type="dxa"/>
                          <w:right w:w="0" w:type="dxa"/>
                        </w:tcMar>
                      </w:tcPr>
                      <w:p w14:paraId="04A6C8F1" w14:textId="77777777" w:rsidR="00FE2FC0" w:rsidRPr="00A70974" w:rsidRDefault="00FE2FC0">
                        <w:pPr>
                          <w:pStyle w:val="13"/>
                          <w:rPr>
                            <w:color w:val="0070C0"/>
                          </w:rPr>
                        </w:pP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=F4+1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t>20</w: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</w:tr>
                  <w:tr w:rsidR="00FE2FC0" w14:paraId="0007D7C6" w14:textId="77777777" w:rsidTr="006379C4">
                    <w:tc>
                      <w:tcPr>
                        <w:tcW w:w="708" w:type="pct"/>
                        <w:tcMar>
                          <w:left w:w="0" w:type="dxa"/>
                          <w:right w:w="0" w:type="dxa"/>
                        </w:tcMar>
                      </w:tcPr>
                      <w:p w14:paraId="3D75FBAE" w14:textId="77777777" w:rsidR="00FE2FC0" w:rsidRPr="00A70974" w:rsidRDefault="00FE2FC0">
                        <w:pPr>
                          <w:pStyle w:val="13"/>
                          <w:rPr>
                            <w:color w:val="FF0000"/>
                          </w:rPr>
                        </w:pP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=G4+1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t>21</w: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72450678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=A5+1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22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5D1615A4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=B5+1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23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33490BB9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=C5+1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24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14537534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=D5+1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25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60C3F9D2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=E5+1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t>26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07" w:type="pct"/>
                        <w:tcMar>
                          <w:left w:w="0" w:type="dxa"/>
                          <w:right w:w="0" w:type="dxa"/>
                        </w:tcMar>
                      </w:tcPr>
                      <w:p w14:paraId="5953D464" w14:textId="77777777" w:rsidR="00FE2FC0" w:rsidRPr="00A70974" w:rsidRDefault="00FE2FC0">
                        <w:pPr>
                          <w:pStyle w:val="13"/>
                          <w:rPr>
                            <w:color w:val="0070C0"/>
                          </w:rPr>
                        </w:pP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=F5+1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t>27</w: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</w:tr>
                  <w:tr w:rsidR="00FE2FC0" w14:paraId="1B5AC7A6" w14:textId="77777777" w:rsidTr="006379C4">
                    <w:tc>
                      <w:tcPr>
                        <w:tcW w:w="708" w:type="pct"/>
                        <w:tcMar>
                          <w:left w:w="0" w:type="dxa"/>
                          <w:right w:w="0" w:type="dxa"/>
                        </w:tcMar>
                      </w:tcPr>
                      <w:p w14:paraId="47ED796E" w14:textId="77777777" w:rsidR="00FE2FC0" w:rsidRPr="00A70974" w:rsidRDefault="00FE2FC0">
                        <w:pPr>
                          <w:pStyle w:val="13"/>
                          <w:rPr>
                            <w:color w:val="FF0000"/>
                          </w:rPr>
                        </w:pP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IF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=G5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instrText>27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 0,""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IF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=G5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instrText>27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 &lt;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DocVariable MonthEnd12 \@ d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color w:val="FF0000"/>
                            <w:lang w:val="ja-JP" w:eastAsia="ja-JP" w:bidi="ja-JP"/>
                          </w:rPr>
                          <w:instrText>31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=G5+1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instrText>28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""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B17876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instrText>28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B17876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t>28</w: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7C585B22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=A6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28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 0,""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=A6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28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&lt;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MonthEnd12 \@ 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lang w:val="ja-JP" w:eastAsia="ja-JP" w:bidi="ja-JP"/>
                          </w:rPr>
                          <w:instrText>31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=A6+1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29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instrText>29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t>29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64AD1D96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=B6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29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 0,""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=B6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29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&lt;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MonthEnd12 \@ 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lang w:val="ja-JP" w:eastAsia="ja-JP" w:bidi="ja-JP"/>
                          </w:rPr>
                          <w:instrText>31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=B6+1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30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instrText>30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t>30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6054F59B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=C6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30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 0,""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=C6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30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&lt;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MonthEnd12 \@ 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lang w:val="ja-JP" w:eastAsia="ja-JP" w:bidi="ja-JP"/>
                          </w:rPr>
                          <w:instrText>31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=C6+1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31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instrText>31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noProof/>
                            <w:lang w:val="ja-JP" w:eastAsia="ja-JP" w:bidi="ja-JP"/>
                          </w:rPr>
                          <w:t>31</w: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365F2DA6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=D6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31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 0,""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=D6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31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&lt;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MonthEnd12 \@ 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B17876">
                          <w:rPr>
                            <w:lang w:val="ja-JP" w:eastAsia="ja-JP" w:bidi="ja-JP"/>
                          </w:rPr>
                          <w:instrText>31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=D6+1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8F5933">
                          <w:rPr>
                            <w:noProof/>
                            <w:lang w:val="ja-JP" w:eastAsia="ja-JP" w:bidi="ja-JP"/>
                          </w:rPr>
                          <w:instrText>30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7C671A2F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=E6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 0,""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=E6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8F5933">
                          <w:rPr>
                            <w:noProof/>
                            <w:lang w:val="ja-JP" w:eastAsia="ja-JP" w:bidi="ja-JP"/>
                          </w:rPr>
                          <w:instrText>30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&lt;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MonthEnd12 \@ 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lang w:val="ja-JP" w:eastAsia="ja-JP" w:bidi="ja-JP"/>
                          </w:rPr>
                          <w:instrText>31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=E6+1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8F5933">
                          <w:rPr>
                            <w:noProof/>
                            <w:lang w:val="ja-JP" w:eastAsia="ja-JP" w:bidi="ja-JP"/>
                          </w:rPr>
                          <w:instrText>31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31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07" w:type="pct"/>
                        <w:tcMar>
                          <w:left w:w="0" w:type="dxa"/>
                          <w:right w:w="0" w:type="dxa"/>
                        </w:tcMar>
                      </w:tcPr>
                      <w:p w14:paraId="1A6477F6" w14:textId="77777777" w:rsidR="00FE2FC0" w:rsidRPr="00A70974" w:rsidRDefault="00FE2FC0">
                        <w:pPr>
                          <w:pStyle w:val="13"/>
                          <w:rPr>
                            <w:color w:val="0070C0"/>
                          </w:rPr>
                        </w:pP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IF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=F6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instrText>0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= 0,""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IF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=F6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8F5933"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instrText>31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 &lt;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DocVariable MonthEnd12 \@ d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color w:val="0070C0"/>
                            <w:lang w:val="ja-JP" w:eastAsia="ja-JP" w:bidi="ja-JP"/>
                          </w:rPr>
                          <w:instrText>31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=F6+1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separate"/>
                        </w:r>
                        <w:r w:rsidRPr="00A70974">
                          <w:rPr>
                            <w:noProof/>
                            <w:color w:val="0070C0"/>
                            <w:lang w:val="ja-JP" w:eastAsia="ja-JP" w:bidi="ja-JP"/>
                          </w:rPr>
                          <w:instrText>28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instrText xml:space="preserve"> "" </w:instrText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0070C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</w:tr>
                  <w:tr w:rsidR="00FE2FC0" w14:paraId="6FEBD275" w14:textId="77777777" w:rsidTr="006379C4">
                    <w:tc>
                      <w:tcPr>
                        <w:tcW w:w="708" w:type="pct"/>
                        <w:tcMar>
                          <w:left w:w="0" w:type="dxa"/>
                          <w:right w:w="0" w:type="dxa"/>
                        </w:tcMar>
                      </w:tcPr>
                      <w:p w14:paraId="04A9F663" w14:textId="77777777" w:rsidR="00FE2FC0" w:rsidRPr="00A70974" w:rsidRDefault="00FE2FC0">
                        <w:pPr>
                          <w:pStyle w:val="13"/>
                          <w:rPr>
                            <w:color w:val="FF0000"/>
                          </w:rPr>
                        </w:pP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IF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=G6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="00A70974"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instrText>0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 0,""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IF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=G6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instrText>28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 &lt;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DocVariable MonthEnd12 \@ d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>31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begin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=G6+1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instrText>29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instrText xml:space="preserve"> "" 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separate"/>
                        </w:r>
                        <w:r w:rsidRPr="00A70974">
                          <w:rPr>
                            <w:noProof/>
                            <w:color w:val="FF0000"/>
                            <w:lang w:val="ja-JP" w:eastAsia="ja-JP" w:bidi="ja-JP"/>
                          </w:rPr>
                          <w:instrText>29</w:instrText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  <w:r w:rsidRPr="00A70974">
                          <w:rPr>
                            <w:color w:val="FF0000"/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075DE798" w14:textId="77777777" w:rsidR="00FE2FC0" w:rsidRDefault="00FE2FC0">
                        <w:pPr>
                          <w:pStyle w:val="13"/>
                        </w:pP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=A7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 w:rsidR="00A70974">
                          <w:rPr>
                            <w:noProof/>
                            <w:lang w:val="ja-JP" w:eastAsia="ja-JP" w:bidi="ja-JP"/>
                          </w:rPr>
                          <w:instrText>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 0,""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IF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=A7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>
                          <w:rPr>
                            <w:noProof/>
                            <w:lang w:val="ja-JP" w:eastAsia="ja-JP" w:bidi="ja-JP"/>
                          </w:rPr>
                          <w:instrText>29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&lt;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DocVariable MonthEnd12 \@ d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>
                          <w:rPr>
                            <w:lang w:val="ja-JP" w:eastAsia="ja-JP" w:bidi="ja-JP"/>
                          </w:rPr>
                          <w:instrText>31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begin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=A7+1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>
                          <w:rPr>
                            <w:noProof/>
                            <w:lang w:val="ja-JP" w:eastAsia="ja-JP" w:bidi="ja-JP"/>
                          </w:rPr>
                          <w:instrText>30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instrText xml:space="preserve"> "" 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separate"/>
                        </w:r>
                        <w:r>
                          <w:rPr>
                            <w:noProof/>
                            <w:lang w:val="ja-JP" w:eastAsia="ja-JP" w:bidi="ja-JP"/>
                          </w:rPr>
                          <w:instrText>30</w:instrText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  <w:r>
                          <w:rPr>
                            <w:lang w:val="ja-JP" w:eastAsia="ja-JP" w:bidi="ja-JP"/>
                          </w:rPr>
                          <w:fldChar w:fldCharType="end"/>
                        </w: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388A6B77" w14:textId="77777777" w:rsidR="00FE2FC0" w:rsidRDefault="00FE2FC0">
                        <w:pPr>
                          <w:pStyle w:val="13"/>
                        </w:pP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31498561" w14:textId="77777777" w:rsidR="00FE2FC0" w:rsidRDefault="00FE2FC0">
                        <w:pPr>
                          <w:pStyle w:val="13"/>
                        </w:pP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6C8EA936" w14:textId="77777777" w:rsidR="00FE2FC0" w:rsidRDefault="00FE2FC0">
                        <w:pPr>
                          <w:pStyle w:val="13"/>
                        </w:pPr>
                      </w:p>
                    </w:tc>
                    <w:tc>
                      <w:tcPr>
                        <w:tcW w:w="717" w:type="pct"/>
                        <w:tcMar>
                          <w:left w:w="0" w:type="dxa"/>
                          <w:right w:w="0" w:type="dxa"/>
                        </w:tcMar>
                      </w:tcPr>
                      <w:p w14:paraId="37FE67B1" w14:textId="77777777" w:rsidR="00FE2FC0" w:rsidRDefault="00FE2FC0">
                        <w:pPr>
                          <w:pStyle w:val="13"/>
                        </w:pPr>
                      </w:p>
                    </w:tc>
                    <w:tc>
                      <w:tcPr>
                        <w:tcW w:w="707" w:type="pct"/>
                        <w:tcMar>
                          <w:left w:w="0" w:type="dxa"/>
                          <w:right w:w="0" w:type="dxa"/>
                        </w:tcMar>
                      </w:tcPr>
                      <w:p w14:paraId="35DCBA82" w14:textId="77777777" w:rsidR="00FE2FC0" w:rsidRPr="00A70974" w:rsidRDefault="00FE2FC0">
                        <w:pPr>
                          <w:pStyle w:val="13"/>
                          <w:rPr>
                            <w:color w:val="0070C0"/>
                          </w:rPr>
                        </w:pPr>
                      </w:p>
                    </w:tc>
                  </w:tr>
                </w:tbl>
                <w:p w14:paraId="44F5CC6A" w14:textId="77777777" w:rsidR="00FE2FC0" w:rsidRDefault="00FE2FC0">
                  <w:pPr>
                    <w:spacing w:after="40"/>
                  </w:pPr>
                </w:p>
              </w:tc>
            </w:tr>
          </w:tbl>
          <w:p w14:paraId="0659BF0C" w14:textId="77777777" w:rsidR="00F93E3B" w:rsidRDefault="00F93E3B">
            <w:pPr>
              <w:rPr>
                <w:noProof/>
              </w:rPr>
            </w:pPr>
          </w:p>
        </w:tc>
      </w:tr>
    </w:tbl>
    <w:p w14:paraId="5471CCAC" w14:textId="77777777" w:rsidR="00F93E3B" w:rsidRDefault="00F93E3B">
      <w:pPr>
        <w:pStyle w:val="a5"/>
        <w:rPr>
          <w:noProof/>
        </w:rPr>
      </w:pPr>
    </w:p>
    <w:sectPr w:rsidR="00F93E3B" w:rsidSect="003D6EF6">
      <w:pgSz w:w="16838" w:h="11906" w:orient="landscape" w:code="9"/>
      <w:pgMar w:top="432" w:right="1498" w:bottom="432" w:left="1498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8AE7D5" w14:textId="77777777" w:rsidR="000D1E64" w:rsidRDefault="000D1E64">
      <w:pPr>
        <w:spacing w:after="0"/>
      </w:pPr>
      <w:r>
        <w:separator/>
      </w:r>
    </w:p>
  </w:endnote>
  <w:endnote w:type="continuationSeparator" w:id="0">
    <w:p w14:paraId="492908EF" w14:textId="77777777" w:rsidR="000D1E64" w:rsidRDefault="000D1E6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Euphemia">
    <w:altName w:val="Euphemia"/>
    <w:charset w:val="00"/>
    <w:family w:val="swiss"/>
    <w:pitch w:val="variable"/>
    <w:sig w:usb0="8000006F" w:usb1="0000004A" w:usb2="00002000" w:usb3="00000000" w:csb0="0000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2182DF" w14:textId="77777777" w:rsidR="000D1E64" w:rsidRDefault="000D1E64">
      <w:pPr>
        <w:spacing w:after="0"/>
      </w:pPr>
      <w:r>
        <w:separator/>
      </w:r>
    </w:p>
  </w:footnote>
  <w:footnote w:type="continuationSeparator" w:id="0">
    <w:p w14:paraId="28D0C03A" w14:textId="77777777" w:rsidR="000D1E64" w:rsidRDefault="000D1E64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attachedTemplate r:id="rId1"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MonthEnd1" w:val="2025/01/31"/>
    <w:docVar w:name="MonthEnd10" w:val="2025/10/31"/>
    <w:docVar w:name="MonthEnd11" w:val="2025/11/30"/>
    <w:docVar w:name="MonthEnd12" w:val="2025/12/31"/>
    <w:docVar w:name="MonthEnd2" w:val="2025/02/28"/>
    <w:docVar w:name="MonthEnd3" w:val="2025/03/31"/>
    <w:docVar w:name="MonthEnd4" w:val="2025/04/30"/>
    <w:docVar w:name="MonthEnd5" w:val="2025/05/31"/>
    <w:docVar w:name="MonthEnd6" w:val="2025/06/30"/>
    <w:docVar w:name="MonthEnd7" w:val="2025/07/31"/>
    <w:docVar w:name="MonthEnd8" w:val="2025/08/31"/>
    <w:docVar w:name="MonthEnd9" w:val="2025/09/30"/>
    <w:docVar w:name="Months" w:val="12"/>
    <w:docVar w:name="MonthStart1" w:val="2025/01/01"/>
    <w:docVar w:name="MonthStart10" w:val="2025/10/01"/>
    <w:docVar w:name="MonthStart11" w:val="2025/11/01"/>
    <w:docVar w:name="MonthStart12" w:val="2025/12/01"/>
    <w:docVar w:name="MonthStart2" w:val="2025/02/01"/>
    <w:docVar w:name="MonthStart3" w:val="2025/03/01"/>
    <w:docVar w:name="MonthStart4" w:val="2025/04/01"/>
    <w:docVar w:name="MonthStart5" w:val="2025/05/01"/>
    <w:docVar w:name="MonthStart6" w:val="2025/06/01"/>
    <w:docVar w:name="MonthStart7" w:val="2025/07/01"/>
    <w:docVar w:name="MonthStart8" w:val="2025/08/01"/>
    <w:docVar w:name="MonthStart9" w:val="2025/09/01"/>
    <w:docVar w:name="MonthStartLast" w:val="12/1/2012"/>
    <w:docVar w:name="WeekStart" w:val="Sunday"/>
  </w:docVars>
  <w:rsids>
    <w:rsidRoot w:val="00B17876"/>
    <w:rsid w:val="00055B0A"/>
    <w:rsid w:val="000D1E64"/>
    <w:rsid w:val="0010010A"/>
    <w:rsid w:val="001274F3"/>
    <w:rsid w:val="001502AD"/>
    <w:rsid w:val="001F3D0F"/>
    <w:rsid w:val="002229A0"/>
    <w:rsid w:val="00270439"/>
    <w:rsid w:val="00272BDC"/>
    <w:rsid w:val="00281524"/>
    <w:rsid w:val="003051CA"/>
    <w:rsid w:val="00306BAF"/>
    <w:rsid w:val="003327F5"/>
    <w:rsid w:val="003D6EF6"/>
    <w:rsid w:val="00545FAF"/>
    <w:rsid w:val="005E656F"/>
    <w:rsid w:val="006949B3"/>
    <w:rsid w:val="006C0896"/>
    <w:rsid w:val="006E32A2"/>
    <w:rsid w:val="007C0139"/>
    <w:rsid w:val="008B7D77"/>
    <w:rsid w:val="008F5933"/>
    <w:rsid w:val="009164BA"/>
    <w:rsid w:val="00947F42"/>
    <w:rsid w:val="00A14581"/>
    <w:rsid w:val="00A70974"/>
    <w:rsid w:val="00AA23D3"/>
    <w:rsid w:val="00AE36BB"/>
    <w:rsid w:val="00B17876"/>
    <w:rsid w:val="00CD0425"/>
    <w:rsid w:val="00D335EB"/>
    <w:rsid w:val="00DE32AC"/>
    <w:rsid w:val="00E77E1D"/>
    <w:rsid w:val="00F93E3B"/>
    <w:rsid w:val="00FE2FC0"/>
    <w:rsid w:val="00FF4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F595B0D"/>
  <w15:chartTrackingRefBased/>
  <w15:docId w15:val="{86063F3B-131B-4BBE-984B-A4C8F54D1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color w:val="262626" w:themeColor="text1" w:themeTint="D9"/>
        <w:sz w:val="18"/>
        <w:szCs w:val="18"/>
        <w:lang w:val="en-US" w:eastAsia="ja-JP" w:bidi="ar-SA"/>
      </w:rPr>
    </w:rPrDefault>
    <w:pPrDefault>
      <w:pPr>
        <w:spacing w:after="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iPriority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3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0"/>
    <w:lsdException w:name="Plain Table 2" w:uiPriority="41"/>
    <w:lsdException w:name="Plain Table 3" w:uiPriority="42"/>
    <w:lsdException w:name="Plain Table 4" w:uiPriority="43"/>
    <w:lsdException w:name="Plain Table 5" w:uiPriority="44"/>
    <w:lsdException w:name="Grid Table Light" w:uiPriority="45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7F42"/>
    <w:pPr>
      <w:spacing w:line="192" w:lineRule="auto"/>
    </w:pPr>
    <w:rPr>
      <w:rFonts w:ascii="Meiryo UI" w:eastAsia="Meiryo UI" w:hAnsi="Meiryo UI"/>
    </w:rPr>
  </w:style>
  <w:style w:type="paragraph" w:styleId="1">
    <w:name w:val="heading 1"/>
    <w:basedOn w:val="a"/>
    <w:next w:val="a"/>
    <w:link w:val="10"/>
    <w:uiPriority w:val="9"/>
    <w:qFormat/>
    <w:rsid w:val="00947F42"/>
    <w:pPr>
      <w:keepNext/>
      <w:outlineLvl w:val="0"/>
    </w:pPr>
    <w:rPr>
      <w:rFonts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47F42"/>
    <w:pPr>
      <w:keepNext/>
      <w:outlineLvl w:val="1"/>
    </w:pPr>
    <w:rPr>
      <w:rFonts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/>
    </w:pPr>
    <w:rPr>
      <w:color w:val="404040" w:themeColor="text1" w:themeTint="BF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Pr>
      <w:color w:val="808080"/>
    </w:rPr>
  </w:style>
  <w:style w:type="paragraph" w:styleId="a5">
    <w:name w:val="No Spacing"/>
    <w:uiPriority w:val="36"/>
    <w:qFormat/>
    <w:rsid w:val="00947F42"/>
    <w:pPr>
      <w:spacing w:after="0"/>
    </w:pPr>
    <w:rPr>
      <w:rFonts w:ascii="Meiryo UI" w:eastAsia="Meiryo UI" w:hAnsi="Meiryo UI"/>
      <w:color w:val="404040" w:themeColor="text1" w:themeTint="BF"/>
    </w:rPr>
  </w:style>
  <w:style w:type="paragraph" w:customStyle="1" w:styleId="a6">
    <w:name w:val="日"/>
    <w:basedOn w:val="a"/>
    <w:uiPriority w:val="3"/>
    <w:qFormat/>
    <w:rsid w:val="00947F42"/>
    <w:pPr>
      <w:spacing w:before="20" w:after="0"/>
      <w:jc w:val="center"/>
    </w:pPr>
    <w:rPr>
      <w:rFonts w:cstheme="majorBidi"/>
      <w:color w:val="157075" w:themeColor="accent1" w:themeShade="BF"/>
    </w:rPr>
  </w:style>
  <w:style w:type="paragraph" w:styleId="a7">
    <w:name w:val="header"/>
    <w:basedOn w:val="a"/>
    <w:link w:val="a8"/>
    <w:uiPriority w:val="99"/>
    <w:unhideWhenUsed/>
    <w:pPr>
      <w:spacing w:after="0"/>
    </w:pPr>
  </w:style>
  <w:style w:type="paragraph" w:styleId="a9">
    <w:name w:val="Balloon Text"/>
    <w:basedOn w:val="a"/>
    <w:link w:val="aa"/>
    <w:uiPriority w:val="99"/>
    <w:semiHidden/>
    <w:unhideWhenUsed/>
    <w:pPr>
      <w:spacing w:after="0"/>
    </w:pPr>
    <w:rPr>
      <w:rFonts w:ascii="Tahoma" w:hAnsi="Tahoma" w:cs="Tahoma"/>
      <w:sz w:val="16"/>
    </w:rPr>
  </w:style>
  <w:style w:type="character" w:customStyle="1" w:styleId="aa">
    <w:name w:val="吹き出し (文字)"/>
    <w:basedOn w:val="a0"/>
    <w:link w:val="a9"/>
    <w:uiPriority w:val="99"/>
    <w:semiHidden/>
    <w:rPr>
      <w:rFonts w:ascii="Tahoma" w:hAnsi="Tahoma" w:cs="Tahoma"/>
      <w:color w:val="404040" w:themeColor="text1" w:themeTint="BF"/>
      <w:sz w:val="16"/>
    </w:rPr>
  </w:style>
  <w:style w:type="paragraph" w:customStyle="1" w:styleId="ab">
    <w:name w:val="月"/>
    <w:basedOn w:val="ac"/>
    <w:uiPriority w:val="2"/>
    <w:qFormat/>
    <w:pPr>
      <w:spacing w:after="0"/>
      <w:ind w:left="115"/>
    </w:pPr>
    <w:rPr>
      <w:caps/>
      <w:color w:val="157075" w:themeColor="accent1" w:themeShade="BF"/>
    </w:rPr>
  </w:style>
  <w:style w:type="paragraph" w:customStyle="1" w:styleId="ad">
    <w:name w:val="年"/>
    <w:basedOn w:val="a"/>
    <w:uiPriority w:val="1"/>
    <w:qFormat/>
    <w:pPr>
      <w:spacing w:after="140"/>
      <w:jc w:val="right"/>
    </w:pPr>
    <w:rPr>
      <w:color w:val="157075" w:themeColor="accent1" w:themeShade="BF"/>
      <w:sz w:val="100"/>
    </w:rPr>
  </w:style>
  <w:style w:type="table" w:customStyle="1" w:styleId="ae">
    <w:name w:val="カレンダー テーブル"/>
    <w:basedOn w:val="a1"/>
    <w:uiPriority w:val="99"/>
    <w:pPr>
      <w:spacing w:after="0"/>
    </w:pPr>
    <w:tblPr>
      <w:tblCellMar>
        <w:left w:w="0" w:type="dxa"/>
        <w:right w:w="0" w:type="dxa"/>
      </w:tblCellMar>
    </w:tblPr>
  </w:style>
  <w:style w:type="character" w:customStyle="1" w:styleId="11">
    <w:name w:val="日付の文字 1"/>
    <w:basedOn w:val="a0"/>
    <w:uiPriority w:val="1"/>
    <w:semiHidden/>
  </w:style>
  <w:style w:type="character" w:customStyle="1" w:styleId="12">
    <w:name w:val="吹き出しの文字 1"/>
    <w:basedOn w:val="a0"/>
    <w:uiPriority w:val="99"/>
    <w:semiHidden/>
    <w:rPr>
      <w:rFonts w:ascii="Tahoma" w:hAnsi="Tahoma" w:cs="Tahoma"/>
      <w:sz w:val="16"/>
    </w:rPr>
  </w:style>
  <w:style w:type="character" w:customStyle="1" w:styleId="a8">
    <w:name w:val="ヘッダー (文字)"/>
    <w:basedOn w:val="a0"/>
    <w:link w:val="a7"/>
    <w:uiPriority w:val="99"/>
  </w:style>
  <w:style w:type="paragraph" w:styleId="af">
    <w:name w:val="footer"/>
    <w:basedOn w:val="a"/>
    <w:link w:val="af0"/>
    <w:uiPriority w:val="99"/>
    <w:unhideWhenUsed/>
    <w:pPr>
      <w:spacing w:after="0"/>
    </w:pPr>
  </w:style>
  <w:style w:type="character" w:customStyle="1" w:styleId="af0">
    <w:name w:val="フッター (文字)"/>
    <w:basedOn w:val="a0"/>
    <w:link w:val="af"/>
    <w:uiPriority w:val="99"/>
  </w:style>
  <w:style w:type="paragraph" w:customStyle="1" w:styleId="13">
    <w:name w:val="日付1"/>
    <w:basedOn w:val="a"/>
    <w:uiPriority w:val="4"/>
    <w:qFormat/>
    <w:pPr>
      <w:spacing w:after="40"/>
      <w:jc w:val="center"/>
    </w:pPr>
    <w:rPr>
      <w:rFonts w:cs="Times New Roman"/>
      <w:szCs w:val="22"/>
      <w:lang w:eastAsia="en-US"/>
    </w:rPr>
  </w:style>
  <w:style w:type="paragraph" w:styleId="ac">
    <w:name w:val="Date"/>
    <w:basedOn w:val="a"/>
    <w:next w:val="a"/>
    <w:link w:val="af1"/>
    <w:uiPriority w:val="1"/>
    <w:semiHidden/>
    <w:unhideWhenUsed/>
  </w:style>
  <w:style w:type="character" w:customStyle="1" w:styleId="af1">
    <w:name w:val="日付 (文字)"/>
    <w:basedOn w:val="a0"/>
    <w:link w:val="ac"/>
    <w:uiPriority w:val="1"/>
    <w:semiHidden/>
  </w:style>
  <w:style w:type="paragraph" w:customStyle="1" w:styleId="Months">
    <w:name w:val="Months"/>
    <w:basedOn w:val="ac"/>
    <w:uiPriority w:val="2"/>
    <w:qFormat/>
    <w:rsid w:val="006E32A2"/>
    <w:pPr>
      <w:spacing w:after="0"/>
      <w:ind w:left="115"/>
    </w:pPr>
    <w:rPr>
      <w:caps/>
      <w:color w:val="157075" w:themeColor="accent1" w:themeShade="BF"/>
    </w:rPr>
  </w:style>
  <w:style w:type="paragraph" w:customStyle="1" w:styleId="Days">
    <w:name w:val="Days"/>
    <w:basedOn w:val="a"/>
    <w:uiPriority w:val="3"/>
    <w:qFormat/>
    <w:rsid w:val="00947F42"/>
    <w:pPr>
      <w:spacing w:before="20" w:after="0"/>
      <w:jc w:val="center"/>
    </w:pPr>
    <w:rPr>
      <w:rFonts w:cstheme="majorBidi"/>
      <w:color w:val="157075" w:themeColor="accent1" w:themeShade="BF"/>
    </w:rPr>
  </w:style>
  <w:style w:type="paragraph" w:customStyle="1" w:styleId="Dates">
    <w:name w:val="Dates"/>
    <w:basedOn w:val="a"/>
    <w:uiPriority w:val="4"/>
    <w:qFormat/>
    <w:rsid w:val="00947F42"/>
    <w:pPr>
      <w:spacing w:after="40"/>
      <w:jc w:val="center"/>
    </w:pPr>
    <w:rPr>
      <w:rFonts w:cs="Times New Roman"/>
      <w:szCs w:val="22"/>
    </w:rPr>
  </w:style>
  <w:style w:type="table" w:customStyle="1" w:styleId="CalendarTable">
    <w:name w:val="Calendar Table"/>
    <w:basedOn w:val="a1"/>
    <w:uiPriority w:val="99"/>
    <w:rsid w:val="006E32A2"/>
    <w:pPr>
      <w:spacing w:after="0"/>
    </w:pPr>
    <w:tblPr>
      <w:tblCellMar>
        <w:left w:w="0" w:type="dxa"/>
        <w:right w:w="0" w:type="dxa"/>
      </w:tblCellMar>
    </w:tblPr>
  </w:style>
  <w:style w:type="character" w:customStyle="1" w:styleId="10">
    <w:name w:val="見出し 1 (文字)"/>
    <w:basedOn w:val="a0"/>
    <w:link w:val="1"/>
    <w:uiPriority w:val="9"/>
    <w:rsid w:val="00947F42"/>
    <w:rPr>
      <w:rFonts w:ascii="Meiryo UI" w:eastAsia="Meiryo UI" w:hAnsi="Meiryo UI" w:cstheme="majorBidi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rsid w:val="00947F42"/>
    <w:rPr>
      <w:rFonts w:ascii="Meiryo UI" w:eastAsia="Meiryo UI" w:hAnsi="Meiryo U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-act\Documents\Office%20&#12398;&#12459;&#12473;&#12479;&#12512;%20&#12486;&#12531;&#12503;&#12524;&#12540;&#12488;\2025&#12459;&#12524;&#12531;&#12480;&#12540;.dotx" TargetMode="External"/></Relationships>
</file>

<file path=word/theme/theme1.xml><?xml version="1.0" encoding="utf-8"?>
<a:theme xmlns:a="http://schemas.openxmlformats.org/drawingml/2006/main" name="Office Theme">
  <a:themeElements>
    <a:clrScheme name="Calendar">
      <a:dk1>
        <a:sysClr val="windowText" lastClr="000000"/>
      </a:dk1>
      <a:lt1>
        <a:sysClr val="window" lastClr="FFFFFF"/>
      </a:lt1>
      <a:dk2>
        <a:srgbClr val="1F2123"/>
      </a:dk2>
      <a:lt2>
        <a:srgbClr val="F0F0F0"/>
      </a:lt2>
      <a:accent1>
        <a:srgbClr val="1D979D"/>
      </a:accent1>
      <a:accent2>
        <a:srgbClr val="F28021"/>
      </a:accent2>
      <a:accent3>
        <a:srgbClr val="5D9D42"/>
      </a:accent3>
      <a:accent4>
        <a:srgbClr val="E5C335"/>
      </a:accent4>
      <a:accent5>
        <a:srgbClr val="427EBD"/>
      </a:accent5>
      <a:accent6>
        <a:srgbClr val="D25A79"/>
      </a:accent6>
      <a:hlink>
        <a:srgbClr val="427EBD"/>
      </a:hlink>
      <a:folHlink>
        <a:srgbClr val="5F5A95"/>
      </a:folHlink>
    </a:clrScheme>
    <a:fontScheme name="Calendar">
      <a:majorFont>
        <a:latin typeface="Euphemia"/>
        <a:ea typeface=""/>
        <a:cs typeface=""/>
      </a:majorFont>
      <a:minorFont>
        <a:latin typeface="Euphemi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57000"/>
                <a:satMod val="101000"/>
              </a:schemeClr>
            </a:gs>
            <a:gs pos="50000">
              <a:schemeClr val="phClr">
                <a:lumMod val="137000"/>
                <a:satMod val="103000"/>
              </a:schemeClr>
            </a:gs>
            <a:gs pos="100000">
              <a:schemeClr val="phClr">
                <a:lumMod val="115000"/>
                <a:satMod val="109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18000"/>
              </a:schemeClr>
            </a:gs>
            <a:gs pos="50000">
              <a:schemeClr val="phClr">
                <a:satMod val="89000"/>
                <a:lumMod val="91000"/>
              </a:schemeClr>
            </a:gs>
            <a:gs pos="100000">
              <a:schemeClr val="phClr">
                <a:lumMod val="69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atMod val="100000"/>
                <a:shade val="0"/>
              </a:schemeClr>
            </a:gs>
            <a:gs pos="0">
              <a:scrgbClr r="0" g="0" b="0"/>
            </a:gs>
            <a:gs pos="100000">
              <a:schemeClr val="phClr">
                <a:shade val="100000"/>
                <a:sat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71af3243-3dd4-4a8d-8c0d-dd76da1f02a5">Not started</Status>
    <MediaServiceKeyPoints xmlns="71af3243-3dd4-4a8d-8c0d-dd76da1f02a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2" ma:contentTypeDescription="Create a new document." ma:contentTypeScope="" ma:versionID="426e97fa315356fffbdcd9876fe988c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14b8f0def80e6d70ce3def20c90759ae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Status" ma:index="19" nillable="true" ma:displayName="Status" ma:default="Not started" ma:format="Dropdown" ma:internalName="Status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5BE0F47-357E-46CB-B795-041B2252B2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D93ABA-B7DE-4472-B51D-463F48D6F9BE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3.xml><?xml version="1.0" encoding="utf-8"?>
<ds:datastoreItem xmlns:ds="http://schemas.openxmlformats.org/officeDocument/2006/customXml" ds:itemID="{73F784D0-CD93-48D4-ABB4-189B2041A5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2025カレンダー</Template>
  <TotalTime>1</TotalTime>
  <Pages>1</Pages>
  <Words>3266</Words>
  <Characters>18620</Characters>
  <Application>Microsoft Office Word</Application>
  <DocSecurity>0</DocSecurity>
  <Lines>155</Lines>
  <Paragraphs>43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技術評論社</dc:creator>
  <cp:keywords/>
  <cp:lastModifiedBy>評論社 技術</cp:lastModifiedBy>
  <cp:revision>1</cp:revision>
  <dcterms:created xsi:type="dcterms:W3CDTF">2025-03-04T07:51:00Z</dcterms:created>
  <dcterms:modified xsi:type="dcterms:W3CDTF">2025-03-04T07:52:00Z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