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523ECF" w14:textId="77777777" w:rsidR="00721B5D" w:rsidRDefault="000020A0"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407669" wp14:editId="3D0B885D">
                <wp:simplePos x="0" y="0"/>
                <wp:positionH relativeFrom="column">
                  <wp:posOffset>863600</wp:posOffset>
                </wp:positionH>
                <wp:positionV relativeFrom="paragraph">
                  <wp:posOffset>648335</wp:posOffset>
                </wp:positionV>
                <wp:extent cx="1151255" cy="3481070"/>
                <wp:effectExtent l="0" t="0" r="10795" b="5080"/>
                <wp:wrapNone/>
                <wp:docPr id="12" name="テキスト ボックス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255" cy="3481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26"/>
                            </w:tblGrid>
                            <w:tr w:rsidR="000020A0" w14:paraId="6C1293E0" w14:textId="77777777" w:rsidTr="000020A0">
                              <w:trPr>
                                <w:cantSplit/>
                                <w:trHeight w:val="4305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bookmarkStart w:id="0" w:name="rcvName"/>
                                <w:p w14:paraId="64E08D97" w14:textId="42106D4C" w:rsidR="000020A0" w:rsidRDefault="000020A0" w:rsidP="000020A0">
                                  <w:pPr>
                                    <w:pStyle w:val="R0"/>
                                  </w:pPr>
                                  <w:r w:rsidRPr="000020A0">
                                    <w:rPr>
                                      <w:sz w:val="34"/>
                                    </w:rPr>
                                    <w:fldChar w:fldCharType="begin"/>
                                  </w:r>
                                  <w:r w:rsidRPr="000020A0">
                                    <w:rPr>
                                      <w:sz w:val="34"/>
                                    </w:rPr>
                                    <w:instrText xml:space="preserve"> MERGEFIELD 役職 \m </w:instrText>
                                  </w:r>
                                  <w:r w:rsidRPr="000020A0">
                                    <w:rPr>
                                      <w:sz w:val="34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F84171">
                                    <w:rPr>
                                      <w:rFonts w:hint="eastAsia"/>
                                      <w:noProof/>
                                    </w:rPr>
                                    <w:t>浅田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F84171">
                                    <w:rPr>
                                      <w:rFonts w:hint="eastAsia"/>
                                      <w:noProof/>
                                    </w:rPr>
                                    <w:t>一郎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15A4BDD0" w14:textId="77777777" w:rsidR="000020A0" w:rsidRDefault="000020A0">
                                  <w:pPr>
                                    <w:pStyle w:val="R0"/>
                                    <w:jc w:val="right"/>
                                  </w:pPr>
                                  <w:bookmarkStart w:id="1" w:name="rcvOptName"/>
                                  <w:bookmarkEnd w:id="0"/>
                                  <w:bookmarkEnd w:id="1"/>
                                </w:p>
                              </w:tc>
                            </w:tr>
                            <w:tr w:rsidR="000020A0" w14:paraId="1FBC1974" w14:textId="77777777" w:rsidTr="000020A0">
                              <w:trPr>
                                <w:cantSplit/>
                                <w:trHeight w:val="1223"/>
                              </w:trPr>
                              <w:tc>
                                <w:tcPr>
                                  <w:tcW w:w="1426" w:type="dxa"/>
                                  <w:textDirection w:val="tbRlV"/>
                                </w:tcPr>
                                <w:p w14:paraId="1FBFE4E0" w14:textId="77777777" w:rsidR="000020A0" w:rsidRDefault="000020A0">
                                  <w:pPr>
                                    <w:pStyle w:val="R0"/>
                                    <w:jc w:val="center"/>
                                  </w:pPr>
                                  <w:bookmarkStart w:id="2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2"/>
                                </w:p>
                              </w:tc>
                            </w:tr>
                          </w:tbl>
                          <w:p w14:paraId="0E2933D6" w14:textId="77777777" w:rsidR="000020A0" w:rsidRDefault="000020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40766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6" o:spid="_x0000_s1026" type="#_x0000_t202" style="position:absolute;left:0;text-align:left;margin-left:68pt;margin-top:51.05pt;width:90.65pt;height:274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26"/>
                      </w:tblGrid>
                      <w:tr w:rsidR="000020A0" w14:paraId="6C1293E0" w14:textId="77777777" w:rsidTr="000020A0">
                        <w:trPr>
                          <w:cantSplit/>
                          <w:trHeight w:val="4305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bookmarkStart w:id="3" w:name="rcvName"/>
                          <w:p w14:paraId="64E08D97" w14:textId="42106D4C" w:rsidR="000020A0" w:rsidRDefault="000020A0" w:rsidP="000020A0">
                            <w:pPr>
                              <w:pStyle w:val="R0"/>
                            </w:pPr>
                            <w:r w:rsidRPr="000020A0">
                              <w:rPr>
                                <w:sz w:val="34"/>
                              </w:rPr>
                              <w:fldChar w:fldCharType="begin"/>
                            </w:r>
                            <w:r w:rsidRPr="000020A0">
                              <w:rPr>
                                <w:sz w:val="34"/>
                              </w:rPr>
                              <w:instrText xml:space="preserve"> MERGEFIELD 役職 \m </w:instrText>
                            </w:r>
                            <w:r w:rsidRPr="000020A0">
                              <w:rPr>
                                <w:sz w:val="34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F84171">
                              <w:rPr>
                                <w:rFonts w:hint="eastAsia"/>
                                <w:noProof/>
                              </w:rPr>
                              <w:t>浅田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F84171">
                              <w:rPr>
                                <w:rFonts w:hint="eastAsia"/>
                                <w:noProof/>
                              </w:rPr>
                              <w:t>一郎</w:t>
                            </w:r>
                            <w:r>
                              <w:fldChar w:fldCharType="end"/>
                            </w:r>
                          </w:p>
                          <w:p w14:paraId="15A4BDD0" w14:textId="77777777" w:rsidR="000020A0" w:rsidRDefault="000020A0">
                            <w:pPr>
                              <w:pStyle w:val="R0"/>
                              <w:jc w:val="right"/>
                            </w:pPr>
                            <w:bookmarkStart w:id="4" w:name="rcvOptName"/>
                            <w:bookmarkEnd w:id="3"/>
                            <w:bookmarkEnd w:id="4"/>
                          </w:p>
                        </w:tc>
                      </w:tr>
                      <w:tr w:rsidR="000020A0" w14:paraId="1FBC1974" w14:textId="77777777" w:rsidTr="000020A0">
                        <w:trPr>
                          <w:cantSplit/>
                          <w:trHeight w:val="1223"/>
                        </w:trPr>
                        <w:tc>
                          <w:tcPr>
                            <w:tcW w:w="1426" w:type="dxa"/>
                            <w:textDirection w:val="tbRlV"/>
                          </w:tcPr>
                          <w:p w14:paraId="1FBFE4E0" w14:textId="77777777" w:rsidR="000020A0" w:rsidRDefault="000020A0">
                            <w:pPr>
                              <w:pStyle w:val="R0"/>
                              <w:jc w:val="center"/>
                            </w:pPr>
                            <w:bookmarkStart w:id="5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5"/>
                          </w:p>
                        </w:tc>
                      </w:tr>
                    </w:tbl>
                    <w:p w14:paraId="0E2933D6" w14:textId="77777777" w:rsidR="000020A0" w:rsidRDefault="000020A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7B390A" wp14:editId="58482BFE">
                <wp:simplePos x="0" y="0"/>
                <wp:positionH relativeFrom="column">
                  <wp:posOffset>2421890</wp:posOffset>
                </wp:positionH>
                <wp:positionV relativeFrom="paragraph">
                  <wp:posOffset>648335</wp:posOffset>
                </wp:positionV>
                <wp:extent cx="668020" cy="3347720"/>
                <wp:effectExtent l="0" t="0" r="17780" b="5080"/>
                <wp:wrapNone/>
                <wp:docPr id="11" name="テキスト ボックス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0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51"/>
                            </w:tblGrid>
                            <w:tr w:rsidR="000020A0" w14:paraId="621D2613" w14:textId="77777777" w:rsidTr="000020A0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851" w:type="dxa"/>
                                  <w:textDirection w:val="tbRlV"/>
                                </w:tcPr>
                                <w:bookmarkStart w:id="6" w:name="rcvAddress" w:colFirst="0" w:colLast="0"/>
                                <w:p w14:paraId="3654897B" w14:textId="5BCF28AD" w:rsidR="000020A0" w:rsidRDefault="000020A0" w:rsidP="000020A0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\v \m </w:instrText>
                                  </w:r>
                                  <w:r>
                                    <w:fldChar w:fldCharType="separate"/>
                                  </w:r>
                                  <w:r w:rsidR="00F84171">
                                    <w:rPr>
                                      <w:rFonts w:hint="eastAsia"/>
                                      <w:noProof/>
                                    </w:rPr>
                                    <w:t>東京都千代田区北町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642B09A0" w14:textId="19567606" w:rsidR="000020A0" w:rsidRDefault="000020A0" w:rsidP="000020A0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\v \m </w:instrText>
                                  </w:r>
                                  <w:r>
                                    <w:fldChar w:fldCharType="separate"/>
                                  </w:r>
                                  <w:r w:rsidR="00F84171">
                                    <w:rPr>
                                      <w:rFonts w:hint="eastAsia"/>
                                      <w:noProof/>
                                    </w:rPr>
                                    <w:t>一-一-×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6"/>
                          </w:tbl>
                          <w:p w14:paraId="134A96C6" w14:textId="77777777" w:rsidR="000020A0" w:rsidRDefault="000020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B390A" id="テキスト ボックス 55" o:spid="_x0000_s1027" type="#_x0000_t202" style="position:absolute;left:0;text-align:left;margin-left:190.7pt;margin-top:51.05pt;width:52.6pt;height:26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51"/>
                      </w:tblGrid>
                      <w:tr w:rsidR="000020A0" w14:paraId="621D2613" w14:textId="77777777" w:rsidTr="000020A0">
                        <w:trPr>
                          <w:cantSplit/>
                          <w:trHeight w:val="5240"/>
                        </w:trPr>
                        <w:tc>
                          <w:tcPr>
                            <w:tcW w:w="851" w:type="dxa"/>
                            <w:textDirection w:val="tbRlV"/>
                          </w:tcPr>
                          <w:bookmarkStart w:id="7" w:name="rcvAddress" w:colFirst="0" w:colLast="0"/>
                          <w:p w14:paraId="3654897B" w14:textId="5BCF28AD" w:rsidR="000020A0" w:rsidRDefault="000020A0" w:rsidP="000020A0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\v \m </w:instrText>
                            </w:r>
                            <w:r>
                              <w:fldChar w:fldCharType="separate"/>
                            </w:r>
                            <w:r w:rsidR="00F84171">
                              <w:rPr>
                                <w:rFonts w:hint="eastAsia"/>
                                <w:noProof/>
                              </w:rPr>
                              <w:t>東京都千代田区北町</w:t>
                            </w:r>
                            <w:r>
                              <w:fldChar w:fldCharType="end"/>
                            </w:r>
                          </w:p>
                          <w:p w14:paraId="642B09A0" w14:textId="19567606" w:rsidR="000020A0" w:rsidRDefault="000020A0" w:rsidP="000020A0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\v \m </w:instrText>
                            </w:r>
                            <w:r>
                              <w:fldChar w:fldCharType="separate"/>
                            </w:r>
                            <w:r w:rsidR="00F84171">
                              <w:rPr>
                                <w:rFonts w:hint="eastAsia"/>
                                <w:noProof/>
                              </w:rPr>
                              <w:t>一-一-×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7"/>
                    </w:tbl>
                    <w:p w14:paraId="134A96C6" w14:textId="77777777" w:rsidR="000020A0" w:rsidRDefault="000020A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CC96BF" wp14:editId="3AC017AC">
                <wp:simplePos x="0" y="0"/>
                <wp:positionH relativeFrom="column">
                  <wp:posOffset>-177800</wp:posOffset>
                </wp:positionH>
                <wp:positionV relativeFrom="paragraph">
                  <wp:posOffset>1871980</wp:posOffset>
                </wp:positionV>
                <wp:extent cx="1109980" cy="2120900"/>
                <wp:effectExtent l="0" t="0" r="13970" b="12700"/>
                <wp:wrapNone/>
                <wp:docPr id="10" name="テキスト ボック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2120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0020A0" w14:paraId="3B3EA836" w14:textId="77777777" w:rsidTr="000020A0">
                              <w:trPr>
                                <w:cantSplit/>
                                <w:trHeight w:val="3341"/>
                              </w:trPr>
                              <w:tc>
                                <w:tcPr>
                                  <w:tcW w:w="1361" w:type="dxa"/>
                                  <w:textDirection w:val="tbRlV"/>
                                </w:tcPr>
                                <w:p w14:paraId="64FF83E8" w14:textId="77777777" w:rsidR="000020A0" w:rsidRDefault="000020A0" w:rsidP="000020A0">
                                  <w:pPr>
                                    <w:pStyle w:val="S1"/>
                                  </w:pPr>
                                  <w:bookmarkStart w:id="8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東京都千代田区本町</w:t>
                                  </w:r>
                                </w:p>
                                <w:p w14:paraId="39744AED" w14:textId="77777777" w:rsidR="000020A0" w:rsidRDefault="000020A0" w:rsidP="000020A0">
                                  <w:pPr>
                                    <w:pStyle w:val="S2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一-一-＊</w:t>
                                  </w:r>
                                </w:p>
                                <w:p w14:paraId="3D6B324D" w14:textId="77777777" w:rsidR="000020A0" w:rsidRDefault="000020A0" w:rsidP="000020A0">
                                  <w:pPr>
                                    <w:pStyle w:val="S0"/>
                                  </w:pPr>
                                  <w:r w:rsidRPr="000020A0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斎藤　正樹</w:t>
                                  </w:r>
                                </w:p>
                                <w:p w14:paraId="54758365" w14:textId="77777777" w:rsidR="000020A0" w:rsidRDefault="000020A0" w:rsidP="000020A0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8"/>
                          </w:tbl>
                          <w:p w14:paraId="6DC7F662" w14:textId="77777777" w:rsidR="000020A0" w:rsidRDefault="000020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CC96BF" id="テキスト ボックス 57" o:spid="_x0000_s1028" type="#_x0000_t202" style="position:absolute;left:0;text-align:left;margin-left:-14pt;margin-top:147.4pt;width:87.4pt;height:16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0020A0" w14:paraId="3B3EA836" w14:textId="77777777" w:rsidTr="000020A0">
                        <w:trPr>
                          <w:cantSplit/>
                          <w:trHeight w:val="3341"/>
                        </w:trPr>
                        <w:tc>
                          <w:tcPr>
                            <w:tcW w:w="1361" w:type="dxa"/>
                            <w:textDirection w:val="tbRlV"/>
                          </w:tcPr>
                          <w:p w14:paraId="64FF83E8" w14:textId="77777777" w:rsidR="000020A0" w:rsidRDefault="000020A0" w:rsidP="000020A0">
                            <w:pPr>
                              <w:pStyle w:val="S1"/>
                            </w:pPr>
                            <w:bookmarkStart w:id="9" w:name="sndAddress" w:colFirst="0" w:colLast="0"/>
                            <w:r>
                              <w:rPr>
                                <w:rFonts w:hint="eastAsia"/>
                              </w:rPr>
                              <w:t>東京都千代田区本町</w:t>
                            </w:r>
                          </w:p>
                          <w:p w14:paraId="39744AED" w14:textId="77777777" w:rsidR="000020A0" w:rsidRDefault="000020A0" w:rsidP="000020A0">
                            <w:pPr>
                              <w:pStyle w:val="S2"/>
                            </w:pPr>
                            <w:r>
                              <w:rPr>
                                <w:rFonts w:hint="eastAsia"/>
                              </w:rPr>
                              <w:t>一-一-＊</w:t>
                            </w:r>
                          </w:p>
                          <w:p w14:paraId="3D6B324D" w14:textId="77777777" w:rsidR="000020A0" w:rsidRDefault="000020A0" w:rsidP="000020A0">
                            <w:pPr>
                              <w:pStyle w:val="S0"/>
                            </w:pPr>
                            <w:r w:rsidRPr="000020A0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斎藤　正樹</w:t>
                            </w:r>
                          </w:p>
                          <w:p w14:paraId="54758365" w14:textId="77777777" w:rsidR="000020A0" w:rsidRDefault="000020A0" w:rsidP="000020A0">
                            <w:pPr>
                              <w:pStyle w:val="S3"/>
                            </w:pPr>
                          </w:p>
                        </w:tc>
                      </w:tr>
                      <w:bookmarkEnd w:id="9"/>
                    </w:tbl>
                    <w:p w14:paraId="6DC7F662" w14:textId="77777777" w:rsidR="000020A0" w:rsidRDefault="000020A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58E5BE" wp14:editId="4B729612">
                <wp:simplePos x="0" y="0"/>
                <wp:positionH relativeFrom="column">
                  <wp:posOffset>-167005</wp:posOffset>
                </wp:positionH>
                <wp:positionV relativeFrom="paragraph">
                  <wp:posOffset>1699260</wp:posOffset>
                </wp:positionV>
                <wp:extent cx="1109980" cy="187325"/>
                <wp:effectExtent l="0" t="0" r="13970" b="3175"/>
                <wp:wrapNone/>
                <wp:docPr id="9" name="テキスト ボックス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998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61"/>
                            </w:tblGrid>
                            <w:tr w:rsidR="000020A0" w14:paraId="46318A71" w14:textId="77777777" w:rsidTr="000020A0">
                              <w:trPr>
                                <w:cantSplit/>
                                <w:trHeight w:val="282"/>
                              </w:trPr>
                              <w:tc>
                                <w:tcPr>
                                  <w:tcW w:w="1361" w:type="dxa"/>
                                </w:tcPr>
                                <w:p w14:paraId="6906D54B" w14:textId="77777777" w:rsidR="000020A0" w:rsidRPr="000020A0" w:rsidRDefault="000020A0" w:rsidP="000020A0">
                                  <w:pPr>
                                    <w:pStyle w:val="SC"/>
                                    <w:rPr>
                                      <w:rFonts w:ascii="OCRB"/>
                                    </w:rPr>
                                  </w:pPr>
                                  <w:bookmarkStart w:id="10" w:name="sndZipC" w:colFirst="0" w:colLast="0"/>
                                  <w:r w:rsidRPr="000020A0">
                                    <w:rPr>
                                      <w:rFonts w:ascii="OCRB"/>
                                    </w:rPr>
                                    <w:t>000-0000</w:t>
                                  </w:r>
                                </w:p>
                              </w:tc>
                            </w:tr>
                            <w:bookmarkEnd w:id="10"/>
                          </w:tbl>
                          <w:p w14:paraId="7598F5FA" w14:textId="77777777" w:rsidR="000020A0" w:rsidRDefault="000020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58E5BE" id="テキスト ボックス 59" o:spid="_x0000_s1029" type="#_x0000_t202" style="position:absolute;left:0;text-align:left;margin-left:-13.15pt;margin-top:133.8pt;width:87.4pt;height:1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61"/>
                      </w:tblGrid>
                      <w:tr w:rsidR="000020A0" w14:paraId="46318A71" w14:textId="77777777" w:rsidTr="000020A0">
                        <w:trPr>
                          <w:cantSplit/>
                          <w:trHeight w:val="282"/>
                        </w:trPr>
                        <w:tc>
                          <w:tcPr>
                            <w:tcW w:w="1361" w:type="dxa"/>
                          </w:tcPr>
                          <w:p w14:paraId="6906D54B" w14:textId="77777777" w:rsidR="000020A0" w:rsidRPr="000020A0" w:rsidRDefault="000020A0" w:rsidP="000020A0">
                            <w:pPr>
                              <w:pStyle w:val="SC"/>
                              <w:rPr>
                                <w:rFonts w:ascii="OCRB"/>
                              </w:rPr>
                            </w:pPr>
                            <w:bookmarkStart w:id="11" w:name="sndZipC" w:colFirst="0" w:colLast="0"/>
                            <w:r w:rsidRPr="000020A0">
                              <w:rPr>
                                <w:rFonts w:ascii="OCRB"/>
                              </w:rPr>
                              <w:t>000-0000</w:t>
                            </w:r>
                          </w:p>
                        </w:tc>
                      </w:tr>
                      <w:bookmarkEnd w:id="11"/>
                    </w:tbl>
                    <w:p w14:paraId="7598F5FA" w14:textId="77777777" w:rsidR="000020A0" w:rsidRDefault="000020A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5F407AF" wp14:editId="7DD78190">
                <wp:simplePos x="0" y="0"/>
                <wp:positionH relativeFrom="column">
                  <wp:posOffset>1924685</wp:posOffset>
                </wp:positionH>
                <wp:positionV relativeFrom="paragraph">
                  <wp:posOffset>648335</wp:posOffset>
                </wp:positionV>
                <wp:extent cx="579120" cy="3347720"/>
                <wp:effectExtent l="0" t="0" r="11430" b="5080"/>
                <wp:wrapNone/>
                <wp:docPr id="8" name="テキスト ボックス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9120" cy="334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904"/>
                            </w:tblGrid>
                            <w:tr w:rsidR="000020A0" w14:paraId="08B7253C" w14:textId="77777777" w:rsidTr="000020A0">
                              <w:trPr>
                                <w:cantSplit/>
                                <w:trHeight w:val="5240"/>
                              </w:trPr>
                              <w:tc>
                                <w:tcPr>
                                  <w:tcW w:w="667" w:type="dxa"/>
                                  <w:textDirection w:val="tbRlV"/>
                                  <w:vAlign w:val="bottom"/>
                                </w:tcPr>
                                <w:bookmarkStart w:id="12" w:name="rcvOffice" w:colFirst="0" w:colLast="0"/>
                                <w:p w14:paraId="052085DD" w14:textId="39FAE09D" w:rsidR="000020A0" w:rsidRDefault="000020A0" w:rsidP="000020A0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4BBC0FCE" w14:textId="3BD99938" w:rsidR="000020A0" w:rsidRDefault="000020A0" w:rsidP="000020A0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2"/>
                          </w:tbl>
                          <w:p w14:paraId="751C28A3" w14:textId="77777777" w:rsidR="000020A0" w:rsidRDefault="000020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407AF" id="テキスト ボックス 58" o:spid="_x0000_s1030" type="#_x0000_t202" style="position:absolute;left:0;text-align:left;margin-left:151.55pt;margin-top:51.05pt;width:45.6pt;height:26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904"/>
                      </w:tblGrid>
                      <w:tr w:rsidR="000020A0" w14:paraId="08B7253C" w14:textId="77777777" w:rsidTr="000020A0">
                        <w:trPr>
                          <w:cantSplit/>
                          <w:trHeight w:val="5240"/>
                        </w:trPr>
                        <w:tc>
                          <w:tcPr>
                            <w:tcW w:w="667" w:type="dxa"/>
                            <w:textDirection w:val="tbRlV"/>
                            <w:vAlign w:val="bottom"/>
                          </w:tcPr>
                          <w:bookmarkStart w:id="13" w:name="rcvOffice" w:colFirst="0" w:colLast="0"/>
                          <w:p w14:paraId="052085DD" w14:textId="39FAE09D" w:rsidR="000020A0" w:rsidRDefault="000020A0" w:rsidP="000020A0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end"/>
                            </w:r>
                          </w:p>
                          <w:p w14:paraId="4BBC0FCE" w14:textId="3BD99938" w:rsidR="000020A0" w:rsidRDefault="000020A0" w:rsidP="000020A0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3"/>
                    </w:tbl>
                    <w:p w14:paraId="751C28A3" w14:textId="77777777" w:rsidR="000020A0" w:rsidRDefault="000020A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26BF8" wp14:editId="3F44F045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7" name="テキスト ボックス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0020A0" w14:paraId="2B84601A" w14:textId="77777777" w:rsidTr="000020A0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4" w:name="rcvZipA" w:colFirst="0" w:colLast="0"/>
                                <w:bookmarkStart w:id="15" w:name="rcvZipB" w:colFirst="1" w:colLast="1"/>
                                <w:p w14:paraId="1BD44C9E" w14:textId="4B49E145" w:rsidR="000020A0" w:rsidRPr="000020A0" w:rsidRDefault="000020A0" w:rsidP="000020A0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0020A0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020A0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020A0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020A0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020A0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F84171">
                                    <w:rPr>
                                      <w:rFonts w:ascii="OCRB"/>
                                      <w:noProof/>
                                    </w:rPr>
                                    <w:t>111-××××</w:t>
                                  </w:r>
                                  <w:r w:rsidRPr="000020A0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3A8C1813" w14:textId="49CD362F" w:rsidR="000020A0" w:rsidRPr="000020A0" w:rsidRDefault="000020A0" w:rsidP="000020A0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0020A0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0020A0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0020A0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0020A0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0020A0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F84171">
                                    <w:rPr>
                                      <w:rFonts w:ascii="OCRB"/>
                                      <w:noProof/>
                                    </w:rPr>
                                    <w:t>111-××××</w:t>
                                  </w:r>
                                  <w:r w:rsidRPr="000020A0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4"/>
                            <w:bookmarkEnd w:id="15"/>
                          </w:tbl>
                          <w:p w14:paraId="10679F10" w14:textId="77777777" w:rsidR="000020A0" w:rsidRDefault="000020A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26BF8" id="テキスト ボックス 53" o:spid="_x0000_s1031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0020A0" w14:paraId="2B84601A" w14:textId="77777777" w:rsidTr="000020A0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6" w:name="rcvZipA" w:colFirst="0" w:colLast="0"/>
                          <w:bookmarkStart w:id="17" w:name="rcvZipB" w:colFirst="1" w:colLast="1"/>
                          <w:p w14:paraId="1BD44C9E" w14:textId="4B49E145" w:rsidR="000020A0" w:rsidRPr="000020A0" w:rsidRDefault="000020A0" w:rsidP="000020A0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0020A0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020A0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020A0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020A0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020A0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F84171">
                              <w:rPr>
                                <w:rFonts w:ascii="OCRB"/>
                                <w:noProof/>
                              </w:rPr>
                              <w:t>111-××××</w:t>
                            </w:r>
                            <w:r w:rsidRPr="000020A0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3A8C1813" w14:textId="49CD362F" w:rsidR="000020A0" w:rsidRPr="000020A0" w:rsidRDefault="000020A0" w:rsidP="000020A0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0020A0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0020A0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0020A0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0020A0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0020A0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F84171">
                              <w:rPr>
                                <w:rFonts w:ascii="OCRB"/>
                                <w:noProof/>
                              </w:rPr>
                              <w:t>111-××××</w:t>
                            </w:r>
                            <w:r w:rsidRPr="000020A0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6"/>
                      <w:bookmarkEnd w:id="17"/>
                    </w:tbl>
                    <w:p w14:paraId="10679F10" w14:textId="77777777" w:rsidR="000020A0" w:rsidRDefault="000020A0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2C2657A" wp14:editId="06BBCE11">
                <wp:simplePos x="0" y="0"/>
                <wp:positionH relativeFrom="column">
                  <wp:posOffset>-213995</wp:posOffset>
                </wp:positionH>
                <wp:positionV relativeFrom="paragraph">
                  <wp:posOffset>4018280</wp:posOffset>
                </wp:positionV>
                <wp:extent cx="1263650" cy="325755"/>
                <wp:effectExtent l="0" t="0" r="0" b="17145"/>
                <wp:wrapNone/>
                <wp:docPr id="5" name="テキスト ボック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00"/>
                              <w:gridCol w:w="820"/>
                            </w:tblGrid>
                            <w:tr w:rsidR="000020A0" w14:paraId="07C6F1EF" w14:textId="77777777" w:rsidTr="000020A0">
                              <w:trPr>
                                <w:trHeight w:val="479"/>
                              </w:trPr>
                              <w:tc>
                                <w:tcPr>
                                  <w:tcW w:w="600" w:type="dxa"/>
                                </w:tcPr>
                                <w:p w14:paraId="316D4485" w14:textId="77777777" w:rsidR="000020A0" w:rsidRPr="000020A0" w:rsidRDefault="000020A0">
                                  <w:pPr>
                                    <w:pStyle w:val="SA"/>
                                    <w:rPr>
                                      <w:rFonts w:ascii="OCRB"/>
                                    </w:rPr>
                                  </w:pPr>
                                  <w:bookmarkStart w:id="18" w:name="sndZipColumn" w:colFirst="0" w:colLast="1"/>
                                  <w:bookmarkStart w:id="19" w:name="sndZipA" w:colFirst="0" w:colLast="0"/>
                                  <w:bookmarkStart w:id="20" w:name="sndZipB" w:colFirst="1" w:colLast="1"/>
                                </w:p>
                              </w:tc>
                              <w:tc>
                                <w:tcPr>
                                  <w:tcW w:w="820" w:type="dxa"/>
                                </w:tcPr>
                                <w:p w14:paraId="47EA6F91" w14:textId="77777777" w:rsidR="000020A0" w:rsidRPr="000020A0" w:rsidRDefault="000020A0">
                                  <w:pPr>
                                    <w:pStyle w:val="SB"/>
                                    <w:ind w:right="-105"/>
                                    <w:rPr>
                                      <w:rFonts w:ascii="OCRB"/>
                                    </w:rPr>
                                  </w:pPr>
                                </w:p>
                              </w:tc>
                            </w:tr>
                            <w:bookmarkEnd w:id="18"/>
                            <w:bookmarkEnd w:id="19"/>
                            <w:bookmarkEnd w:id="20"/>
                          </w:tbl>
                          <w:p w14:paraId="763C12A5" w14:textId="77777777" w:rsidR="000020A0" w:rsidRDefault="000020A0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2657A" id="テキスト ボックス 54" o:spid="_x0000_s1032" type="#_x0000_t202" style="position:absolute;left:0;text-align:left;margin-left:-16.85pt;margin-top:316.4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00"/>
                        <w:gridCol w:w="820"/>
                      </w:tblGrid>
                      <w:tr w:rsidR="000020A0" w14:paraId="07C6F1EF" w14:textId="77777777" w:rsidTr="000020A0">
                        <w:trPr>
                          <w:trHeight w:val="479"/>
                        </w:trPr>
                        <w:tc>
                          <w:tcPr>
                            <w:tcW w:w="600" w:type="dxa"/>
                          </w:tcPr>
                          <w:p w14:paraId="316D4485" w14:textId="77777777" w:rsidR="000020A0" w:rsidRPr="000020A0" w:rsidRDefault="000020A0">
                            <w:pPr>
                              <w:pStyle w:val="SA"/>
                              <w:rPr>
                                <w:rFonts w:ascii="OCRB"/>
                              </w:rPr>
                            </w:pPr>
                            <w:bookmarkStart w:id="21" w:name="sndZipColumn" w:colFirst="0" w:colLast="1"/>
                            <w:bookmarkStart w:id="22" w:name="sndZipA" w:colFirst="0" w:colLast="0"/>
                            <w:bookmarkStart w:id="23" w:name="sndZipB" w:colFirst="1" w:colLast="1"/>
                          </w:p>
                        </w:tc>
                        <w:tc>
                          <w:tcPr>
                            <w:tcW w:w="820" w:type="dxa"/>
                          </w:tcPr>
                          <w:p w14:paraId="47EA6F91" w14:textId="77777777" w:rsidR="000020A0" w:rsidRPr="000020A0" w:rsidRDefault="000020A0">
                            <w:pPr>
                              <w:pStyle w:val="SB"/>
                              <w:ind w:right="-105"/>
                              <w:rPr>
                                <w:rFonts w:ascii="OCRB"/>
                              </w:rPr>
                            </w:pPr>
                          </w:p>
                        </w:tc>
                      </w:tr>
                      <w:bookmarkEnd w:id="21"/>
                      <w:bookmarkEnd w:id="22"/>
                      <w:bookmarkEnd w:id="23"/>
                    </w:tbl>
                    <w:p w14:paraId="763C12A5" w14:textId="77777777" w:rsidR="000020A0" w:rsidRDefault="000020A0"/>
                  </w:txbxContent>
                </v:textbox>
              </v:shape>
            </w:pict>
          </mc:Fallback>
        </mc:AlternateContent>
      </w:r>
    </w:p>
    <w:sectPr w:rsidR="00721B5D" w:rsidSect="000020A0">
      <w:headerReference w:type="default" r:id="rId6"/>
      <w:pgSz w:w="5669" w:h="8391"/>
      <w:pgMar w:top="624" w:right="454" w:bottom="907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7B5008" w14:textId="77777777" w:rsidR="00C024C1" w:rsidRDefault="00C024C1" w:rsidP="000020A0">
      <w:r>
        <w:separator/>
      </w:r>
    </w:p>
  </w:endnote>
  <w:endnote w:type="continuationSeparator" w:id="0">
    <w:p w14:paraId="72BDC450" w14:textId="77777777" w:rsidR="00C024C1" w:rsidRDefault="00C024C1" w:rsidP="0000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3AA659" w14:textId="77777777" w:rsidR="00C024C1" w:rsidRDefault="00C024C1" w:rsidP="000020A0">
      <w:r>
        <w:separator/>
      </w:r>
    </w:p>
  </w:footnote>
  <w:footnote w:type="continuationSeparator" w:id="0">
    <w:p w14:paraId="7AA25A12" w14:textId="77777777" w:rsidR="00C024C1" w:rsidRDefault="00C024C1" w:rsidP="00002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0DA28" w14:textId="77777777" w:rsidR="000020A0" w:rsidRDefault="000020A0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E87597F" wp14:editId="29816A87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0" name="テキスト ボックス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B25DD5" w14:textId="77777777" w:rsidR="000020A0" w:rsidRDefault="000020A0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09821BC0" wp14:editId="5F6F5BB5">
                                <wp:extent cx="3457575" cy="5229225"/>
                                <wp:effectExtent l="19050" t="0" r="9525" b="0"/>
                                <wp:docPr id="4" name="図 4" descr="TemplatePicture\NewYear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 descr="TemplatePicture\NewYear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87597F" id="_x0000_t202" coordsize="21600,21600" o:spt="202" path="m,l,21600r21600,l21600,xe">
              <v:stroke joinstyle="miter"/>
              <v:path gradientshapeok="t" o:connecttype="rect"/>
            </v:shapetype>
            <v:shape id="テキスト ボックス 5" o:spid="_x0000_s1033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" o:allowincell="f" stroked="f">
              <v:textbox inset="1mm">
                <w:txbxContent>
                  <w:p w14:paraId="2CB25DD5" w14:textId="77777777" w:rsidR="000020A0" w:rsidRDefault="000020A0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09821BC0" wp14:editId="5F6F5BB5">
                          <wp:extent cx="3457575" cy="5229225"/>
                          <wp:effectExtent l="19050" t="0" r="9525" b="0"/>
                          <wp:docPr id="4" name="図 4" descr="TemplatePicture\NewYear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 descr="TemplatePicture\NewYear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formsDesign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0A0"/>
    <w:rsid w:val="000020A0"/>
    <w:rsid w:val="00721B5D"/>
    <w:rsid w:val="008554C7"/>
    <w:rsid w:val="008A1EB6"/>
    <w:rsid w:val="008D0FF9"/>
    <w:rsid w:val="009733C5"/>
    <w:rsid w:val="009F2816"/>
    <w:rsid w:val="00AD1D5C"/>
    <w:rsid w:val="00C024C1"/>
    <w:rsid w:val="00F8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509FFC"/>
  <w15:chartTrackingRefBased/>
  <w15:docId w15:val="{00C590CB-34A3-498C-A8C8-FE14B644A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0A0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0020A0"/>
    <w:pPr>
      <w:adjustRightInd w:val="0"/>
      <w:snapToGrid w:val="0"/>
      <w:ind w:left="113" w:right="113"/>
      <w:jc w:val="left"/>
    </w:pPr>
    <w:rPr>
      <w:sz w:val="28"/>
      <w:szCs w:val="20"/>
      <w:lang w:bidi="he-IL"/>
    </w:rPr>
  </w:style>
  <w:style w:type="paragraph" w:customStyle="1" w:styleId="RNH">
    <w:name w:val="R会社_NH"/>
    <w:basedOn w:val="R"/>
    <w:rsid w:val="000020A0"/>
    <w:pPr>
      <w:ind w:left="0"/>
    </w:pPr>
    <w:rPr>
      <w:noProof/>
      <w:sz w:val="22"/>
    </w:rPr>
  </w:style>
  <w:style w:type="paragraph" w:customStyle="1" w:styleId="R0">
    <w:name w:val="R氏名"/>
    <w:basedOn w:val="a"/>
    <w:rsid w:val="000020A0"/>
    <w:pPr>
      <w:adjustRightInd w:val="0"/>
      <w:snapToGrid w:val="0"/>
      <w:jc w:val="distribute"/>
    </w:pPr>
    <w:rPr>
      <w:sz w:val="52"/>
      <w:szCs w:val="20"/>
      <w:lang w:bidi="he-IL"/>
    </w:rPr>
  </w:style>
  <w:style w:type="paragraph" w:customStyle="1" w:styleId="RNH0">
    <w:name w:val="R氏名_NH"/>
    <w:basedOn w:val="R0"/>
    <w:rsid w:val="000020A0"/>
    <w:rPr>
      <w:noProof/>
      <w:sz w:val="44"/>
    </w:rPr>
  </w:style>
  <w:style w:type="paragraph" w:customStyle="1" w:styleId="R1">
    <w:name w:val="R住所_1"/>
    <w:basedOn w:val="a"/>
    <w:rsid w:val="000020A0"/>
    <w:pPr>
      <w:adjustRightInd w:val="0"/>
      <w:snapToGrid w:val="0"/>
      <w:ind w:left="113" w:right="113"/>
      <w:jc w:val="left"/>
    </w:pPr>
    <w:rPr>
      <w:sz w:val="32"/>
      <w:szCs w:val="20"/>
      <w:lang w:bidi="he-IL"/>
    </w:rPr>
  </w:style>
  <w:style w:type="paragraph" w:customStyle="1" w:styleId="R1NH">
    <w:name w:val="R住所_1_NH"/>
    <w:basedOn w:val="R1"/>
    <w:rsid w:val="000020A0"/>
    <w:pPr>
      <w:ind w:left="0"/>
    </w:pPr>
    <w:rPr>
      <w:noProof/>
      <w:sz w:val="21"/>
    </w:rPr>
  </w:style>
  <w:style w:type="paragraph" w:customStyle="1" w:styleId="R2">
    <w:name w:val="R住所_2"/>
    <w:basedOn w:val="a"/>
    <w:rsid w:val="000020A0"/>
    <w:pPr>
      <w:adjustRightInd w:val="0"/>
      <w:snapToGrid w:val="0"/>
      <w:ind w:left="113" w:right="113"/>
      <w:jc w:val="right"/>
    </w:pPr>
    <w:rPr>
      <w:sz w:val="32"/>
      <w:szCs w:val="20"/>
      <w:lang w:bidi="he-IL"/>
    </w:rPr>
  </w:style>
  <w:style w:type="paragraph" w:customStyle="1" w:styleId="R2NH">
    <w:name w:val="R住所_2_NH"/>
    <w:basedOn w:val="R2"/>
    <w:rsid w:val="000020A0"/>
    <w:pPr>
      <w:ind w:left="0"/>
    </w:pPr>
    <w:rPr>
      <w:noProof/>
      <w:sz w:val="21"/>
    </w:rPr>
  </w:style>
  <w:style w:type="paragraph" w:customStyle="1" w:styleId="R3">
    <w:name w:val="R部署"/>
    <w:basedOn w:val="a"/>
    <w:rsid w:val="000020A0"/>
    <w:pPr>
      <w:adjustRightInd w:val="0"/>
      <w:snapToGrid w:val="0"/>
      <w:ind w:left="113" w:right="113"/>
      <w:jc w:val="center"/>
    </w:pPr>
    <w:rPr>
      <w:sz w:val="24"/>
      <w:szCs w:val="20"/>
      <w:lang w:bidi="he-IL"/>
    </w:rPr>
  </w:style>
  <w:style w:type="paragraph" w:customStyle="1" w:styleId="RNH1">
    <w:name w:val="R部署_NH"/>
    <w:basedOn w:val="R3"/>
    <w:rsid w:val="000020A0"/>
    <w:pPr>
      <w:ind w:left="0"/>
    </w:pPr>
    <w:rPr>
      <w:noProof/>
      <w:sz w:val="20"/>
    </w:rPr>
  </w:style>
  <w:style w:type="paragraph" w:customStyle="1" w:styleId="RA">
    <w:name w:val="R郵便番号A"/>
    <w:basedOn w:val="a"/>
    <w:rsid w:val="000020A0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0020A0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0020A0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0020A0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0020A0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0020A0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0020A0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0020A0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0020A0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0020A0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0020A0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0020A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0020A0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0020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0020A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0020A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0020A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root\Templates\1041\POSTCARD20.WIZ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10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2025-03-06T04:49:00Z</dcterms:created>
  <dcterms:modified xsi:type="dcterms:W3CDTF">2025-03-06T04:49:00Z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