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6BC1C" w14:textId="77777777" w:rsidR="005C7920" w:rsidRDefault="005C7920"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AB6EDD" wp14:editId="1FC8F552">
                <wp:simplePos x="0" y="0"/>
                <wp:positionH relativeFrom="column">
                  <wp:posOffset>281305</wp:posOffset>
                </wp:positionH>
                <wp:positionV relativeFrom="paragraph">
                  <wp:posOffset>2135505</wp:posOffset>
                </wp:positionV>
                <wp:extent cx="2938780" cy="683895"/>
                <wp:effectExtent l="0" t="0" r="13970" b="1905"/>
                <wp:wrapNone/>
                <wp:docPr id="44" name="テキスト ボック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5C7920" w14:paraId="4180572A" w14:textId="77777777" w:rsidTr="005C7920">
                              <w:trPr>
                                <w:cantSplit/>
                                <w:trHeight w:val="1142"/>
                              </w:trPr>
                              <w:tc>
                                <w:tcPr>
                                  <w:tcW w:w="4395" w:type="dxa"/>
                                </w:tcPr>
                                <w:p w14:paraId="4BFDD89E" w14:textId="77777777" w:rsidR="005C7920" w:rsidRDefault="005C7920" w:rsidP="005C7920">
                                  <w:pPr>
                                    <w:pStyle w:val="S1"/>
                                  </w:pPr>
                                  <w:bookmarkStart w:id="0" w:name="sndAddress" w:colFirst="0" w:colLast="0"/>
                                  <w:r>
                                    <w:t>000-0000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東京都葛飾区銀町</w:t>
                                  </w:r>
                                </w:p>
                                <w:p w14:paraId="646C036E" w14:textId="77777777" w:rsidR="005C7920" w:rsidRDefault="005C7920" w:rsidP="005C7920">
                                  <w:pPr>
                                    <w:pStyle w:val="S2"/>
                                  </w:pPr>
                                  <w:r>
                                    <w:t>10-10-</w:t>
                                  </w:r>
                                  <w:r>
                                    <w:t>×</w:t>
                                  </w:r>
                                </w:p>
                                <w:p w14:paraId="1ECC9198" w14:textId="77777777" w:rsidR="005C7920" w:rsidRDefault="005C7920" w:rsidP="005C7920">
                                  <w:pPr>
                                    <w:pStyle w:val="S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河内食材株式会社</w:t>
                                  </w:r>
                                </w:p>
                                <w:p w14:paraId="28FA26A6" w14:textId="77777777" w:rsidR="005C7920" w:rsidRDefault="005C7920" w:rsidP="005C7920">
                                  <w:pPr>
                                    <w:pStyle w:val="S0"/>
                                  </w:pPr>
                                  <w:r w:rsidRPr="005C7920">
                                    <w:rPr>
                                      <w:rFonts w:hint="eastAsia"/>
                                      <w:sz w:val="16"/>
                                    </w:rPr>
                                    <w:t>代表取締役</w:t>
                                  </w:r>
                                  <w:r w:rsidRPr="005C7920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河内　隆俊</w:t>
                                  </w:r>
                                </w:p>
                                <w:p w14:paraId="1FA96B26" w14:textId="77777777" w:rsidR="005C7920" w:rsidRDefault="005C7920" w:rsidP="005C7920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0"/>
                          </w:tbl>
                          <w:p w14:paraId="739CAF3C" w14:textId="77777777" w:rsidR="005C7920" w:rsidRDefault="005C792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AB6ED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5" o:spid="_x0000_s1026" type="#_x0000_t202" style="position:absolute;left:0;text-align:left;margin-left:22.15pt;margin-top:168.15pt;width:231.4pt;height:5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5C7920" w14:paraId="4180572A" w14:textId="77777777" w:rsidTr="005C7920">
                        <w:trPr>
                          <w:cantSplit/>
                          <w:trHeight w:val="1142"/>
                        </w:trPr>
                        <w:tc>
                          <w:tcPr>
                            <w:tcW w:w="4395" w:type="dxa"/>
                          </w:tcPr>
                          <w:p w14:paraId="4BFDD89E" w14:textId="77777777" w:rsidR="005C7920" w:rsidRDefault="005C7920" w:rsidP="005C7920">
                            <w:pPr>
                              <w:pStyle w:val="S1"/>
                            </w:pPr>
                            <w:bookmarkStart w:id="1" w:name="sndAddress" w:colFirst="0" w:colLast="0"/>
                            <w:r>
                              <w:t>000-0000</w:t>
                            </w:r>
                            <w:r>
                              <w:rPr>
                                <w:rFonts w:hint="eastAsia"/>
                              </w:rPr>
                              <w:t>東京都葛飾区銀町</w:t>
                            </w:r>
                          </w:p>
                          <w:p w14:paraId="646C036E" w14:textId="77777777" w:rsidR="005C7920" w:rsidRDefault="005C7920" w:rsidP="005C7920">
                            <w:pPr>
                              <w:pStyle w:val="S2"/>
                            </w:pPr>
                            <w:r>
                              <w:t>10-10-</w:t>
                            </w:r>
                            <w:r>
                              <w:t>×</w:t>
                            </w:r>
                          </w:p>
                          <w:p w14:paraId="1ECC9198" w14:textId="77777777" w:rsidR="005C7920" w:rsidRDefault="005C7920" w:rsidP="005C7920">
                            <w:pPr>
                              <w:pStyle w:val="S"/>
                            </w:pPr>
                            <w:r>
                              <w:rPr>
                                <w:rFonts w:hint="eastAsia"/>
                              </w:rPr>
                              <w:t>河内食材株式会社</w:t>
                            </w:r>
                          </w:p>
                          <w:p w14:paraId="28FA26A6" w14:textId="77777777" w:rsidR="005C7920" w:rsidRDefault="005C7920" w:rsidP="005C7920">
                            <w:pPr>
                              <w:pStyle w:val="S0"/>
                            </w:pPr>
                            <w:r w:rsidRPr="005C7920">
                              <w:rPr>
                                <w:rFonts w:hint="eastAsia"/>
                                <w:sz w:val="16"/>
                              </w:rPr>
                              <w:t>代表取締役</w:t>
                            </w:r>
                            <w:r w:rsidRPr="005C7920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河内　隆俊</w:t>
                            </w:r>
                          </w:p>
                          <w:p w14:paraId="1FA96B26" w14:textId="77777777" w:rsidR="005C7920" w:rsidRDefault="005C7920" w:rsidP="005C7920">
                            <w:pPr>
                              <w:pStyle w:val="S3"/>
                            </w:pPr>
                          </w:p>
                        </w:tc>
                      </w:tr>
                      <w:bookmarkEnd w:id="1"/>
                    </w:tbl>
                    <w:p w14:paraId="739CAF3C" w14:textId="77777777" w:rsidR="005C7920" w:rsidRDefault="005C7920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7806E1" wp14:editId="46ACD981">
                <wp:simplePos x="0" y="0"/>
                <wp:positionH relativeFrom="column">
                  <wp:posOffset>282575</wp:posOffset>
                </wp:positionH>
                <wp:positionV relativeFrom="paragraph">
                  <wp:posOffset>1296035</wp:posOffset>
                </wp:positionV>
                <wp:extent cx="2913380" cy="814070"/>
                <wp:effectExtent l="0" t="0" r="1270" b="5080"/>
                <wp:wrapNone/>
                <wp:docPr id="43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3380" cy="814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261"/>
                              <w:gridCol w:w="1134"/>
                            </w:tblGrid>
                            <w:tr w:rsidR="005C7920" w:rsidRPr="005C7920" w14:paraId="4DF5AA67" w14:textId="77777777" w:rsidTr="005C7920">
                              <w:trPr>
                                <w:cantSplit/>
                                <w:trHeight w:val="1276"/>
                              </w:trPr>
                              <w:tc>
                                <w:tcPr>
                                  <w:tcW w:w="3261" w:type="dxa"/>
                                </w:tcPr>
                                <w:bookmarkStart w:id="2" w:name="rcvName"/>
                                <w:p w14:paraId="397DC42E" w14:textId="6DE9BAB8" w:rsidR="005C7920" w:rsidRPr="005C7920" w:rsidRDefault="005C7920" w:rsidP="005C7920">
                                  <w:pPr>
                                    <w:pStyle w:val="R0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 w:rsidRPr="005C7920">
                                    <w:rPr>
                                      <w:sz w:val="36"/>
                                      <w:szCs w:val="36"/>
                                    </w:rPr>
                                    <w:fldChar w:fldCharType="begin"/>
                                  </w:r>
                                  <w:r w:rsidRPr="005C7920">
                                    <w:rPr>
                                      <w:sz w:val="36"/>
                                      <w:szCs w:val="36"/>
                                    </w:rPr>
                                    <w:instrText xml:space="preserve"> MERGEFIELD 役職 \m </w:instrText>
                                  </w:r>
                                  <w:r w:rsidRPr="005C7920">
                                    <w:rPr>
                                      <w:sz w:val="36"/>
                                      <w:szCs w:val="36"/>
                                    </w:rPr>
                                    <w:fldChar w:fldCharType="end"/>
                                  </w:r>
                                  <w:r w:rsidRPr="005C7920">
                                    <w:rPr>
                                      <w:sz w:val="36"/>
                                      <w:szCs w:val="36"/>
                                    </w:rPr>
                                    <w:tab/>
                                  </w:r>
                                  <w:r w:rsidRPr="005C7920">
                                    <w:rPr>
                                      <w:sz w:val="36"/>
                                      <w:szCs w:val="36"/>
                                    </w:rPr>
                                    <w:fldChar w:fldCharType="begin"/>
                                  </w:r>
                                  <w:r w:rsidRPr="005C7920">
                                    <w:rPr>
                                      <w:sz w:val="36"/>
                                      <w:szCs w:val="36"/>
                                    </w:rPr>
                                    <w:instrText xml:space="preserve"> MERGEFIELD 姓 \m </w:instrText>
                                  </w:r>
                                  <w:r w:rsidRPr="005C7920">
                                    <w:rPr>
                                      <w:sz w:val="36"/>
                                      <w:szCs w:val="36"/>
                                    </w:rPr>
                                    <w:fldChar w:fldCharType="separate"/>
                                  </w:r>
                                  <w:r w:rsidR="00C15203">
                                    <w:rPr>
                                      <w:rFonts w:hint="eastAsia"/>
                                      <w:noProof/>
                                      <w:sz w:val="36"/>
                                      <w:szCs w:val="36"/>
                                    </w:rPr>
                                    <w:t>園田</w:t>
                                  </w:r>
                                  <w:r w:rsidRPr="005C7920">
                                    <w:rPr>
                                      <w:sz w:val="36"/>
                                      <w:szCs w:val="36"/>
                                    </w:rPr>
                                    <w:fldChar w:fldCharType="end"/>
                                  </w:r>
                                  <w:r w:rsidRPr="005C7920">
                                    <w:rPr>
                                      <w:sz w:val="36"/>
                                      <w:szCs w:val="36"/>
                                    </w:rPr>
                                    <w:t xml:space="preserve">  </w:t>
                                  </w:r>
                                  <w:r w:rsidRPr="005C7920">
                                    <w:rPr>
                                      <w:sz w:val="36"/>
                                      <w:szCs w:val="36"/>
                                    </w:rPr>
                                    <w:fldChar w:fldCharType="begin"/>
                                  </w:r>
                                  <w:r w:rsidRPr="005C7920">
                                    <w:rPr>
                                      <w:sz w:val="36"/>
                                      <w:szCs w:val="36"/>
                                    </w:rPr>
                                    <w:instrText xml:space="preserve"> MERGEFIELD 名 \m </w:instrText>
                                  </w:r>
                                  <w:r w:rsidRPr="005C7920">
                                    <w:rPr>
                                      <w:sz w:val="36"/>
                                      <w:szCs w:val="36"/>
                                    </w:rPr>
                                    <w:fldChar w:fldCharType="separate"/>
                                  </w:r>
                                  <w:r w:rsidR="00C15203">
                                    <w:rPr>
                                      <w:rFonts w:hint="eastAsia"/>
                                      <w:noProof/>
                                      <w:sz w:val="36"/>
                                      <w:szCs w:val="36"/>
                                    </w:rPr>
                                    <w:t>久美子</w:t>
                                  </w:r>
                                  <w:r w:rsidRPr="005C7920">
                                    <w:rPr>
                                      <w:sz w:val="36"/>
                                      <w:szCs w:val="36"/>
                                    </w:rPr>
                                    <w:fldChar w:fldCharType="end"/>
                                  </w:r>
                                </w:p>
                                <w:p w14:paraId="28DBE657" w14:textId="77777777" w:rsidR="005C7920" w:rsidRPr="005C7920" w:rsidRDefault="005C7920">
                                  <w:pPr>
                                    <w:pStyle w:val="R0"/>
                                    <w:jc w:val="right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bookmarkStart w:id="3" w:name="rcvOptName"/>
                                  <w:bookmarkEnd w:id="2"/>
                                  <w:bookmarkEnd w:id="3"/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14:paraId="172051FA" w14:textId="77777777" w:rsidR="005C7920" w:rsidRPr="005C7920" w:rsidRDefault="005C7920">
                                  <w:pPr>
                                    <w:pStyle w:val="R0"/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bookmarkStart w:id="4" w:name="rcvSama"/>
                                  <w:r w:rsidRPr="005C7920"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  <w:t>様</w:t>
                                  </w:r>
                                  <w:bookmarkEnd w:id="4"/>
                                </w:p>
                              </w:tc>
                            </w:tr>
                          </w:tbl>
                          <w:p w14:paraId="64970F4D" w14:textId="77777777" w:rsidR="005C7920" w:rsidRDefault="005C792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806E1" id="テキスト ボックス 24" o:spid="_x0000_s1027" type="#_x0000_t202" style="position:absolute;left:0;text-align:left;margin-left:22.25pt;margin-top:102.05pt;width:229.4pt;height:6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261"/>
                        <w:gridCol w:w="1134"/>
                      </w:tblGrid>
                      <w:tr w:rsidR="005C7920" w:rsidRPr="005C7920" w14:paraId="4DF5AA67" w14:textId="77777777" w:rsidTr="005C7920">
                        <w:trPr>
                          <w:cantSplit/>
                          <w:trHeight w:val="1276"/>
                        </w:trPr>
                        <w:tc>
                          <w:tcPr>
                            <w:tcW w:w="3261" w:type="dxa"/>
                          </w:tcPr>
                          <w:bookmarkStart w:id="5" w:name="rcvName"/>
                          <w:p w14:paraId="397DC42E" w14:textId="6DE9BAB8" w:rsidR="005C7920" w:rsidRPr="005C7920" w:rsidRDefault="005C7920" w:rsidP="005C7920">
                            <w:pPr>
                              <w:pStyle w:val="R0"/>
                              <w:rPr>
                                <w:sz w:val="36"/>
                                <w:szCs w:val="36"/>
                              </w:rPr>
                            </w:pPr>
                            <w:r w:rsidRPr="005C7920">
                              <w:rPr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5C7920">
                              <w:rPr>
                                <w:sz w:val="36"/>
                                <w:szCs w:val="36"/>
                              </w:rPr>
                              <w:instrText xml:space="preserve"> MERGEFIELD 役職 \m </w:instrText>
                            </w:r>
                            <w:r w:rsidRPr="005C7920">
                              <w:rPr>
                                <w:sz w:val="36"/>
                                <w:szCs w:val="36"/>
                              </w:rPr>
                              <w:fldChar w:fldCharType="end"/>
                            </w:r>
                            <w:r w:rsidRPr="005C7920">
                              <w:rPr>
                                <w:sz w:val="36"/>
                                <w:szCs w:val="36"/>
                              </w:rPr>
                              <w:tab/>
                            </w:r>
                            <w:r w:rsidRPr="005C7920">
                              <w:rPr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5C7920">
                              <w:rPr>
                                <w:sz w:val="36"/>
                                <w:szCs w:val="36"/>
                              </w:rPr>
                              <w:instrText xml:space="preserve"> MERGEFIELD 姓 \m </w:instrText>
                            </w:r>
                            <w:r w:rsidRPr="005C7920">
                              <w:rPr>
                                <w:sz w:val="36"/>
                                <w:szCs w:val="36"/>
                              </w:rPr>
                              <w:fldChar w:fldCharType="separate"/>
                            </w:r>
                            <w:r w:rsidR="00C15203">
                              <w:rPr>
                                <w:rFonts w:hint="eastAsia"/>
                                <w:noProof/>
                                <w:sz w:val="36"/>
                                <w:szCs w:val="36"/>
                              </w:rPr>
                              <w:t>園田</w:t>
                            </w:r>
                            <w:r w:rsidRPr="005C7920">
                              <w:rPr>
                                <w:sz w:val="36"/>
                                <w:szCs w:val="36"/>
                              </w:rPr>
                              <w:fldChar w:fldCharType="end"/>
                            </w:r>
                            <w:r w:rsidRPr="005C7920">
                              <w:rPr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5C7920">
                              <w:rPr>
                                <w:sz w:val="36"/>
                                <w:szCs w:val="36"/>
                              </w:rPr>
                              <w:fldChar w:fldCharType="begin"/>
                            </w:r>
                            <w:r w:rsidRPr="005C7920">
                              <w:rPr>
                                <w:sz w:val="36"/>
                                <w:szCs w:val="36"/>
                              </w:rPr>
                              <w:instrText xml:space="preserve"> MERGEFIELD 名 \m </w:instrText>
                            </w:r>
                            <w:r w:rsidRPr="005C7920">
                              <w:rPr>
                                <w:sz w:val="36"/>
                                <w:szCs w:val="36"/>
                              </w:rPr>
                              <w:fldChar w:fldCharType="separate"/>
                            </w:r>
                            <w:r w:rsidR="00C15203">
                              <w:rPr>
                                <w:rFonts w:hint="eastAsia"/>
                                <w:noProof/>
                                <w:sz w:val="36"/>
                                <w:szCs w:val="36"/>
                              </w:rPr>
                              <w:t>久美子</w:t>
                            </w:r>
                            <w:r w:rsidRPr="005C7920">
                              <w:rPr>
                                <w:sz w:val="36"/>
                                <w:szCs w:val="36"/>
                              </w:rPr>
                              <w:fldChar w:fldCharType="end"/>
                            </w:r>
                          </w:p>
                          <w:p w14:paraId="28DBE657" w14:textId="77777777" w:rsidR="005C7920" w:rsidRPr="005C7920" w:rsidRDefault="005C7920">
                            <w:pPr>
                              <w:pStyle w:val="R0"/>
                              <w:jc w:val="right"/>
                              <w:rPr>
                                <w:sz w:val="36"/>
                                <w:szCs w:val="36"/>
                              </w:rPr>
                            </w:pPr>
                            <w:bookmarkStart w:id="6" w:name="rcvOptName"/>
                            <w:bookmarkEnd w:id="5"/>
                            <w:bookmarkEnd w:id="6"/>
                          </w:p>
                        </w:tc>
                        <w:tc>
                          <w:tcPr>
                            <w:tcW w:w="1134" w:type="dxa"/>
                          </w:tcPr>
                          <w:p w14:paraId="172051FA" w14:textId="77777777" w:rsidR="005C7920" w:rsidRPr="005C7920" w:rsidRDefault="005C7920">
                            <w:pPr>
                              <w:pStyle w:val="R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bookmarkStart w:id="7" w:name="rcvSama"/>
                            <w:r w:rsidRPr="005C7920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様</w:t>
                            </w:r>
                            <w:bookmarkEnd w:id="7"/>
                          </w:p>
                        </w:tc>
                      </w:tr>
                    </w:tbl>
                    <w:p w14:paraId="64970F4D" w14:textId="77777777" w:rsidR="005C7920" w:rsidRDefault="005C7920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20F5C3" wp14:editId="3B813A1E">
                <wp:simplePos x="0" y="0"/>
                <wp:positionH relativeFrom="column">
                  <wp:posOffset>707390</wp:posOffset>
                </wp:positionH>
                <wp:positionV relativeFrom="paragraph">
                  <wp:posOffset>495935</wp:posOffset>
                </wp:positionV>
                <wp:extent cx="2468245" cy="433070"/>
                <wp:effectExtent l="0" t="0" r="8255" b="5080"/>
                <wp:wrapNone/>
                <wp:docPr id="42" name="テキスト ボック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245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686"/>
                            </w:tblGrid>
                            <w:tr w:rsidR="005C7920" w14:paraId="24597B82" w14:textId="77777777" w:rsidTr="005C7920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686" w:type="dxa"/>
                                </w:tcPr>
                                <w:bookmarkStart w:id="8" w:name="rcvAddress" w:colFirst="0" w:colLast="0"/>
                                <w:p w14:paraId="46D473CA" w14:textId="1A76C888" w:rsidR="005C7920" w:rsidRDefault="005C7920" w:rsidP="005C7920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\m </w:instrText>
                                  </w:r>
                                  <w:r>
                                    <w:fldChar w:fldCharType="separate"/>
                                  </w:r>
                                  <w:r w:rsidR="00C15203">
                                    <w:rPr>
                                      <w:rFonts w:hint="eastAsia"/>
                                      <w:noProof/>
                                    </w:rPr>
                                    <w:t>東京都港区赤坂1-1-×</w: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5F6AEED6" w14:textId="0F4FA4B3" w:rsidR="005C7920" w:rsidRDefault="005C7920" w:rsidP="005C7920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8"/>
                          </w:tbl>
                          <w:p w14:paraId="17E3F60F" w14:textId="77777777" w:rsidR="005C7920" w:rsidRDefault="005C792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0F5C3" id="テキスト ボックス 23" o:spid="_x0000_s1028" type="#_x0000_t202" style="position:absolute;left:0;text-align:left;margin-left:55.7pt;margin-top:39.05pt;width:194.35pt;height:3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686"/>
                      </w:tblGrid>
                      <w:tr w:rsidR="005C7920" w14:paraId="24597B82" w14:textId="77777777" w:rsidTr="005C7920">
                        <w:trPr>
                          <w:cantSplit/>
                          <w:trHeight w:val="709"/>
                        </w:trPr>
                        <w:tc>
                          <w:tcPr>
                            <w:tcW w:w="3686" w:type="dxa"/>
                          </w:tcPr>
                          <w:bookmarkStart w:id="9" w:name="rcvAddress" w:colFirst="0" w:colLast="0"/>
                          <w:p w14:paraId="46D473CA" w14:textId="1A76C888" w:rsidR="005C7920" w:rsidRDefault="005C7920" w:rsidP="005C7920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\m </w:instrText>
                            </w:r>
                            <w:r>
                              <w:fldChar w:fldCharType="separate"/>
                            </w:r>
                            <w:r w:rsidR="00C15203">
                              <w:rPr>
                                <w:rFonts w:hint="eastAsia"/>
                                <w:noProof/>
                              </w:rPr>
                              <w:t>東京都港区赤坂1-1-×</w:t>
                            </w:r>
                            <w:r>
                              <w:fldChar w:fldCharType="end"/>
                            </w:r>
                          </w:p>
                          <w:p w14:paraId="5F6AEED6" w14:textId="0F4FA4B3" w:rsidR="005C7920" w:rsidRDefault="005C7920" w:rsidP="005C7920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9"/>
                    </w:tbl>
                    <w:p w14:paraId="17E3F60F" w14:textId="77777777" w:rsidR="005C7920" w:rsidRDefault="005C7920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79F6989" wp14:editId="69A0A866">
                <wp:simplePos x="0" y="0"/>
                <wp:positionH relativeFrom="column">
                  <wp:posOffset>324485</wp:posOffset>
                </wp:positionH>
                <wp:positionV relativeFrom="paragraph">
                  <wp:posOffset>934085</wp:posOffset>
                </wp:positionV>
                <wp:extent cx="2846070" cy="347345"/>
                <wp:effectExtent l="0" t="0" r="11430" b="14605"/>
                <wp:wrapNone/>
                <wp:docPr id="41" name="テキスト ボック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395"/>
                            </w:tblGrid>
                            <w:tr w:rsidR="005C7920" w14:paraId="2A412594" w14:textId="77777777" w:rsidTr="005C7920">
                              <w:trPr>
                                <w:cantSplit/>
                                <w:trHeight w:val="567"/>
                              </w:trPr>
                              <w:tc>
                                <w:tcPr>
                                  <w:tcW w:w="4395" w:type="dxa"/>
                                  <w:vAlign w:val="bottom"/>
                                </w:tcPr>
                                <w:bookmarkStart w:id="10" w:name="rcvOffice" w:colFirst="0" w:colLast="0"/>
                                <w:p w14:paraId="3F1BF1AB" w14:textId="0648DE07" w:rsidR="005C7920" w:rsidRDefault="005C7920" w:rsidP="005C7920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C15203">
                                    <w:rPr>
                                      <w:rFonts w:hint="eastAsia"/>
                                      <w:noProof/>
                                    </w:rPr>
                                    <w:t>園田食品株式会社</w: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2E130204" w14:textId="567AA18E" w:rsidR="005C7920" w:rsidRDefault="005C7920" w:rsidP="005C7920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0"/>
                          </w:tbl>
                          <w:p w14:paraId="204B553E" w14:textId="77777777" w:rsidR="005C7920" w:rsidRDefault="005C792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F6989" id="テキスト ボックス 26" o:spid="_x0000_s1029" type="#_x0000_t202" style="position:absolute;left:0;text-align:left;margin-left:25.55pt;margin-top:73.55pt;width:224.1pt;height:27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395"/>
                      </w:tblGrid>
                      <w:tr w:rsidR="005C7920" w14:paraId="2A412594" w14:textId="77777777" w:rsidTr="005C7920">
                        <w:trPr>
                          <w:cantSplit/>
                          <w:trHeight w:val="567"/>
                        </w:trPr>
                        <w:tc>
                          <w:tcPr>
                            <w:tcW w:w="4395" w:type="dxa"/>
                            <w:vAlign w:val="bottom"/>
                          </w:tcPr>
                          <w:bookmarkStart w:id="11" w:name="rcvOffice" w:colFirst="0" w:colLast="0"/>
                          <w:p w14:paraId="3F1BF1AB" w14:textId="0648DE07" w:rsidR="005C7920" w:rsidRDefault="005C7920" w:rsidP="005C7920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C15203">
                              <w:rPr>
                                <w:rFonts w:hint="eastAsia"/>
                                <w:noProof/>
                              </w:rPr>
                              <w:t>園田食品株式会社</w:t>
                            </w:r>
                            <w:r>
                              <w:fldChar w:fldCharType="end"/>
                            </w:r>
                          </w:p>
                          <w:p w14:paraId="2E130204" w14:textId="567AA18E" w:rsidR="005C7920" w:rsidRDefault="005C7920" w:rsidP="005C7920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1"/>
                    </w:tbl>
                    <w:p w14:paraId="204B553E" w14:textId="77777777" w:rsidR="005C7920" w:rsidRDefault="005C7920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694604" wp14:editId="08AFF60D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40" name="テキスト ボック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5C7920" w14:paraId="0BCB0C14" w14:textId="77777777" w:rsidTr="005C7920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2" w:name="rcvZipA" w:colFirst="0" w:colLast="0"/>
                                <w:bookmarkStart w:id="13" w:name="rcvZipB" w:colFirst="1" w:colLast="1"/>
                                <w:p w14:paraId="19F2712F" w14:textId="6B99E521" w:rsidR="005C7920" w:rsidRPr="005C7920" w:rsidRDefault="005C7920" w:rsidP="005C7920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5C7920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5C7920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5C7920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5C7920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5C7920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C15203">
                                    <w:rPr>
                                      <w:rFonts w:ascii="OCRB"/>
                                      <w:noProof/>
                                    </w:rPr>
                                    <w:t>111-xxxx</w:t>
                                  </w:r>
                                  <w:r w:rsidRPr="005C7920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14:paraId="04ECCEED" w14:textId="2DF5BF67" w:rsidR="005C7920" w:rsidRPr="005C7920" w:rsidRDefault="005C7920" w:rsidP="005C7920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5C7920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5C7920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5C7920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5C7920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5C7920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C15203">
                                    <w:rPr>
                                      <w:rFonts w:ascii="OCRB"/>
                                      <w:noProof/>
                                    </w:rPr>
                                    <w:t>111-xxxx</w:t>
                                  </w:r>
                                  <w:r w:rsidRPr="005C7920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2"/>
                            <w:bookmarkEnd w:id="13"/>
                          </w:tbl>
                          <w:p w14:paraId="079B14AA" w14:textId="77777777" w:rsidR="005C7920" w:rsidRDefault="005C792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694604" id="テキスト ボックス 21" o:spid="_x0000_s1030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5C7920" w14:paraId="0BCB0C14" w14:textId="77777777" w:rsidTr="005C7920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4" w:name="rcvZipA" w:colFirst="0" w:colLast="0"/>
                          <w:bookmarkStart w:id="15" w:name="rcvZipB" w:colFirst="1" w:colLast="1"/>
                          <w:p w14:paraId="19F2712F" w14:textId="6B99E521" w:rsidR="005C7920" w:rsidRPr="005C7920" w:rsidRDefault="005C7920" w:rsidP="005C7920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5C7920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5C7920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5C7920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5C7920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5C7920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C15203">
                              <w:rPr>
                                <w:rFonts w:ascii="OCRB"/>
                                <w:noProof/>
                              </w:rPr>
                              <w:t>111-xxxx</w:t>
                            </w:r>
                            <w:r w:rsidRPr="005C7920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14:paraId="04ECCEED" w14:textId="2DF5BF67" w:rsidR="005C7920" w:rsidRPr="005C7920" w:rsidRDefault="005C7920" w:rsidP="005C7920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5C7920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5C7920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5C7920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5C7920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5C7920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C15203">
                              <w:rPr>
                                <w:rFonts w:ascii="OCRB"/>
                                <w:noProof/>
                              </w:rPr>
                              <w:t>111-xxxx</w:t>
                            </w:r>
                            <w:r w:rsidRPr="005C7920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4"/>
                      <w:bookmarkEnd w:id="15"/>
                    </w:tbl>
                    <w:p w14:paraId="079B14AA" w14:textId="77777777" w:rsidR="005C7920" w:rsidRDefault="005C7920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7F0818" wp14:editId="61666379">
                <wp:simplePos x="0" y="0"/>
                <wp:positionH relativeFrom="column">
                  <wp:posOffset>-213995</wp:posOffset>
                </wp:positionH>
                <wp:positionV relativeFrom="paragraph">
                  <wp:posOffset>2790190</wp:posOffset>
                </wp:positionV>
                <wp:extent cx="1263650" cy="325755"/>
                <wp:effectExtent l="0" t="0" r="0" b="17145"/>
                <wp:wrapNone/>
                <wp:docPr id="39" name="テキスト ボック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83"/>
                              <w:gridCol w:w="950"/>
                            </w:tblGrid>
                            <w:tr w:rsidR="005C7920" w14:paraId="4B3C3FF7" w14:textId="77777777" w:rsidTr="005C7920">
                              <w:trPr>
                                <w:trHeight w:val="479"/>
                              </w:trPr>
                              <w:tc>
                                <w:tcPr>
                                  <w:tcW w:w="683" w:type="dxa"/>
                                </w:tcPr>
                                <w:p w14:paraId="05F2136B" w14:textId="77777777" w:rsidR="005C7920" w:rsidRPr="005C7920" w:rsidRDefault="005C7920">
                                  <w:pPr>
                                    <w:pStyle w:val="SA"/>
                                    <w:rPr>
                                      <w:rFonts w:ascii="OCRB"/>
                                    </w:rPr>
                                  </w:pPr>
                                  <w:bookmarkStart w:id="16" w:name="sndZipColumn" w:colFirst="0" w:colLast="1"/>
                                  <w:bookmarkStart w:id="17" w:name="sndZipA" w:colFirst="0" w:colLast="0"/>
                                  <w:bookmarkStart w:id="18" w:name="sndZipB" w:colFirst="1" w:colLast="1"/>
                                </w:p>
                              </w:tc>
                              <w:tc>
                                <w:tcPr>
                                  <w:tcW w:w="950" w:type="dxa"/>
                                </w:tcPr>
                                <w:p w14:paraId="32DFB555" w14:textId="77777777" w:rsidR="005C7920" w:rsidRPr="005C7920" w:rsidRDefault="005C7920">
                                  <w:pPr>
                                    <w:pStyle w:val="SB"/>
                                    <w:ind w:right="-105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  <w:bookmarkEnd w:id="16"/>
                            <w:bookmarkEnd w:id="17"/>
                            <w:bookmarkEnd w:id="18"/>
                          </w:tbl>
                          <w:p w14:paraId="616EC883" w14:textId="77777777" w:rsidR="005C7920" w:rsidRDefault="005C7920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7F0818" id="テキスト ボックス 22" o:spid="_x0000_s1031" type="#_x0000_t202" style="position:absolute;left:0;text-align:left;margin-left:-16.85pt;margin-top:219.7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83"/>
                        <w:gridCol w:w="950"/>
                      </w:tblGrid>
                      <w:tr w:rsidR="005C7920" w14:paraId="4B3C3FF7" w14:textId="77777777" w:rsidTr="005C7920">
                        <w:trPr>
                          <w:trHeight w:val="479"/>
                        </w:trPr>
                        <w:tc>
                          <w:tcPr>
                            <w:tcW w:w="683" w:type="dxa"/>
                          </w:tcPr>
                          <w:p w14:paraId="05F2136B" w14:textId="77777777" w:rsidR="005C7920" w:rsidRPr="005C7920" w:rsidRDefault="005C7920">
                            <w:pPr>
                              <w:pStyle w:val="SA"/>
                              <w:rPr>
                                <w:rFonts w:ascii="OCRB"/>
                              </w:rPr>
                            </w:pPr>
                            <w:bookmarkStart w:id="19" w:name="sndZipColumn" w:colFirst="0" w:colLast="1"/>
                            <w:bookmarkStart w:id="20" w:name="sndZipA" w:colFirst="0" w:colLast="0"/>
                            <w:bookmarkStart w:id="21" w:name="sndZipB" w:colFirst="1" w:colLast="1"/>
                          </w:p>
                        </w:tc>
                        <w:tc>
                          <w:tcPr>
                            <w:tcW w:w="950" w:type="dxa"/>
                          </w:tcPr>
                          <w:p w14:paraId="32DFB555" w14:textId="77777777" w:rsidR="005C7920" w:rsidRPr="005C7920" w:rsidRDefault="005C7920">
                            <w:pPr>
                              <w:pStyle w:val="SB"/>
                              <w:ind w:right="-105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  <w:bookmarkEnd w:id="19"/>
                      <w:bookmarkEnd w:id="20"/>
                      <w:bookmarkEnd w:id="21"/>
                    </w:tbl>
                    <w:p w14:paraId="616EC883" w14:textId="77777777" w:rsidR="005C7920" w:rsidRDefault="005C7920"/>
                  </w:txbxContent>
                </v:textbox>
              </v:shape>
            </w:pict>
          </mc:Fallback>
        </mc:AlternateContent>
      </w:r>
    </w:p>
    <w:sectPr w:rsidR="005C7920" w:rsidSect="005C7920">
      <w:headerReference w:type="default" r:id="rId6"/>
      <w:pgSz w:w="5669" w:h="8391"/>
      <w:pgMar w:top="624" w:right="454" w:bottom="1134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CCC7A" w14:textId="77777777" w:rsidR="005C7920" w:rsidRDefault="005C7920" w:rsidP="005C7920">
      <w:r>
        <w:separator/>
      </w:r>
    </w:p>
  </w:endnote>
  <w:endnote w:type="continuationSeparator" w:id="0">
    <w:p w14:paraId="325909AB" w14:textId="77777777" w:rsidR="005C7920" w:rsidRDefault="005C7920" w:rsidP="005C7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797323" w14:textId="77777777" w:rsidR="005C7920" w:rsidRDefault="005C7920" w:rsidP="005C7920">
      <w:r>
        <w:separator/>
      </w:r>
    </w:p>
  </w:footnote>
  <w:footnote w:type="continuationSeparator" w:id="0">
    <w:p w14:paraId="6977E36D" w14:textId="77777777" w:rsidR="005C7920" w:rsidRDefault="005C7920" w:rsidP="005C79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F4C60" w14:textId="77777777" w:rsidR="005C7920" w:rsidRDefault="005C7920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8B18D41" wp14:editId="7E84E97A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2" name="テキスト ボックス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B84405" w14:textId="77777777" w:rsidR="005C7920" w:rsidRDefault="005C7920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 wp14:anchorId="09D85715" wp14:editId="4B91789A">
                                <wp:extent cx="3457575" cy="5229225"/>
                                <wp:effectExtent l="19050" t="0" r="9525" b="0"/>
                                <wp:docPr id="2" name="図 2" descr="TemplatePicture\Echo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TemplatePicture\Echo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B18D41" id="_x0000_t202" coordsize="21600,21600" o:spt="202" path="m,l,21600r21600,l21600,xe">
              <v:stroke joinstyle="miter"/>
              <v:path gradientshapeok="t" o:connecttype="rect"/>
            </v:shapetype>
            <v:shape id="テキスト ボックス 3" o:spid="_x0000_s1032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" o:allowincell="f" stroked="f">
              <v:textbox inset="1mm">
                <w:txbxContent>
                  <w:p w14:paraId="31B84405" w14:textId="77777777" w:rsidR="005C7920" w:rsidRDefault="005C7920">
                    <w:r>
                      <w:rPr>
                        <w:noProof/>
                        <w:vanish/>
                      </w:rPr>
                      <w:drawing>
                        <wp:inline distT="0" distB="0" distL="0" distR="0" wp14:anchorId="09D85715" wp14:editId="4B91789A">
                          <wp:extent cx="3457575" cy="5229225"/>
                          <wp:effectExtent l="19050" t="0" r="9525" b="0"/>
                          <wp:docPr id="2" name="図 2" descr="TemplatePicture\Echo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TemplatePicture\Echo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formsDesign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C:\Users\技術評論社\Desktop\Word_support_file\総合問題\総合問題12宛名データ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"/>
    <w:viewMergedData/>
    <w:odso>
      <w:udl w:val="Provider=Microsoft.ACE.OLEDB.12.0;User ID=Admin;Data Source=C:\Users\技術評論社\Documents\総合問題12宛名データ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2"/>
      <w:colDelim w:val="9"/>
      <w:type w:val="addressBook"/>
      <w:fHdr/>
      <w:fieldMapData>
        <w:column w:val="0"/>
        <w:lid w:val="en-US"/>
      </w:fieldMapData>
      <w:fieldMapData>
        <w:type w:val="dbColumn"/>
        <w:name w:val="敬称"/>
        <w:mappedName w:val="敬称"/>
        <w:column w:val="4"/>
        <w:lid w:val="en-US"/>
      </w:fieldMapData>
      <w:fieldMapData>
        <w:type w:val="dbColumn"/>
        <w:name w:val="名"/>
        <w:mappedName w:val="名"/>
        <w:column w:val="3"/>
        <w:lid w:val="en-US"/>
      </w:fieldMapData>
      <w:fieldMapData>
        <w:column w:val="0"/>
        <w:lid w:val="en-US"/>
      </w:fieldMapData>
      <w:fieldMapData>
        <w:type w:val="dbColumn"/>
        <w:name w:val="姓"/>
        <w:mappedName w:val="姓"/>
        <w:column w:val="1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会社名"/>
        <w:mappedName w:val="会社名"/>
        <w:column w:val="5"/>
        <w:lid w:val="en-US"/>
      </w:fieldMapData>
      <w:fieldMapData>
        <w:type w:val="dbColumn"/>
        <w:name w:val="住所 1"/>
        <w:mappedName w:val="住所 1"/>
        <w:column w:val="7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郵便番号"/>
        <w:mappedName w:val="郵便番号"/>
        <w:column w:val="6"/>
        <w:lid w:val="en-US"/>
      </w:fieldMapData>
      <w:fieldMapData>
        <w:type w:val="dbColumn"/>
        <w:name w:val="住所 1"/>
        <w:mappedName w:val="国/地域"/>
        <w:column w:val="7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ふりがな(名)"/>
        <w:mappedName w:val="ふりがな (名)"/>
        <w:column w:val="2"/>
        <w:lid w:val="en-US"/>
      </w:fieldMapData>
      <w:fieldMapData>
        <w:type w:val="dbColumn"/>
        <w:name w:val="ふりがな(姓)"/>
        <w:mappedName w:val="ふりがな (姓)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851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920"/>
    <w:rsid w:val="005C7920"/>
    <w:rsid w:val="005D426A"/>
    <w:rsid w:val="0071698E"/>
    <w:rsid w:val="00C15203"/>
    <w:rsid w:val="00E23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667684"/>
  <w15:chartTrackingRefBased/>
  <w15:docId w15:val="{83A5F564-4C2B-4964-AEDC-2362686A1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7920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5C7920"/>
    <w:pPr>
      <w:adjustRightInd w:val="0"/>
      <w:snapToGrid w:val="0"/>
      <w:ind w:left="113" w:right="113"/>
      <w:jc w:val="left"/>
    </w:pPr>
    <w:rPr>
      <w:sz w:val="22"/>
      <w:szCs w:val="20"/>
      <w:lang w:bidi="he-IL"/>
    </w:rPr>
  </w:style>
  <w:style w:type="paragraph" w:customStyle="1" w:styleId="RNH">
    <w:name w:val="R会社_NH"/>
    <w:basedOn w:val="R"/>
    <w:rsid w:val="005C7920"/>
    <w:pPr>
      <w:ind w:left="0"/>
    </w:pPr>
    <w:rPr>
      <w:noProof/>
    </w:rPr>
  </w:style>
  <w:style w:type="paragraph" w:customStyle="1" w:styleId="R0">
    <w:name w:val="R氏名"/>
    <w:basedOn w:val="a"/>
    <w:rsid w:val="005C7920"/>
    <w:pPr>
      <w:adjustRightInd w:val="0"/>
      <w:snapToGrid w:val="0"/>
      <w:jc w:val="distribute"/>
    </w:pPr>
    <w:rPr>
      <w:sz w:val="44"/>
      <w:szCs w:val="20"/>
      <w:lang w:bidi="he-IL"/>
    </w:rPr>
  </w:style>
  <w:style w:type="paragraph" w:customStyle="1" w:styleId="RNH0">
    <w:name w:val="R氏名_NH"/>
    <w:basedOn w:val="R0"/>
    <w:rsid w:val="005C7920"/>
    <w:rPr>
      <w:noProof/>
    </w:rPr>
  </w:style>
  <w:style w:type="paragraph" w:customStyle="1" w:styleId="R1">
    <w:name w:val="R住所_1"/>
    <w:basedOn w:val="a"/>
    <w:rsid w:val="005C7920"/>
    <w:pPr>
      <w:adjustRightInd w:val="0"/>
      <w:snapToGrid w:val="0"/>
      <w:ind w:left="113" w:right="113"/>
      <w:jc w:val="left"/>
    </w:pPr>
    <w:rPr>
      <w:szCs w:val="20"/>
      <w:lang w:bidi="he-IL"/>
    </w:rPr>
  </w:style>
  <w:style w:type="paragraph" w:customStyle="1" w:styleId="R1NH">
    <w:name w:val="R住所_1_NH"/>
    <w:basedOn w:val="R1"/>
    <w:rsid w:val="005C7920"/>
    <w:pPr>
      <w:ind w:left="0"/>
    </w:pPr>
    <w:rPr>
      <w:noProof/>
    </w:rPr>
  </w:style>
  <w:style w:type="paragraph" w:customStyle="1" w:styleId="R2">
    <w:name w:val="R住所_2"/>
    <w:basedOn w:val="a"/>
    <w:rsid w:val="005C7920"/>
    <w:pPr>
      <w:adjustRightInd w:val="0"/>
      <w:snapToGrid w:val="0"/>
      <w:ind w:left="113" w:right="113"/>
      <w:jc w:val="right"/>
    </w:pPr>
    <w:rPr>
      <w:szCs w:val="20"/>
      <w:lang w:bidi="he-IL"/>
    </w:rPr>
  </w:style>
  <w:style w:type="paragraph" w:customStyle="1" w:styleId="R2NH">
    <w:name w:val="R住所_2_NH"/>
    <w:basedOn w:val="R2"/>
    <w:rsid w:val="005C7920"/>
    <w:pPr>
      <w:ind w:left="0"/>
    </w:pPr>
    <w:rPr>
      <w:noProof/>
    </w:rPr>
  </w:style>
  <w:style w:type="paragraph" w:customStyle="1" w:styleId="R3">
    <w:name w:val="R部署"/>
    <w:basedOn w:val="a"/>
    <w:rsid w:val="005C7920"/>
    <w:pPr>
      <w:adjustRightInd w:val="0"/>
      <w:snapToGrid w:val="0"/>
      <w:ind w:left="113" w:right="113"/>
      <w:jc w:val="center"/>
    </w:pPr>
    <w:rPr>
      <w:sz w:val="20"/>
      <w:szCs w:val="20"/>
      <w:lang w:bidi="he-IL"/>
    </w:rPr>
  </w:style>
  <w:style w:type="paragraph" w:customStyle="1" w:styleId="RNH1">
    <w:name w:val="R部署_NH"/>
    <w:basedOn w:val="R3"/>
    <w:rsid w:val="005C7920"/>
    <w:pPr>
      <w:ind w:left="0"/>
    </w:pPr>
    <w:rPr>
      <w:noProof/>
    </w:rPr>
  </w:style>
  <w:style w:type="paragraph" w:customStyle="1" w:styleId="RA">
    <w:name w:val="R郵便番号A"/>
    <w:basedOn w:val="a"/>
    <w:rsid w:val="005C7920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5C7920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5C7920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5C7920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5C7920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5C7920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5C7920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5C7920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5C7920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5C7920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5C7920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5C792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5C7920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5C79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5C7920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5C792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5C792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&#25216;&#34899;&#35413;&#35542;&#31038;\Documents\&#32207;&#21512;&#21839;&#38988;12&#23451;&#21517;&#12487;&#12540;&#12479;.mdb" TargetMode="External"/><Relationship Id="rId1" Type="http://schemas.openxmlformats.org/officeDocument/2006/relationships/attachedTemplate" Target="file:///C:\Program%20Files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2025-03-07T03:08:00Z</dcterms:created>
  <dcterms:modified xsi:type="dcterms:W3CDTF">2025-03-07T03:08:00Z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